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2959" w14:textId="77777777" w:rsidR="00E95130" w:rsidRDefault="001863E0" w:rsidP="008C0C8E">
      <w:pPr>
        <w:pStyle w:val="Heading1"/>
      </w:pPr>
      <w:r>
        <w:t xml:space="preserve">NENA </w:t>
      </w:r>
      <w:r w:rsidR="00E95130">
        <w:t>Tool Implementation Planning Worksheet</w:t>
      </w:r>
    </w:p>
    <w:p w14:paraId="6477DF6C" w14:textId="77777777" w:rsidR="00153600" w:rsidRPr="001F3181" w:rsidRDefault="00153600" w:rsidP="001F3181"/>
    <w:p w14:paraId="453909B4" w14:textId="60BA41B6" w:rsidR="00A6497C" w:rsidRDefault="007B025A" w:rsidP="001F3181">
      <w:pPr>
        <w:pStyle w:val="Heading3"/>
      </w:pPr>
      <w:r>
        <w:t>Step 1: Identify the NENA Tool Implementation Team</w:t>
      </w:r>
    </w:p>
    <w:p w14:paraId="1B4B4011" w14:textId="70838F64" w:rsidR="007B025A" w:rsidRDefault="00B35E62" w:rsidP="0003446A">
      <w:r>
        <w:t>Identify w</w:t>
      </w:r>
      <w:r w:rsidR="005048B3">
        <w:t>ho needs to be i</w:t>
      </w:r>
      <w:r>
        <w:t>nvolved</w:t>
      </w:r>
      <w:r w:rsidR="005048B3">
        <w:t xml:space="preserve"> </w:t>
      </w:r>
      <w:r w:rsidR="00BF56A4">
        <w:t xml:space="preserve">to </w:t>
      </w:r>
      <w:r w:rsidR="005048B3">
        <w:t>complet</w:t>
      </w:r>
      <w:r w:rsidR="00BF56A4">
        <w:t xml:space="preserve">e </w:t>
      </w:r>
      <w:r w:rsidR="005048B3">
        <w:t xml:space="preserve">the </w:t>
      </w:r>
      <w:r w:rsidR="00402949">
        <w:t>NENA</w:t>
      </w:r>
      <w:r w:rsidR="00D22D2A">
        <w:t>.</w:t>
      </w:r>
    </w:p>
    <w:p w14:paraId="02A28F5B" w14:textId="77777777" w:rsidR="00742950" w:rsidRDefault="00742950" w:rsidP="0003446A"/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552"/>
        <w:gridCol w:w="3553"/>
        <w:gridCol w:w="3685"/>
      </w:tblGrid>
      <w:tr w:rsidR="00A35F05" w14:paraId="168E281D" w14:textId="77777777" w:rsidTr="001F3181">
        <w:tc>
          <w:tcPr>
            <w:tcW w:w="3552" w:type="dxa"/>
            <w:shd w:val="clear" w:color="auto" w:fill="B9D3DC" w:themeFill="accent2"/>
          </w:tcPr>
          <w:p w14:paraId="7461A955" w14:textId="77777777" w:rsidR="00A35F05" w:rsidRDefault="00A35F05" w:rsidP="00EF3B33">
            <w:pPr>
              <w:jc w:val="center"/>
            </w:pPr>
            <w:r>
              <w:t>Staff Name</w:t>
            </w:r>
          </w:p>
        </w:tc>
        <w:tc>
          <w:tcPr>
            <w:tcW w:w="3553" w:type="dxa"/>
            <w:shd w:val="clear" w:color="auto" w:fill="B9D3DC" w:themeFill="accent2"/>
          </w:tcPr>
          <w:p w14:paraId="0F510614" w14:textId="63125A00" w:rsidR="00A35F05" w:rsidRDefault="00A35F05" w:rsidP="00EF3B33">
            <w:pPr>
              <w:jc w:val="center"/>
            </w:pPr>
            <w:r w:rsidRPr="00A35F05">
              <w:t>Title</w:t>
            </w:r>
          </w:p>
        </w:tc>
        <w:tc>
          <w:tcPr>
            <w:tcW w:w="3685" w:type="dxa"/>
            <w:shd w:val="clear" w:color="auto" w:fill="B9D3DC" w:themeFill="accent2"/>
          </w:tcPr>
          <w:p w14:paraId="3262E23E" w14:textId="45CC3EC5" w:rsidR="00A35F05" w:rsidRDefault="00252E20" w:rsidP="00EF3B33">
            <w:pPr>
              <w:jc w:val="center"/>
            </w:pPr>
            <w:r>
              <w:t>NENA Component</w:t>
            </w:r>
          </w:p>
        </w:tc>
      </w:tr>
      <w:tr w:rsidR="00A35F05" w14:paraId="5EE17ED8" w14:textId="77777777" w:rsidTr="001F3181">
        <w:tc>
          <w:tcPr>
            <w:tcW w:w="3552" w:type="dxa"/>
          </w:tcPr>
          <w:p w14:paraId="07D8F3D2" w14:textId="77777777" w:rsidR="00A35F05" w:rsidRDefault="00A35F05" w:rsidP="0003446A"/>
        </w:tc>
        <w:tc>
          <w:tcPr>
            <w:tcW w:w="3553" w:type="dxa"/>
          </w:tcPr>
          <w:p w14:paraId="2B41FBF9" w14:textId="0A5C092F" w:rsidR="00A35F05" w:rsidRDefault="00A35F05" w:rsidP="0003446A"/>
        </w:tc>
        <w:tc>
          <w:tcPr>
            <w:tcW w:w="3685" w:type="dxa"/>
          </w:tcPr>
          <w:p w14:paraId="1D6C4D63" w14:textId="77777777" w:rsidR="00A35F05" w:rsidRDefault="00A35F05" w:rsidP="0003446A"/>
        </w:tc>
      </w:tr>
      <w:tr w:rsidR="00DE4838" w14:paraId="01B76525" w14:textId="77777777" w:rsidTr="001F3181">
        <w:tc>
          <w:tcPr>
            <w:tcW w:w="3552" w:type="dxa"/>
          </w:tcPr>
          <w:p w14:paraId="120614A9" w14:textId="77777777" w:rsidR="00DE4838" w:rsidRDefault="00DE4838" w:rsidP="0003446A"/>
        </w:tc>
        <w:tc>
          <w:tcPr>
            <w:tcW w:w="3553" w:type="dxa"/>
          </w:tcPr>
          <w:p w14:paraId="0E535716" w14:textId="77777777" w:rsidR="00DE4838" w:rsidRDefault="00DE4838" w:rsidP="0003446A"/>
        </w:tc>
        <w:tc>
          <w:tcPr>
            <w:tcW w:w="3685" w:type="dxa"/>
          </w:tcPr>
          <w:p w14:paraId="2E40A99B" w14:textId="77777777" w:rsidR="00DE4838" w:rsidRDefault="00DE4838" w:rsidP="0003446A"/>
        </w:tc>
      </w:tr>
      <w:tr w:rsidR="00DE4838" w14:paraId="75899AB4" w14:textId="77777777" w:rsidTr="001F3181">
        <w:tc>
          <w:tcPr>
            <w:tcW w:w="3552" w:type="dxa"/>
          </w:tcPr>
          <w:p w14:paraId="3A51395E" w14:textId="77777777" w:rsidR="00DE4838" w:rsidRDefault="00DE4838" w:rsidP="0003446A"/>
        </w:tc>
        <w:tc>
          <w:tcPr>
            <w:tcW w:w="3553" w:type="dxa"/>
          </w:tcPr>
          <w:p w14:paraId="5912A37D" w14:textId="77777777" w:rsidR="00DE4838" w:rsidRDefault="00DE4838" w:rsidP="0003446A"/>
        </w:tc>
        <w:tc>
          <w:tcPr>
            <w:tcW w:w="3685" w:type="dxa"/>
          </w:tcPr>
          <w:p w14:paraId="3B16D22B" w14:textId="77777777" w:rsidR="00DE4838" w:rsidRDefault="00DE4838" w:rsidP="0003446A"/>
        </w:tc>
      </w:tr>
      <w:tr w:rsidR="00DE4838" w14:paraId="1AA222B5" w14:textId="77777777" w:rsidTr="001F3181">
        <w:tc>
          <w:tcPr>
            <w:tcW w:w="3552" w:type="dxa"/>
          </w:tcPr>
          <w:p w14:paraId="3A84B1DD" w14:textId="77777777" w:rsidR="00DE4838" w:rsidRDefault="00DE4838" w:rsidP="0003446A"/>
        </w:tc>
        <w:tc>
          <w:tcPr>
            <w:tcW w:w="3553" w:type="dxa"/>
          </w:tcPr>
          <w:p w14:paraId="0FA846B3" w14:textId="77777777" w:rsidR="00DE4838" w:rsidRDefault="00DE4838" w:rsidP="0003446A"/>
        </w:tc>
        <w:tc>
          <w:tcPr>
            <w:tcW w:w="3685" w:type="dxa"/>
          </w:tcPr>
          <w:p w14:paraId="45AD0B95" w14:textId="77777777" w:rsidR="00DE4838" w:rsidRDefault="00DE4838" w:rsidP="0003446A"/>
        </w:tc>
      </w:tr>
      <w:tr w:rsidR="00DE4838" w14:paraId="7A4A8EEF" w14:textId="77777777" w:rsidTr="001F3181">
        <w:tc>
          <w:tcPr>
            <w:tcW w:w="3552" w:type="dxa"/>
          </w:tcPr>
          <w:p w14:paraId="6DBF8B9D" w14:textId="77777777" w:rsidR="00DE4838" w:rsidRDefault="00DE4838" w:rsidP="0003446A"/>
        </w:tc>
        <w:tc>
          <w:tcPr>
            <w:tcW w:w="3553" w:type="dxa"/>
          </w:tcPr>
          <w:p w14:paraId="685BE890" w14:textId="77777777" w:rsidR="00DE4838" w:rsidRDefault="00DE4838" w:rsidP="0003446A"/>
        </w:tc>
        <w:tc>
          <w:tcPr>
            <w:tcW w:w="3685" w:type="dxa"/>
          </w:tcPr>
          <w:p w14:paraId="28F5D71F" w14:textId="77777777" w:rsidR="00DE4838" w:rsidRDefault="00DE4838" w:rsidP="0003446A"/>
        </w:tc>
      </w:tr>
    </w:tbl>
    <w:p w14:paraId="010D5E56" w14:textId="77777777" w:rsidR="003F208D" w:rsidRDefault="003F208D" w:rsidP="0003446A"/>
    <w:p w14:paraId="125ABF01" w14:textId="5075552C" w:rsidR="003F208D" w:rsidRDefault="003F208D" w:rsidP="001F3181">
      <w:pPr>
        <w:pStyle w:val="Heading3"/>
      </w:pPr>
      <w:r>
        <w:t xml:space="preserve">Step 2: </w:t>
      </w:r>
      <w:r w:rsidR="00080C1C" w:rsidRPr="00080C1C">
        <w:t xml:space="preserve">Gather </w:t>
      </w:r>
      <w:r w:rsidR="00AD77B3">
        <w:t>Data and Other R</w:t>
      </w:r>
      <w:r w:rsidR="00080C1C" w:rsidRPr="00080C1C">
        <w:t>esource</w:t>
      </w:r>
      <w:r w:rsidR="00AD77B3">
        <w:t xml:space="preserve"> Materials</w:t>
      </w:r>
      <w:r w:rsidR="00080C1C" w:rsidRPr="00080C1C">
        <w:t xml:space="preserve">  </w:t>
      </w:r>
    </w:p>
    <w:p w14:paraId="1C759CE6" w14:textId="612F5911" w:rsidR="00674A57" w:rsidRDefault="00D667D1" w:rsidP="00674A57">
      <w:r>
        <w:t xml:space="preserve">Plan for collecting and assembling all necessary data reports and </w:t>
      </w:r>
      <w:r w:rsidR="00321CCF">
        <w:t>additional information.</w:t>
      </w:r>
    </w:p>
    <w:p w14:paraId="652F3D27" w14:textId="77777777" w:rsidR="00321CCF" w:rsidRPr="00674A57" w:rsidRDefault="00321CCF" w:rsidP="00674A57"/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515"/>
        <w:gridCol w:w="3240"/>
        <w:gridCol w:w="2337"/>
        <w:gridCol w:w="2698"/>
      </w:tblGrid>
      <w:tr w:rsidR="00683C56" w14:paraId="7DE7C8E6" w14:textId="77777777" w:rsidTr="001F3181">
        <w:tc>
          <w:tcPr>
            <w:tcW w:w="2515" w:type="dxa"/>
            <w:shd w:val="clear" w:color="auto" w:fill="B9D3DC" w:themeFill="accent2"/>
          </w:tcPr>
          <w:p w14:paraId="4612B59F" w14:textId="0EA61C7F" w:rsidR="00683C56" w:rsidRDefault="008E26DB" w:rsidP="00EF3B33">
            <w:pPr>
              <w:jc w:val="center"/>
            </w:pPr>
            <w:r>
              <w:t>NENA Section</w:t>
            </w:r>
          </w:p>
        </w:tc>
        <w:tc>
          <w:tcPr>
            <w:tcW w:w="3240" w:type="dxa"/>
            <w:shd w:val="clear" w:color="auto" w:fill="B9D3DC" w:themeFill="accent2"/>
          </w:tcPr>
          <w:p w14:paraId="56CE7C03" w14:textId="34EB669C" w:rsidR="00683C56" w:rsidRDefault="008E26DB" w:rsidP="00EF3B33">
            <w:pPr>
              <w:jc w:val="center"/>
            </w:pPr>
            <w:r>
              <w:t>Data</w:t>
            </w:r>
            <w:r w:rsidR="007249E1">
              <w:t xml:space="preserve"> /Report</w:t>
            </w:r>
          </w:p>
        </w:tc>
        <w:tc>
          <w:tcPr>
            <w:tcW w:w="2337" w:type="dxa"/>
            <w:shd w:val="clear" w:color="auto" w:fill="B9D3DC" w:themeFill="accent2"/>
          </w:tcPr>
          <w:p w14:paraId="4A786478" w14:textId="0CD1B053" w:rsidR="00683C56" w:rsidRDefault="007249E1" w:rsidP="00EF3B33">
            <w:pPr>
              <w:jc w:val="center"/>
            </w:pPr>
            <w:r>
              <w:t>Source of Data/Report</w:t>
            </w:r>
          </w:p>
        </w:tc>
        <w:tc>
          <w:tcPr>
            <w:tcW w:w="2698" w:type="dxa"/>
            <w:shd w:val="clear" w:color="auto" w:fill="B9D3DC" w:themeFill="accent2"/>
          </w:tcPr>
          <w:p w14:paraId="07B32038" w14:textId="744F998C" w:rsidR="00683C56" w:rsidRDefault="00B6432B" w:rsidP="00EF3B33">
            <w:pPr>
              <w:jc w:val="center"/>
            </w:pPr>
            <w:r>
              <w:t>Staff Responsible</w:t>
            </w:r>
          </w:p>
        </w:tc>
      </w:tr>
      <w:tr w:rsidR="00683C56" w14:paraId="5C47917E" w14:textId="77777777" w:rsidTr="001F3181">
        <w:tc>
          <w:tcPr>
            <w:tcW w:w="2515" w:type="dxa"/>
          </w:tcPr>
          <w:p w14:paraId="4013277A" w14:textId="06A75E3A" w:rsidR="00683C56" w:rsidRDefault="00B2228C" w:rsidP="0003446A">
            <w:r>
              <w:t xml:space="preserve">Section 2: </w:t>
            </w:r>
            <w:r w:rsidR="00A40A8C">
              <w:t>Nutrition Services</w:t>
            </w:r>
          </w:p>
        </w:tc>
        <w:tc>
          <w:tcPr>
            <w:tcW w:w="3240" w:type="dxa"/>
          </w:tcPr>
          <w:p w14:paraId="39DE39FA" w14:textId="44895B5B" w:rsidR="00683C56" w:rsidRDefault="00A40A8C" w:rsidP="0003446A">
            <w:r>
              <w:t>Participation with Benefits Re</w:t>
            </w:r>
            <w:r w:rsidR="00042A14">
              <w:t>port</w:t>
            </w:r>
          </w:p>
        </w:tc>
        <w:tc>
          <w:tcPr>
            <w:tcW w:w="2337" w:type="dxa"/>
          </w:tcPr>
          <w:p w14:paraId="1D6310AD" w14:textId="18C61544" w:rsidR="00683C56" w:rsidRDefault="004658BD" w:rsidP="0003446A">
            <w:r>
              <w:t xml:space="preserve">Focus </w:t>
            </w:r>
            <w:r w:rsidR="008468F0">
              <w:t>D</w:t>
            </w:r>
            <w:r>
              <w:t>ata Systems</w:t>
            </w:r>
          </w:p>
        </w:tc>
        <w:tc>
          <w:tcPr>
            <w:tcW w:w="2698" w:type="dxa"/>
          </w:tcPr>
          <w:p w14:paraId="7C83830D" w14:textId="77777777" w:rsidR="00683C56" w:rsidRDefault="00683C56" w:rsidP="0003446A"/>
        </w:tc>
      </w:tr>
      <w:tr w:rsidR="00DD2DA7" w14:paraId="33D30BD3" w14:textId="77777777" w:rsidTr="001F3181">
        <w:tc>
          <w:tcPr>
            <w:tcW w:w="2515" w:type="dxa"/>
          </w:tcPr>
          <w:p w14:paraId="21A9CEBB" w14:textId="4938E382" w:rsidR="00DD2DA7" w:rsidRDefault="00B2228C" w:rsidP="0003446A">
            <w:r>
              <w:t>Section 2: Nutrition Services</w:t>
            </w:r>
          </w:p>
        </w:tc>
        <w:tc>
          <w:tcPr>
            <w:tcW w:w="3240" w:type="dxa"/>
          </w:tcPr>
          <w:p w14:paraId="0A6C9974" w14:textId="2AB7727D" w:rsidR="00DD2DA7" w:rsidRDefault="00EF2DAE" w:rsidP="0003446A">
            <w:r>
              <w:t xml:space="preserve">Enrollment Report </w:t>
            </w:r>
          </w:p>
        </w:tc>
        <w:tc>
          <w:tcPr>
            <w:tcW w:w="2337" w:type="dxa"/>
          </w:tcPr>
          <w:p w14:paraId="0347AF7E" w14:textId="36914CDF" w:rsidR="00DD2DA7" w:rsidRDefault="00256AEE" w:rsidP="0003446A">
            <w:r w:rsidRPr="00256AEE">
              <w:t xml:space="preserve">Focus </w:t>
            </w:r>
            <w:r w:rsidR="008468F0">
              <w:t>D</w:t>
            </w:r>
            <w:r w:rsidRPr="00256AEE">
              <w:t>ata Systems</w:t>
            </w:r>
          </w:p>
        </w:tc>
        <w:tc>
          <w:tcPr>
            <w:tcW w:w="2698" w:type="dxa"/>
          </w:tcPr>
          <w:p w14:paraId="702418A9" w14:textId="77777777" w:rsidR="00DD2DA7" w:rsidRDefault="00DD2DA7" w:rsidP="0003446A"/>
        </w:tc>
      </w:tr>
      <w:tr w:rsidR="00DD2DA7" w14:paraId="040DC337" w14:textId="77777777" w:rsidTr="001F3181">
        <w:tc>
          <w:tcPr>
            <w:tcW w:w="2515" w:type="dxa"/>
          </w:tcPr>
          <w:p w14:paraId="0EDFAC2C" w14:textId="744702E8" w:rsidR="00DD2DA7" w:rsidRDefault="00EF2DAE" w:rsidP="0003446A">
            <w:r w:rsidRPr="00EF2DAE">
              <w:t>Section 2: Nutrition Services</w:t>
            </w:r>
          </w:p>
        </w:tc>
        <w:tc>
          <w:tcPr>
            <w:tcW w:w="3240" w:type="dxa"/>
          </w:tcPr>
          <w:p w14:paraId="35DCDFF6" w14:textId="0F5DAD42" w:rsidR="00DD2DA7" w:rsidRDefault="00256AEE" w:rsidP="0003446A">
            <w:r>
              <w:t xml:space="preserve">Appointment Summary Report </w:t>
            </w:r>
          </w:p>
        </w:tc>
        <w:tc>
          <w:tcPr>
            <w:tcW w:w="2337" w:type="dxa"/>
          </w:tcPr>
          <w:p w14:paraId="7588C13F" w14:textId="2A141612" w:rsidR="00DD2DA7" w:rsidRDefault="00256AEE" w:rsidP="0003446A">
            <w:r w:rsidRPr="00256AEE">
              <w:t xml:space="preserve">Focus </w:t>
            </w:r>
            <w:r w:rsidR="008468F0">
              <w:t>D</w:t>
            </w:r>
            <w:r w:rsidRPr="00256AEE">
              <w:t>ata Systems</w:t>
            </w:r>
          </w:p>
        </w:tc>
        <w:tc>
          <w:tcPr>
            <w:tcW w:w="2698" w:type="dxa"/>
          </w:tcPr>
          <w:p w14:paraId="1A6A88C6" w14:textId="77777777" w:rsidR="00DD2DA7" w:rsidRDefault="00DD2DA7" w:rsidP="0003446A"/>
        </w:tc>
      </w:tr>
      <w:tr w:rsidR="00DD2DA7" w14:paraId="46A1B7D6" w14:textId="77777777" w:rsidTr="001F3181">
        <w:tc>
          <w:tcPr>
            <w:tcW w:w="2515" w:type="dxa"/>
          </w:tcPr>
          <w:p w14:paraId="56DF4D86" w14:textId="7E521A64" w:rsidR="00DD2DA7" w:rsidRDefault="00256AEE" w:rsidP="0003446A">
            <w:r w:rsidRPr="00256AEE">
              <w:t>Section 2: Nutrition Services</w:t>
            </w:r>
          </w:p>
        </w:tc>
        <w:tc>
          <w:tcPr>
            <w:tcW w:w="3240" w:type="dxa"/>
          </w:tcPr>
          <w:p w14:paraId="4FADF8C0" w14:textId="32F0D90F" w:rsidR="00DD2DA7" w:rsidRDefault="005D382C" w:rsidP="0003446A">
            <w:r>
              <w:t>WIC Estimated Eligible Population County Profiles</w:t>
            </w:r>
          </w:p>
        </w:tc>
        <w:tc>
          <w:tcPr>
            <w:tcW w:w="2337" w:type="dxa"/>
          </w:tcPr>
          <w:p w14:paraId="602CCD3E" w14:textId="1D78E861" w:rsidR="00DD2DA7" w:rsidRDefault="00C049CD" w:rsidP="0003446A">
            <w:r>
              <w:t>Profiles sent to local agencies</w:t>
            </w:r>
          </w:p>
        </w:tc>
        <w:tc>
          <w:tcPr>
            <w:tcW w:w="2698" w:type="dxa"/>
          </w:tcPr>
          <w:p w14:paraId="31CAA827" w14:textId="77777777" w:rsidR="00DD2DA7" w:rsidRDefault="00DD2DA7" w:rsidP="0003446A"/>
        </w:tc>
      </w:tr>
      <w:tr w:rsidR="00DD2DA7" w14:paraId="0503BE41" w14:textId="77777777" w:rsidTr="001F3181">
        <w:tc>
          <w:tcPr>
            <w:tcW w:w="2515" w:type="dxa"/>
          </w:tcPr>
          <w:p w14:paraId="40368EB3" w14:textId="1C0781D7" w:rsidR="00DD2DA7" w:rsidRDefault="00C3234D" w:rsidP="0003446A">
            <w:r>
              <w:t>Section 3: Nutrition and Health Indicators</w:t>
            </w:r>
          </w:p>
        </w:tc>
        <w:tc>
          <w:tcPr>
            <w:tcW w:w="3240" w:type="dxa"/>
          </w:tcPr>
          <w:p w14:paraId="080D4348" w14:textId="60C8F904" w:rsidR="00DD2DA7" w:rsidRDefault="00214287" w:rsidP="0003446A">
            <w:r>
              <w:t xml:space="preserve">Prevalence of Nutrition Risk </w:t>
            </w:r>
            <w:r w:rsidR="00BD151B">
              <w:t xml:space="preserve">by Local Agency and County Report </w:t>
            </w:r>
          </w:p>
        </w:tc>
        <w:tc>
          <w:tcPr>
            <w:tcW w:w="2337" w:type="dxa"/>
          </w:tcPr>
          <w:p w14:paraId="7FDACAF6" w14:textId="041F98D9" w:rsidR="00DD2DA7" w:rsidRDefault="00BD151B" w:rsidP="0003446A">
            <w:r w:rsidRPr="00BD151B">
              <w:t xml:space="preserve">Focus </w:t>
            </w:r>
            <w:r w:rsidR="008468F0">
              <w:t>D</w:t>
            </w:r>
            <w:r w:rsidRPr="00BD151B">
              <w:t>ata Systems</w:t>
            </w:r>
          </w:p>
        </w:tc>
        <w:tc>
          <w:tcPr>
            <w:tcW w:w="2698" w:type="dxa"/>
          </w:tcPr>
          <w:p w14:paraId="07A94D36" w14:textId="77777777" w:rsidR="00DD2DA7" w:rsidRDefault="00DD2DA7" w:rsidP="0003446A"/>
        </w:tc>
      </w:tr>
      <w:tr w:rsidR="00DD2DA7" w14:paraId="4D0505D1" w14:textId="77777777" w:rsidTr="001F3181">
        <w:tc>
          <w:tcPr>
            <w:tcW w:w="2515" w:type="dxa"/>
          </w:tcPr>
          <w:p w14:paraId="61F5F404" w14:textId="2CD97363" w:rsidR="00DD2DA7" w:rsidRDefault="00890BE1" w:rsidP="0003446A">
            <w:r w:rsidRPr="00890BE1">
              <w:t>Section 3: Nutrition and Health Indicators</w:t>
            </w:r>
          </w:p>
        </w:tc>
        <w:tc>
          <w:tcPr>
            <w:tcW w:w="3240" w:type="dxa"/>
          </w:tcPr>
          <w:p w14:paraId="339F39E9" w14:textId="4AFDAA28" w:rsidR="00DD2DA7" w:rsidRDefault="00BD151B" w:rsidP="0003446A">
            <w:r>
              <w:t>Breastfeeding Prevalence Report</w:t>
            </w:r>
          </w:p>
        </w:tc>
        <w:tc>
          <w:tcPr>
            <w:tcW w:w="2337" w:type="dxa"/>
          </w:tcPr>
          <w:p w14:paraId="7E7D6E2A" w14:textId="29F60BB3" w:rsidR="00DD2DA7" w:rsidRDefault="00BD151B" w:rsidP="0003446A">
            <w:r w:rsidRPr="00BD151B">
              <w:t xml:space="preserve">Focus </w:t>
            </w:r>
            <w:r w:rsidR="008468F0">
              <w:t>D</w:t>
            </w:r>
            <w:r w:rsidRPr="00BD151B">
              <w:t>ata Systems</w:t>
            </w:r>
          </w:p>
        </w:tc>
        <w:tc>
          <w:tcPr>
            <w:tcW w:w="2698" w:type="dxa"/>
          </w:tcPr>
          <w:p w14:paraId="2CF84F40" w14:textId="77777777" w:rsidR="00DD2DA7" w:rsidRDefault="00DD2DA7" w:rsidP="0003446A"/>
        </w:tc>
      </w:tr>
      <w:tr w:rsidR="00890BE1" w:rsidRPr="006B2862" w14:paraId="08F36AE3" w14:textId="77777777" w:rsidTr="001F3181">
        <w:tc>
          <w:tcPr>
            <w:tcW w:w="2515" w:type="dxa"/>
          </w:tcPr>
          <w:p w14:paraId="00BCE203" w14:textId="2CFC8BEA" w:rsidR="00890BE1" w:rsidRDefault="00B62201" w:rsidP="0003446A">
            <w:r>
              <w:t>Section 4: Gaining Participant Feedback</w:t>
            </w:r>
          </w:p>
        </w:tc>
        <w:tc>
          <w:tcPr>
            <w:tcW w:w="3240" w:type="dxa"/>
          </w:tcPr>
          <w:p w14:paraId="69372BF5" w14:textId="74F13479" w:rsidR="00890BE1" w:rsidRPr="006B2862" w:rsidRDefault="006B2862" w:rsidP="0003446A">
            <w:pPr>
              <w:rPr>
                <w:lang w:val="fr-FR"/>
              </w:rPr>
            </w:pPr>
            <w:r w:rsidRPr="006B2862">
              <w:rPr>
                <w:lang w:val="fr-FR"/>
              </w:rPr>
              <w:t>Iowa WIC Participant Satisfaction Su</w:t>
            </w:r>
            <w:r>
              <w:rPr>
                <w:lang w:val="fr-FR"/>
              </w:rPr>
              <w:t>rvey</w:t>
            </w:r>
          </w:p>
        </w:tc>
        <w:tc>
          <w:tcPr>
            <w:tcW w:w="2337" w:type="dxa"/>
          </w:tcPr>
          <w:p w14:paraId="049E4FEB" w14:textId="5790BC94" w:rsidR="00890BE1" w:rsidRPr="00101CBC" w:rsidRDefault="000B33EC" w:rsidP="0003446A">
            <w:r w:rsidRPr="00101CBC">
              <w:t xml:space="preserve">Local data sent to </w:t>
            </w:r>
            <w:r w:rsidR="00101CBC" w:rsidRPr="00101CBC">
              <w:t>a</w:t>
            </w:r>
            <w:r w:rsidR="00101CBC">
              <w:t>gencies Feb 2024.</w:t>
            </w:r>
          </w:p>
        </w:tc>
        <w:tc>
          <w:tcPr>
            <w:tcW w:w="2698" w:type="dxa"/>
          </w:tcPr>
          <w:p w14:paraId="486C9741" w14:textId="77777777" w:rsidR="00890BE1" w:rsidRPr="00101CBC" w:rsidRDefault="00890BE1" w:rsidP="0003446A"/>
        </w:tc>
      </w:tr>
      <w:tr w:rsidR="00220FA1" w:rsidRPr="006B2862" w14:paraId="42E3BBCD" w14:textId="77777777" w:rsidTr="001F3181">
        <w:tc>
          <w:tcPr>
            <w:tcW w:w="2515" w:type="dxa"/>
          </w:tcPr>
          <w:p w14:paraId="7BDC0398" w14:textId="1DB1DD83" w:rsidR="00220FA1" w:rsidRDefault="00220FA1" w:rsidP="0003446A">
            <w:r w:rsidRPr="00220FA1">
              <w:t>Section 4: Gaining Participant Feedback</w:t>
            </w:r>
          </w:p>
        </w:tc>
        <w:tc>
          <w:tcPr>
            <w:tcW w:w="3240" w:type="dxa"/>
          </w:tcPr>
          <w:p w14:paraId="4282DB80" w14:textId="03A79560" w:rsidR="00220FA1" w:rsidRPr="006B2862" w:rsidRDefault="00235129" w:rsidP="00235129">
            <w:pPr>
              <w:rPr>
                <w:lang w:val="fr-FR"/>
              </w:rPr>
            </w:pPr>
            <w:r>
              <w:t>Additional locally collected data</w:t>
            </w:r>
          </w:p>
        </w:tc>
        <w:tc>
          <w:tcPr>
            <w:tcW w:w="2337" w:type="dxa"/>
          </w:tcPr>
          <w:p w14:paraId="312B8BF3" w14:textId="2AE9A663" w:rsidR="00220FA1" w:rsidRDefault="00C77B4B" w:rsidP="0003446A">
            <w:pPr>
              <w:rPr>
                <w:lang w:val="fr-FR"/>
              </w:rPr>
            </w:pPr>
            <w:r>
              <w:rPr>
                <w:lang w:val="fr-FR"/>
              </w:rPr>
              <w:t>Local data</w:t>
            </w:r>
          </w:p>
        </w:tc>
        <w:tc>
          <w:tcPr>
            <w:tcW w:w="2698" w:type="dxa"/>
          </w:tcPr>
          <w:p w14:paraId="6EA4C9EF" w14:textId="77777777" w:rsidR="00220FA1" w:rsidRPr="006B2862" w:rsidRDefault="00220FA1" w:rsidP="0003446A">
            <w:pPr>
              <w:rPr>
                <w:lang w:val="fr-FR"/>
              </w:rPr>
            </w:pPr>
          </w:p>
        </w:tc>
      </w:tr>
    </w:tbl>
    <w:p w14:paraId="39C5F7C3" w14:textId="30BBBDF9" w:rsidR="00861AFA" w:rsidRDefault="00B23158" w:rsidP="001F3181">
      <w:pPr>
        <w:pStyle w:val="Heading3"/>
      </w:pPr>
      <w:bookmarkStart w:id="0" w:name="_Hlk152770376"/>
      <w:r w:rsidRPr="006723FD">
        <w:lastRenderedPageBreak/>
        <w:t xml:space="preserve">Step </w:t>
      </w:r>
      <w:r w:rsidR="00DE2132" w:rsidRPr="006723FD">
        <w:t>3:</w:t>
      </w:r>
      <w:r w:rsidRPr="006723FD">
        <w:t xml:space="preserve"> </w:t>
      </w:r>
      <w:bookmarkEnd w:id="0"/>
      <w:r w:rsidR="003E4A03">
        <w:t xml:space="preserve"> </w:t>
      </w:r>
      <w:r w:rsidR="00FB1597">
        <w:t>Analyzing the Data</w:t>
      </w:r>
    </w:p>
    <w:p w14:paraId="0E872E98" w14:textId="76DFE9E3" w:rsidR="00B808A7" w:rsidRDefault="00B808A7" w:rsidP="00B808A7">
      <w:r>
        <w:t xml:space="preserve">Identify who will complete the critical tasks of the </w:t>
      </w:r>
      <w:r w:rsidR="0011070B">
        <w:t>NENA</w:t>
      </w:r>
      <w:r w:rsidR="00D22D2A">
        <w:t>.</w:t>
      </w:r>
    </w:p>
    <w:p w14:paraId="288F0E2B" w14:textId="77777777" w:rsidR="0011070B" w:rsidRPr="00B808A7" w:rsidRDefault="0011070B" w:rsidP="00B808A7"/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596"/>
        <w:gridCol w:w="3597"/>
        <w:gridCol w:w="3597"/>
      </w:tblGrid>
      <w:tr w:rsidR="008A4826" w14:paraId="3B638BA5" w14:textId="77777777" w:rsidTr="001F3181">
        <w:tc>
          <w:tcPr>
            <w:tcW w:w="3596" w:type="dxa"/>
            <w:shd w:val="clear" w:color="auto" w:fill="B9D3DC" w:themeFill="accent2"/>
          </w:tcPr>
          <w:p w14:paraId="124AFC4B" w14:textId="7A5EA121" w:rsidR="008A4826" w:rsidRDefault="008A4826" w:rsidP="008406CD">
            <w:pPr>
              <w:jc w:val="center"/>
            </w:pPr>
            <w:r>
              <w:t>NENA Section</w:t>
            </w:r>
          </w:p>
        </w:tc>
        <w:tc>
          <w:tcPr>
            <w:tcW w:w="3597" w:type="dxa"/>
            <w:shd w:val="clear" w:color="auto" w:fill="B9D3DC" w:themeFill="accent2"/>
          </w:tcPr>
          <w:p w14:paraId="61BD7AFF" w14:textId="2692D69E" w:rsidR="008A4826" w:rsidRDefault="00EF3B33" w:rsidP="008406CD">
            <w:pPr>
              <w:jc w:val="center"/>
            </w:pPr>
            <w:r>
              <w:t>Analysis Task</w:t>
            </w:r>
          </w:p>
        </w:tc>
        <w:tc>
          <w:tcPr>
            <w:tcW w:w="3597" w:type="dxa"/>
            <w:shd w:val="clear" w:color="auto" w:fill="B9D3DC" w:themeFill="accent2"/>
          </w:tcPr>
          <w:p w14:paraId="3D2479DB" w14:textId="19F31D0B" w:rsidR="008A4826" w:rsidRDefault="00EF3B33" w:rsidP="008406CD">
            <w:pPr>
              <w:jc w:val="center"/>
            </w:pPr>
            <w:r>
              <w:t xml:space="preserve">Staff </w:t>
            </w:r>
            <w:r w:rsidR="008F3AFC" w:rsidRPr="008F3AFC">
              <w:t xml:space="preserve">Member(s) </w:t>
            </w:r>
            <w:r>
              <w:t>Responsible</w:t>
            </w:r>
          </w:p>
        </w:tc>
      </w:tr>
      <w:tr w:rsidR="008A4826" w14:paraId="55EA42C2" w14:textId="77777777" w:rsidTr="001F3181">
        <w:tc>
          <w:tcPr>
            <w:tcW w:w="3596" w:type="dxa"/>
          </w:tcPr>
          <w:p w14:paraId="74F0FE8C" w14:textId="56C282A7" w:rsidR="008A4826" w:rsidRDefault="008F3AFC" w:rsidP="00FB1597">
            <w:r w:rsidRPr="008F3AFC">
              <w:t>Section 2: Nutrition Services</w:t>
            </w:r>
          </w:p>
        </w:tc>
        <w:tc>
          <w:tcPr>
            <w:tcW w:w="3597" w:type="dxa"/>
          </w:tcPr>
          <w:p w14:paraId="5C62373F" w14:textId="4212CF8C" w:rsidR="008A4826" w:rsidRDefault="0014385E" w:rsidP="00FB1597">
            <w:r>
              <w:t xml:space="preserve">Answer </w:t>
            </w:r>
            <w:r w:rsidR="00A16DEB">
              <w:t xml:space="preserve">Participation </w:t>
            </w:r>
            <w:r w:rsidR="00EF1570">
              <w:t xml:space="preserve">Data </w:t>
            </w:r>
            <w:r w:rsidR="00602B17">
              <w:t>Interpretation Questions</w:t>
            </w:r>
          </w:p>
        </w:tc>
        <w:tc>
          <w:tcPr>
            <w:tcW w:w="3597" w:type="dxa"/>
          </w:tcPr>
          <w:p w14:paraId="3EEE456D" w14:textId="77777777" w:rsidR="008A4826" w:rsidRDefault="008A4826" w:rsidP="00FB1597"/>
        </w:tc>
      </w:tr>
      <w:tr w:rsidR="008A4826" w14:paraId="17FA0E94" w14:textId="77777777" w:rsidTr="001F3181">
        <w:tc>
          <w:tcPr>
            <w:tcW w:w="3596" w:type="dxa"/>
          </w:tcPr>
          <w:p w14:paraId="170FF65A" w14:textId="79310559" w:rsidR="008A4826" w:rsidRDefault="005B2731" w:rsidP="00FB1597">
            <w:r w:rsidRPr="005B2731">
              <w:t>Section 2: Nutrition Services</w:t>
            </w:r>
          </w:p>
        </w:tc>
        <w:tc>
          <w:tcPr>
            <w:tcW w:w="3597" w:type="dxa"/>
          </w:tcPr>
          <w:p w14:paraId="5A6AA76C" w14:textId="72DFCEA8" w:rsidR="008A4826" w:rsidRDefault="0014385E" w:rsidP="00FB1597">
            <w:r>
              <w:t xml:space="preserve">Answer </w:t>
            </w:r>
            <w:r w:rsidR="00EF1570">
              <w:t>Enrollment Data Interpretation Questions</w:t>
            </w:r>
          </w:p>
        </w:tc>
        <w:tc>
          <w:tcPr>
            <w:tcW w:w="3597" w:type="dxa"/>
          </w:tcPr>
          <w:p w14:paraId="48A5B413" w14:textId="77777777" w:rsidR="008A4826" w:rsidRDefault="008A4826" w:rsidP="00FB1597"/>
        </w:tc>
      </w:tr>
      <w:tr w:rsidR="008A4826" w14:paraId="06EB9E99" w14:textId="77777777" w:rsidTr="001F3181">
        <w:tc>
          <w:tcPr>
            <w:tcW w:w="3596" w:type="dxa"/>
          </w:tcPr>
          <w:p w14:paraId="6F0DF6CA" w14:textId="735B1122" w:rsidR="008A4826" w:rsidRDefault="005C3333" w:rsidP="00FB1597">
            <w:r w:rsidRPr="005C3333">
              <w:t>Section 2: Nutrition Services</w:t>
            </w:r>
          </w:p>
        </w:tc>
        <w:tc>
          <w:tcPr>
            <w:tcW w:w="3597" w:type="dxa"/>
          </w:tcPr>
          <w:p w14:paraId="05C197FA" w14:textId="4D27C60D" w:rsidR="008A4826" w:rsidRDefault="0014385E" w:rsidP="00FB1597">
            <w:r>
              <w:t xml:space="preserve">Answer </w:t>
            </w:r>
            <w:r w:rsidR="005B2731">
              <w:t xml:space="preserve">Appointment Data </w:t>
            </w:r>
            <w:r w:rsidR="005C3333">
              <w:t>Interpretation Questions</w:t>
            </w:r>
          </w:p>
        </w:tc>
        <w:tc>
          <w:tcPr>
            <w:tcW w:w="3597" w:type="dxa"/>
          </w:tcPr>
          <w:p w14:paraId="6EEFF735" w14:textId="77777777" w:rsidR="008A4826" w:rsidRDefault="008A4826" w:rsidP="00FB1597"/>
        </w:tc>
      </w:tr>
      <w:tr w:rsidR="00DD6F57" w14:paraId="03A67F4D" w14:textId="77777777" w:rsidTr="001F3181">
        <w:tc>
          <w:tcPr>
            <w:tcW w:w="3596" w:type="dxa"/>
          </w:tcPr>
          <w:p w14:paraId="11E2BE03" w14:textId="45B3FE02" w:rsidR="00DD6F57" w:rsidRPr="005C3333" w:rsidRDefault="00DD6F57" w:rsidP="00FB1597">
            <w:r w:rsidRPr="00DD6F57">
              <w:t>Section 2: Nutrition Services</w:t>
            </w:r>
          </w:p>
        </w:tc>
        <w:tc>
          <w:tcPr>
            <w:tcW w:w="3597" w:type="dxa"/>
          </w:tcPr>
          <w:p w14:paraId="42A028BF" w14:textId="63A7B4E0" w:rsidR="00DD6F57" w:rsidRDefault="0014385E" w:rsidP="00FB1597">
            <w:r>
              <w:t xml:space="preserve">Answer </w:t>
            </w:r>
            <w:r w:rsidR="001E744A">
              <w:t xml:space="preserve">Other Nutrition Services Considerations </w:t>
            </w:r>
          </w:p>
        </w:tc>
        <w:tc>
          <w:tcPr>
            <w:tcW w:w="3597" w:type="dxa"/>
          </w:tcPr>
          <w:p w14:paraId="1547EEF2" w14:textId="77777777" w:rsidR="00DD6F57" w:rsidRDefault="00DD6F57" w:rsidP="00FB1597"/>
        </w:tc>
      </w:tr>
      <w:tr w:rsidR="001E744A" w14:paraId="7C3433BC" w14:textId="77777777" w:rsidTr="001F3181">
        <w:tc>
          <w:tcPr>
            <w:tcW w:w="3596" w:type="dxa"/>
          </w:tcPr>
          <w:p w14:paraId="357AC2FD" w14:textId="4E4B5A4B" w:rsidR="001E744A" w:rsidRPr="00DD6F57" w:rsidRDefault="00820DF9" w:rsidP="00FB1597">
            <w:r w:rsidRPr="00820DF9">
              <w:t>Section 3: Nutrition and Health Indicators</w:t>
            </w:r>
          </w:p>
        </w:tc>
        <w:tc>
          <w:tcPr>
            <w:tcW w:w="3597" w:type="dxa"/>
          </w:tcPr>
          <w:p w14:paraId="41972B2B" w14:textId="37B8F8D6" w:rsidR="001E744A" w:rsidRDefault="004E4EAC" w:rsidP="00FB1597">
            <w:r>
              <w:t xml:space="preserve">Complete Nutrition Risk Worksheet for </w:t>
            </w:r>
            <w:r w:rsidR="00240B53">
              <w:t>E</w:t>
            </w:r>
            <w:r>
              <w:t xml:space="preserve">ach </w:t>
            </w:r>
            <w:r w:rsidR="00240B53">
              <w:t>P</w:t>
            </w:r>
            <w:r>
              <w:t xml:space="preserve">articipant </w:t>
            </w:r>
            <w:r w:rsidR="00240B53">
              <w:t>C</w:t>
            </w:r>
            <w:r>
              <w:t>ategory</w:t>
            </w:r>
          </w:p>
        </w:tc>
        <w:tc>
          <w:tcPr>
            <w:tcW w:w="3597" w:type="dxa"/>
          </w:tcPr>
          <w:p w14:paraId="5F5FE07E" w14:textId="77777777" w:rsidR="001E744A" w:rsidRDefault="001E744A" w:rsidP="00FB1597"/>
        </w:tc>
      </w:tr>
      <w:tr w:rsidR="001E744A" w14:paraId="4CEA0953" w14:textId="77777777" w:rsidTr="001F3181">
        <w:tc>
          <w:tcPr>
            <w:tcW w:w="3596" w:type="dxa"/>
          </w:tcPr>
          <w:p w14:paraId="44A88550" w14:textId="4002AA20" w:rsidR="001E744A" w:rsidRPr="00DD6F57" w:rsidRDefault="00820DF9" w:rsidP="00FB1597">
            <w:r w:rsidRPr="00820DF9">
              <w:t>Section 3: Nutrition and Health Indicators</w:t>
            </w:r>
          </w:p>
        </w:tc>
        <w:tc>
          <w:tcPr>
            <w:tcW w:w="3597" w:type="dxa"/>
          </w:tcPr>
          <w:p w14:paraId="100F2B47" w14:textId="690C2783" w:rsidR="001E744A" w:rsidRDefault="001524D8" w:rsidP="00FB1597">
            <w:r>
              <w:t>Complete Breastfeeding Prevalence Worksheet</w:t>
            </w:r>
          </w:p>
        </w:tc>
        <w:tc>
          <w:tcPr>
            <w:tcW w:w="3597" w:type="dxa"/>
          </w:tcPr>
          <w:p w14:paraId="30FBF4C5" w14:textId="77777777" w:rsidR="001E744A" w:rsidRDefault="001E744A" w:rsidP="00FB1597"/>
        </w:tc>
      </w:tr>
      <w:tr w:rsidR="001E744A" w14:paraId="6608C9CE" w14:textId="77777777" w:rsidTr="001F3181">
        <w:tc>
          <w:tcPr>
            <w:tcW w:w="3596" w:type="dxa"/>
          </w:tcPr>
          <w:p w14:paraId="7F6264C0" w14:textId="3CA9B640" w:rsidR="001E744A" w:rsidRPr="00DD6F57" w:rsidRDefault="00820DF9" w:rsidP="00FB1597">
            <w:r w:rsidRPr="00820DF9">
              <w:t>Section 3: Nutrition and Health Indicators</w:t>
            </w:r>
          </w:p>
        </w:tc>
        <w:tc>
          <w:tcPr>
            <w:tcW w:w="3597" w:type="dxa"/>
          </w:tcPr>
          <w:p w14:paraId="7CC021E4" w14:textId="27BDED00" w:rsidR="001E744A" w:rsidRDefault="00F556BF" w:rsidP="00FB1597">
            <w:r>
              <w:t xml:space="preserve">Answer </w:t>
            </w:r>
            <w:r w:rsidR="00DA4ECF">
              <w:t xml:space="preserve">Breastfeeding </w:t>
            </w:r>
            <w:r w:rsidR="00240B53">
              <w:t xml:space="preserve">Prevalence </w:t>
            </w:r>
            <w:r>
              <w:t>Inter</w:t>
            </w:r>
            <w:r w:rsidR="00DA4ECF">
              <w:t>pre</w:t>
            </w:r>
            <w:r w:rsidR="00240B53">
              <w:t>t</w:t>
            </w:r>
            <w:r w:rsidR="00DA4ECF">
              <w:t>ation</w:t>
            </w:r>
            <w:r w:rsidR="00240B53">
              <w:t xml:space="preserve"> Questions</w:t>
            </w:r>
          </w:p>
        </w:tc>
        <w:tc>
          <w:tcPr>
            <w:tcW w:w="3597" w:type="dxa"/>
          </w:tcPr>
          <w:p w14:paraId="71E129AD" w14:textId="77777777" w:rsidR="001E744A" w:rsidRDefault="001E744A" w:rsidP="00FB1597"/>
        </w:tc>
      </w:tr>
      <w:tr w:rsidR="00C932E9" w14:paraId="703F4928" w14:textId="77777777" w:rsidTr="001F3181">
        <w:tc>
          <w:tcPr>
            <w:tcW w:w="3596" w:type="dxa"/>
          </w:tcPr>
          <w:p w14:paraId="38FA3C31" w14:textId="13B1D9E0" w:rsidR="00C932E9" w:rsidRPr="00820DF9" w:rsidRDefault="00C932E9" w:rsidP="00FB1597">
            <w:r w:rsidRPr="00C932E9">
              <w:t>Section 3: Nutrition and Health Indicators</w:t>
            </w:r>
          </w:p>
        </w:tc>
        <w:tc>
          <w:tcPr>
            <w:tcW w:w="3597" w:type="dxa"/>
          </w:tcPr>
          <w:p w14:paraId="72E3F10D" w14:textId="291522E2" w:rsidR="00C932E9" w:rsidRDefault="00DA4ECF" w:rsidP="00FB1597">
            <w:r w:rsidRPr="00DA4ECF">
              <w:t>Answer Prevalence of Nutrition Risk Interpretation Questions</w:t>
            </w:r>
          </w:p>
        </w:tc>
        <w:tc>
          <w:tcPr>
            <w:tcW w:w="3597" w:type="dxa"/>
          </w:tcPr>
          <w:p w14:paraId="2DA363FA" w14:textId="77777777" w:rsidR="00C932E9" w:rsidRDefault="00C932E9" w:rsidP="00FB1597"/>
        </w:tc>
      </w:tr>
      <w:tr w:rsidR="0021003C" w14:paraId="786D83B2" w14:textId="77777777" w:rsidTr="001F3181">
        <w:tc>
          <w:tcPr>
            <w:tcW w:w="3596" w:type="dxa"/>
          </w:tcPr>
          <w:p w14:paraId="744541E4" w14:textId="589CCA49" w:rsidR="0021003C" w:rsidRPr="00C932E9" w:rsidRDefault="007533A1" w:rsidP="00FB1597">
            <w:r w:rsidRPr="007533A1">
              <w:t>Section 4: Gaining Participant Feedback</w:t>
            </w:r>
          </w:p>
        </w:tc>
        <w:tc>
          <w:tcPr>
            <w:tcW w:w="3597" w:type="dxa"/>
          </w:tcPr>
          <w:p w14:paraId="1FFDAC29" w14:textId="18D337DB" w:rsidR="0021003C" w:rsidRPr="00DA4ECF" w:rsidRDefault="00E8623D" w:rsidP="00FB1597">
            <w:r>
              <w:t>Answer Participant Feedback Interpretation Questions</w:t>
            </w:r>
          </w:p>
        </w:tc>
        <w:tc>
          <w:tcPr>
            <w:tcW w:w="3597" w:type="dxa"/>
          </w:tcPr>
          <w:p w14:paraId="61C25CC3" w14:textId="77777777" w:rsidR="0021003C" w:rsidRDefault="0021003C" w:rsidP="00FB1597"/>
        </w:tc>
      </w:tr>
      <w:tr w:rsidR="008E7199" w14:paraId="7B308B9A" w14:textId="77777777" w:rsidTr="001F3181">
        <w:tc>
          <w:tcPr>
            <w:tcW w:w="3596" w:type="dxa"/>
          </w:tcPr>
          <w:p w14:paraId="6655C9EF" w14:textId="1464DA77" w:rsidR="008E7199" w:rsidRPr="007533A1" w:rsidRDefault="007A354E" w:rsidP="00FB1597">
            <w:r>
              <w:t>Section 5: Action Planning</w:t>
            </w:r>
          </w:p>
        </w:tc>
        <w:tc>
          <w:tcPr>
            <w:tcW w:w="3597" w:type="dxa"/>
          </w:tcPr>
          <w:p w14:paraId="0430BA75" w14:textId="6F9E68C0" w:rsidR="008E7199" w:rsidRDefault="00447BC6" w:rsidP="00FB1597">
            <w:r>
              <w:t>Complet</w:t>
            </w:r>
            <w:r w:rsidR="006F25FE">
              <w:t>e</w:t>
            </w:r>
            <w:r>
              <w:t xml:space="preserve"> Nutrition Education Priorities </w:t>
            </w:r>
            <w:r w:rsidR="006F25FE">
              <w:t>Worksheet</w:t>
            </w:r>
          </w:p>
        </w:tc>
        <w:tc>
          <w:tcPr>
            <w:tcW w:w="3597" w:type="dxa"/>
          </w:tcPr>
          <w:p w14:paraId="5C6DCBCE" w14:textId="77777777" w:rsidR="008E7199" w:rsidRDefault="008E7199" w:rsidP="00FB1597"/>
        </w:tc>
      </w:tr>
      <w:tr w:rsidR="00177F7A" w14:paraId="6CA771E0" w14:textId="77777777" w:rsidTr="001F3181">
        <w:tc>
          <w:tcPr>
            <w:tcW w:w="3596" w:type="dxa"/>
          </w:tcPr>
          <w:p w14:paraId="261EB4F8" w14:textId="4CDFB70D" w:rsidR="00177F7A" w:rsidRDefault="00177F7A" w:rsidP="00FB1597">
            <w:r w:rsidRPr="00177F7A">
              <w:t>Section 5: Action Planning</w:t>
            </w:r>
          </w:p>
        </w:tc>
        <w:tc>
          <w:tcPr>
            <w:tcW w:w="3597" w:type="dxa"/>
          </w:tcPr>
          <w:p w14:paraId="03115115" w14:textId="664569CD" w:rsidR="00177F7A" w:rsidRDefault="00776AD8" w:rsidP="00FB1597">
            <w:r>
              <w:t xml:space="preserve">Answer </w:t>
            </w:r>
            <w:r w:rsidR="00D67500">
              <w:t xml:space="preserve">Program Priorities Inquiry </w:t>
            </w:r>
            <w:r w:rsidR="00F70BE7">
              <w:t>Questions</w:t>
            </w:r>
          </w:p>
        </w:tc>
        <w:tc>
          <w:tcPr>
            <w:tcW w:w="3597" w:type="dxa"/>
          </w:tcPr>
          <w:p w14:paraId="4A6054F1" w14:textId="77777777" w:rsidR="00177F7A" w:rsidRDefault="00177F7A" w:rsidP="00FB1597"/>
        </w:tc>
      </w:tr>
    </w:tbl>
    <w:p w14:paraId="4D83F30B" w14:textId="77777777" w:rsidR="00FB1597" w:rsidRPr="00FB1597" w:rsidRDefault="00FB1597" w:rsidP="00FB1597"/>
    <w:p w14:paraId="64C2420C" w14:textId="2A6BA3F8" w:rsidR="003E4A03" w:rsidRDefault="003E4A03" w:rsidP="001F3181">
      <w:pPr>
        <w:pStyle w:val="Heading3"/>
      </w:pPr>
      <w:r w:rsidRPr="003E4A03">
        <w:t xml:space="preserve">Step </w:t>
      </w:r>
      <w:r>
        <w:t>4</w:t>
      </w:r>
      <w:r w:rsidRPr="003E4A03">
        <w:t xml:space="preserve">: Completion of NENA </w:t>
      </w:r>
      <w:r w:rsidR="00422E83" w:rsidRPr="00422E83">
        <w:t>Action Plan</w:t>
      </w:r>
      <w:r w:rsidR="00422E83">
        <w:t>s</w:t>
      </w:r>
    </w:p>
    <w:p w14:paraId="1AEE25FE" w14:textId="01961CEA" w:rsidR="00454255" w:rsidRPr="00454255" w:rsidRDefault="00454255" w:rsidP="00454255">
      <w:r>
        <w:t xml:space="preserve">Identify who will complete the Action Plans </w:t>
      </w:r>
      <w:r w:rsidR="004851B3">
        <w:t>and when</w:t>
      </w:r>
      <w:r w:rsidR="00D22D2A">
        <w:t>.</w:t>
      </w:r>
    </w:p>
    <w:p w14:paraId="38FC4087" w14:textId="5D066097" w:rsidR="00682D32" w:rsidRPr="005833B7" w:rsidRDefault="00682D32" w:rsidP="002611BD">
      <w:pPr>
        <w:spacing w:line="276" w:lineRule="auto"/>
        <w:rPr>
          <w:sz w:val="2"/>
          <w:szCs w:val="2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491"/>
        <w:gridCol w:w="1976"/>
        <w:gridCol w:w="2806"/>
        <w:gridCol w:w="2517"/>
      </w:tblGrid>
      <w:tr w:rsidR="004C4917" w:rsidRPr="0046145D" w14:paraId="719687D6" w14:textId="217C726A" w:rsidTr="001F3181">
        <w:tc>
          <w:tcPr>
            <w:tcW w:w="3491" w:type="dxa"/>
            <w:shd w:val="clear" w:color="auto" w:fill="B9D3DC" w:themeFill="accent2"/>
          </w:tcPr>
          <w:p w14:paraId="7D1F4C40" w14:textId="3730FF03" w:rsidR="004C4917" w:rsidRPr="0046145D" w:rsidRDefault="004C4917" w:rsidP="008406CD">
            <w:pPr>
              <w:spacing w:line="276" w:lineRule="auto"/>
              <w:jc w:val="center"/>
            </w:pPr>
            <w:r>
              <w:t>Plans</w:t>
            </w:r>
          </w:p>
        </w:tc>
        <w:tc>
          <w:tcPr>
            <w:tcW w:w="1976" w:type="dxa"/>
            <w:shd w:val="clear" w:color="auto" w:fill="B9D3DC" w:themeFill="accent2"/>
          </w:tcPr>
          <w:p w14:paraId="34BD2EBC" w14:textId="0BECCDEA" w:rsidR="004C4917" w:rsidRPr="0046145D" w:rsidRDefault="004C4917" w:rsidP="008406CD">
            <w:pPr>
              <w:spacing w:line="276" w:lineRule="auto"/>
              <w:jc w:val="center"/>
            </w:pPr>
            <w:r>
              <w:t>Staff Member(s) Responsible</w:t>
            </w:r>
          </w:p>
        </w:tc>
        <w:tc>
          <w:tcPr>
            <w:tcW w:w="2806" w:type="dxa"/>
            <w:shd w:val="clear" w:color="auto" w:fill="B9D3DC" w:themeFill="accent2"/>
          </w:tcPr>
          <w:p w14:paraId="58B6A2F5" w14:textId="19ACB93C" w:rsidR="004C4917" w:rsidRPr="0046145D" w:rsidRDefault="004C4917" w:rsidP="008406CD">
            <w:pPr>
              <w:spacing w:line="276" w:lineRule="auto"/>
              <w:jc w:val="center"/>
            </w:pPr>
            <w:r>
              <w:t>Timeline</w:t>
            </w:r>
          </w:p>
        </w:tc>
        <w:tc>
          <w:tcPr>
            <w:tcW w:w="2517" w:type="dxa"/>
            <w:shd w:val="clear" w:color="auto" w:fill="B9D3DC" w:themeFill="accent2"/>
          </w:tcPr>
          <w:p w14:paraId="3E3E21C7" w14:textId="7106A0D5" w:rsidR="004C4917" w:rsidRDefault="004C4917" w:rsidP="008406CD">
            <w:pPr>
              <w:spacing w:line="276" w:lineRule="auto"/>
              <w:jc w:val="center"/>
            </w:pPr>
            <w:r>
              <w:t>Check- In</w:t>
            </w:r>
          </w:p>
        </w:tc>
      </w:tr>
      <w:tr w:rsidR="004C4917" w:rsidRPr="0074759A" w14:paraId="0B1065B6" w14:textId="198566F9" w:rsidTr="001F3181">
        <w:tc>
          <w:tcPr>
            <w:tcW w:w="3491" w:type="dxa"/>
          </w:tcPr>
          <w:p w14:paraId="6E70685F" w14:textId="77777777" w:rsidR="004C4917" w:rsidRDefault="004C4917" w:rsidP="002611BD">
            <w:pPr>
              <w:spacing w:line="276" w:lineRule="auto"/>
              <w:rPr>
                <w:lang w:val="fr-FR"/>
              </w:rPr>
            </w:pPr>
            <w:r w:rsidRPr="0074759A">
              <w:rPr>
                <w:lang w:val="fr-FR"/>
              </w:rPr>
              <w:t>Action Plan</w:t>
            </w:r>
            <w:r>
              <w:rPr>
                <w:lang w:val="fr-FR"/>
              </w:rPr>
              <w:t xml:space="preserve"> </w:t>
            </w:r>
            <w:r w:rsidRPr="0074759A">
              <w:rPr>
                <w:lang w:val="fr-FR"/>
              </w:rPr>
              <w:t>– Nutrition E</w:t>
            </w:r>
            <w:r>
              <w:rPr>
                <w:lang w:val="fr-FR"/>
              </w:rPr>
              <w:t>ducation</w:t>
            </w:r>
          </w:p>
          <w:p w14:paraId="55CF9EB6" w14:textId="2B3A1626" w:rsidR="005A1777" w:rsidRPr="0074759A" w:rsidRDefault="005A1777" w:rsidP="002611BD">
            <w:pPr>
              <w:spacing w:line="276" w:lineRule="auto"/>
              <w:rPr>
                <w:lang w:val="fr-FR"/>
              </w:rPr>
            </w:pPr>
          </w:p>
        </w:tc>
        <w:tc>
          <w:tcPr>
            <w:tcW w:w="1976" w:type="dxa"/>
          </w:tcPr>
          <w:p w14:paraId="19088702" w14:textId="77777777" w:rsidR="004C4917" w:rsidRPr="0074759A" w:rsidRDefault="004C4917" w:rsidP="002611BD">
            <w:pPr>
              <w:spacing w:line="276" w:lineRule="auto"/>
              <w:rPr>
                <w:lang w:val="fr-FR"/>
              </w:rPr>
            </w:pPr>
          </w:p>
        </w:tc>
        <w:tc>
          <w:tcPr>
            <w:tcW w:w="2806" w:type="dxa"/>
          </w:tcPr>
          <w:p w14:paraId="773017DD" w14:textId="77777777" w:rsidR="004C4917" w:rsidRPr="0074759A" w:rsidRDefault="004C4917" w:rsidP="002611BD">
            <w:pPr>
              <w:spacing w:line="276" w:lineRule="auto"/>
              <w:rPr>
                <w:lang w:val="fr-FR"/>
              </w:rPr>
            </w:pPr>
          </w:p>
        </w:tc>
        <w:tc>
          <w:tcPr>
            <w:tcW w:w="2517" w:type="dxa"/>
          </w:tcPr>
          <w:p w14:paraId="2DCC1ADA" w14:textId="77777777" w:rsidR="004C4917" w:rsidRPr="0074759A" w:rsidRDefault="004C4917" w:rsidP="002611BD">
            <w:pPr>
              <w:spacing w:line="276" w:lineRule="auto"/>
              <w:rPr>
                <w:lang w:val="fr-FR"/>
              </w:rPr>
            </w:pPr>
          </w:p>
        </w:tc>
      </w:tr>
      <w:tr w:rsidR="004C4917" w:rsidRPr="002A3B8C" w14:paraId="216A6B17" w14:textId="2DA29566" w:rsidTr="001F3181">
        <w:tc>
          <w:tcPr>
            <w:tcW w:w="3491" w:type="dxa"/>
          </w:tcPr>
          <w:p w14:paraId="4DB434AC" w14:textId="3189D39B" w:rsidR="004C4917" w:rsidRPr="002A3B8C" w:rsidRDefault="004C4917" w:rsidP="002611BD">
            <w:pPr>
              <w:spacing w:line="276" w:lineRule="auto"/>
            </w:pPr>
            <w:r w:rsidRPr="002A3B8C">
              <w:t>Action Plan – Breastfeeding P</w:t>
            </w:r>
            <w:r>
              <w:t>romotion and Support</w:t>
            </w:r>
          </w:p>
        </w:tc>
        <w:tc>
          <w:tcPr>
            <w:tcW w:w="1976" w:type="dxa"/>
          </w:tcPr>
          <w:p w14:paraId="1555818E" w14:textId="77777777" w:rsidR="004C4917" w:rsidRPr="002A3B8C" w:rsidRDefault="004C4917" w:rsidP="002611BD">
            <w:pPr>
              <w:spacing w:line="276" w:lineRule="auto"/>
            </w:pPr>
          </w:p>
        </w:tc>
        <w:tc>
          <w:tcPr>
            <w:tcW w:w="2806" w:type="dxa"/>
          </w:tcPr>
          <w:p w14:paraId="0C57DA9D" w14:textId="77777777" w:rsidR="004C4917" w:rsidRPr="002A3B8C" w:rsidRDefault="004C4917" w:rsidP="002611BD">
            <w:pPr>
              <w:spacing w:line="276" w:lineRule="auto"/>
            </w:pPr>
          </w:p>
        </w:tc>
        <w:tc>
          <w:tcPr>
            <w:tcW w:w="2517" w:type="dxa"/>
          </w:tcPr>
          <w:p w14:paraId="514A38BB" w14:textId="77777777" w:rsidR="004C4917" w:rsidRPr="002A3B8C" w:rsidRDefault="004C4917" w:rsidP="002611BD">
            <w:pPr>
              <w:spacing w:line="276" w:lineRule="auto"/>
            </w:pPr>
          </w:p>
        </w:tc>
      </w:tr>
      <w:tr w:rsidR="004C4917" w:rsidRPr="002A3B8C" w14:paraId="68671D51" w14:textId="37FFC8DD" w:rsidTr="001F3181">
        <w:tc>
          <w:tcPr>
            <w:tcW w:w="3491" w:type="dxa"/>
          </w:tcPr>
          <w:p w14:paraId="3F4A7084" w14:textId="615A06D3" w:rsidR="004C4917" w:rsidRPr="002A3B8C" w:rsidRDefault="004C4917" w:rsidP="002611BD">
            <w:pPr>
              <w:spacing w:line="276" w:lineRule="auto"/>
            </w:pPr>
            <w:r>
              <w:t>Action Plan – Outreach/Case</w:t>
            </w:r>
            <w:r w:rsidR="00E7650C">
              <w:t>load</w:t>
            </w:r>
            <w:r>
              <w:t xml:space="preserve"> </w:t>
            </w:r>
            <w:r>
              <w:lastRenderedPageBreak/>
              <w:t xml:space="preserve">management </w:t>
            </w:r>
          </w:p>
        </w:tc>
        <w:tc>
          <w:tcPr>
            <w:tcW w:w="1976" w:type="dxa"/>
          </w:tcPr>
          <w:p w14:paraId="25CB461B" w14:textId="77777777" w:rsidR="004C4917" w:rsidRPr="002A3B8C" w:rsidRDefault="004C4917" w:rsidP="002611BD">
            <w:pPr>
              <w:spacing w:line="276" w:lineRule="auto"/>
            </w:pPr>
          </w:p>
        </w:tc>
        <w:tc>
          <w:tcPr>
            <w:tcW w:w="2806" w:type="dxa"/>
          </w:tcPr>
          <w:p w14:paraId="024D3E99" w14:textId="77777777" w:rsidR="004C4917" w:rsidRPr="002A3B8C" w:rsidRDefault="004C4917" w:rsidP="002611BD">
            <w:pPr>
              <w:spacing w:line="276" w:lineRule="auto"/>
            </w:pPr>
          </w:p>
        </w:tc>
        <w:tc>
          <w:tcPr>
            <w:tcW w:w="2517" w:type="dxa"/>
          </w:tcPr>
          <w:p w14:paraId="6AC985BF" w14:textId="77777777" w:rsidR="004C4917" w:rsidRPr="002A3B8C" w:rsidRDefault="004C4917" w:rsidP="002611BD">
            <w:pPr>
              <w:spacing w:line="276" w:lineRule="auto"/>
            </w:pPr>
          </w:p>
        </w:tc>
      </w:tr>
      <w:tr w:rsidR="004C4917" w:rsidRPr="002A3B8C" w14:paraId="23DBC880" w14:textId="62ADD497" w:rsidTr="001F3181">
        <w:tc>
          <w:tcPr>
            <w:tcW w:w="3491" w:type="dxa"/>
          </w:tcPr>
          <w:p w14:paraId="21CB3C1A" w14:textId="55B23ED3" w:rsidR="004C4917" w:rsidRPr="002A3B8C" w:rsidRDefault="004C4917" w:rsidP="002611BD">
            <w:pPr>
              <w:spacing w:line="276" w:lineRule="auto"/>
            </w:pPr>
            <w:r w:rsidRPr="00DE2132">
              <w:t>Action Plan</w:t>
            </w:r>
            <w:r>
              <w:t xml:space="preserve"> </w:t>
            </w:r>
            <w:r w:rsidRPr="00DE2132">
              <w:t>–</w:t>
            </w:r>
            <w:r>
              <w:t xml:space="preserve"> Other</w:t>
            </w:r>
          </w:p>
        </w:tc>
        <w:tc>
          <w:tcPr>
            <w:tcW w:w="1976" w:type="dxa"/>
          </w:tcPr>
          <w:p w14:paraId="0CCD64B3" w14:textId="77777777" w:rsidR="004C4917" w:rsidRPr="002A3B8C" w:rsidRDefault="004C4917" w:rsidP="002611BD">
            <w:pPr>
              <w:spacing w:line="276" w:lineRule="auto"/>
            </w:pPr>
          </w:p>
        </w:tc>
        <w:tc>
          <w:tcPr>
            <w:tcW w:w="2806" w:type="dxa"/>
          </w:tcPr>
          <w:p w14:paraId="3E9CE3CB" w14:textId="77777777" w:rsidR="004C4917" w:rsidRPr="002A3B8C" w:rsidRDefault="004C4917" w:rsidP="002611BD">
            <w:pPr>
              <w:spacing w:line="276" w:lineRule="auto"/>
            </w:pPr>
          </w:p>
        </w:tc>
        <w:tc>
          <w:tcPr>
            <w:tcW w:w="2517" w:type="dxa"/>
          </w:tcPr>
          <w:p w14:paraId="41C19AB8" w14:textId="77777777" w:rsidR="004C4917" w:rsidRPr="002A3B8C" w:rsidRDefault="004C4917" w:rsidP="002611BD">
            <w:pPr>
              <w:spacing w:line="276" w:lineRule="auto"/>
            </w:pPr>
          </w:p>
        </w:tc>
      </w:tr>
    </w:tbl>
    <w:p w14:paraId="595A45FD" w14:textId="5540FB79" w:rsidR="008C0C8E" w:rsidRPr="002A3B8C" w:rsidRDefault="008C0C8E" w:rsidP="00964E18">
      <w:pPr>
        <w:spacing w:line="276" w:lineRule="auto"/>
      </w:pPr>
    </w:p>
    <w:sectPr w:rsidR="008C0C8E" w:rsidRPr="002A3B8C" w:rsidSect="008C0C8E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1440" w:left="720" w:header="360" w:footer="36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6138" w14:textId="77777777" w:rsidR="001126D3" w:rsidRDefault="001126D3" w:rsidP="00414A43">
      <w:r>
        <w:separator/>
      </w:r>
    </w:p>
  </w:endnote>
  <w:endnote w:type="continuationSeparator" w:id="0">
    <w:p w14:paraId="32605F08" w14:textId="77777777" w:rsidR="001126D3" w:rsidRDefault="001126D3" w:rsidP="00414A43">
      <w:r>
        <w:continuationSeparator/>
      </w:r>
    </w:p>
  </w:endnote>
  <w:endnote w:type="continuationNotice" w:id="1">
    <w:p w14:paraId="1AD098F0" w14:textId="77777777" w:rsidR="001126D3" w:rsidRDefault="001126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ndon Text Regular">
    <w:panose1 w:val="020B0503020203060203"/>
    <w:charset w:val="00"/>
    <w:family w:val="swiss"/>
    <w:notTrueType/>
    <w:pitch w:val="variable"/>
    <w:sig w:usb0="A00000AF" w:usb1="5000205B" w:usb2="00000000" w:usb3="00000000" w:csb0="0000009B" w:csb1="00000000"/>
  </w:font>
  <w:font w:name="Brandon Text Medium">
    <w:panose1 w:val="020B0603020203060203"/>
    <w:charset w:val="00"/>
    <w:family w:val="swiss"/>
    <w:notTrueType/>
    <w:pitch w:val="variable"/>
    <w:sig w:usb0="A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26D1" w14:textId="57AE2379" w:rsidR="001E77DB" w:rsidRDefault="009A22B1" w:rsidP="007F3868">
    <w:pPr>
      <w:pStyle w:val="Footer"/>
    </w:pPr>
    <w:r w:rsidRPr="009A22B1">
      <w:rPr>
        <w:rFonts w:ascii="Franklin Gothic Book" w:eastAsiaTheme="minorHAnsi" w:hAnsi="Franklin Gothic Book" w:cstheme="minorBidi"/>
        <w:noProof/>
        <w:color w:val="auto"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644CF717" wp14:editId="024B4F6B">
              <wp:simplePos x="0" y="0"/>
              <wp:positionH relativeFrom="page">
                <wp:posOffset>0</wp:posOffset>
              </wp:positionH>
              <wp:positionV relativeFrom="page">
                <wp:posOffset>9326880</wp:posOffset>
              </wp:positionV>
              <wp:extent cx="7772400" cy="731520"/>
              <wp:effectExtent l="0" t="0" r="0" b="0"/>
              <wp:wrapNone/>
              <wp:docPr id="9" name="Text Box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731520"/>
                      </a:xfrm>
                      <a:prstGeom prst="rect">
                        <a:avLst/>
                      </a:prstGeom>
                      <a:solidFill>
                        <a:srgbClr val="004F7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34C22C" w14:textId="0AC8896A" w:rsidR="005800D4" w:rsidRDefault="005800D4" w:rsidP="005800D4">
                          <w:pPr>
                            <w:pStyle w:val="Footer"/>
                          </w:pPr>
                          <w:r>
                            <w:t xml:space="preserve"> </w:t>
                          </w:r>
                        </w:p>
                        <w:p w14:paraId="72B21CF9" w14:textId="531197E9" w:rsidR="009A22B1" w:rsidRDefault="009A22B1" w:rsidP="009A22B1">
                          <w:pPr>
                            <w:pStyle w:val="Footer"/>
                          </w:pPr>
                        </w:p>
                      </w:txbxContent>
                    </wps:txbx>
                    <wps:bodyPr rot="0" vert="horz" wrap="square" lIns="731520" tIns="91440" rIns="457200" bIns="9144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4CF71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&quot;&quot;" style="position:absolute;margin-left:0;margin-top:734.4pt;width:612pt;height:57.6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" fillcolor="#004f71" stroked="f">
              <v:textbox inset="57.6pt,7.2pt,36pt,7.2pt">
                <w:txbxContent>
                  <w:p w14:paraId="0834C22C" w14:textId="0AC8896A" w:rsidR="005800D4" w:rsidRDefault="005800D4" w:rsidP="005800D4">
                    <w:pPr>
                      <w:pStyle w:val="Footer"/>
                    </w:pPr>
                    <w:r>
                      <w:t xml:space="preserve"> </w:t>
                    </w:r>
                  </w:p>
                  <w:p w14:paraId="72B21CF9" w14:textId="531197E9" w:rsidR="009A22B1" w:rsidRDefault="009A22B1" w:rsidP="009A22B1">
                    <w:pPr>
                      <w:pStyle w:val="Foo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BE92563" w14:textId="3BA859E7" w:rsidR="007F03A9" w:rsidRPr="007F3868" w:rsidRDefault="007F03A9" w:rsidP="007F3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E6A2" w14:textId="570BEECB" w:rsidR="00D63EA1" w:rsidRPr="004641C8" w:rsidRDefault="004641C8" w:rsidP="00570512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1" locked="0" layoutInCell="1" allowOverlap="1" wp14:anchorId="62046726" wp14:editId="0D069C1E">
              <wp:simplePos x="0" y="0"/>
              <wp:positionH relativeFrom="page">
                <wp:align>center</wp:align>
              </wp:positionH>
              <wp:positionV relativeFrom="page">
                <wp:posOffset>9326880</wp:posOffset>
              </wp:positionV>
              <wp:extent cx="7772400" cy="731520"/>
              <wp:effectExtent l="0" t="0" r="0" b="0"/>
              <wp:wrapNone/>
              <wp:docPr id="11" name="Text Box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73152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E7F1DC" w14:textId="77777777" w:rsidR="008C0C8E" w:rsidRDefault="008C0C8E" w:rsidP="008C0C8E">
                          <w:pPr>
                            <w:pStyle w:val="Footer"/>
                            <w:jc w:val="right"/>
                          </w:pPr>
                        </w:p>
                        <w:p w14:paraId="22409513" w14:textId="23B2DF4D" w:rsidR="00275851" w:rsidRDefault="00275851" w:rsidP="008C0C8E">
                          <w:pPr>
                            <w:pStyle w:val="Footer"/>
                            <w:jc w:val="right"/>
                          </w:pPr>
                        </w:p>
                      </w:txbxContent>
                    </wps:txbx>
                    <wps:bodyPr rot="0" vert="horz" wrap="square" lIns="731520" tIns="91440" rIns="457200" bIns="9144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46726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alt="&quot;&quot;" style="position:absolute;margin-left:0;margin-top:734.4pt;width:612pt;height:57.6pt;z-index:-25165823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" fillcolor="#004f71 [3213]" stroked="f">
              <v:textbox inset="57.6pt,7.2pt,36pt,7.2pt">
                <w:txbxContent>
                  <w:p w14:paraId="12E7F1DC" w14:textId="77777777" w:rsidR="008C0C8E" w:rsidRDefault="008C0C8E" w:rsidP="008C0C8E">
                    <w:pPr>
                      <w:pStyle w:val="Footer"/>
                      <w:jc w:val="right"/>
                    </w:pPr>
                  </w:p>
                  <w:p w14:paraId="22409513" w14:textId="23B2DF4D" w:rsidR="00275851" w:rsidRDefault="00275851" w:rsidP="008C0C8E">
                    <w:pPr>
                      <w:pStyle w:val="Footer"/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6506" w14:textId="77777777" w:rsidR="001126D3" w:rsidRDefault="001126D3" w:rsidP="00414A43">
      <w:r>
        <w:separator/>
      </w:r>
    </w:p>
  </w:footnote>
  <w:footnote w:type="continuationSeparator" w:id="0">
    <w:p w14:paraId="559D272B" w14:textId="77777777" w:rsidR="001126D3" w:rsidRDefault="001126D3" w:rsidP="00414A43">
      <w:r>
        <w:continuationSeparator/>
      </w:r>
    </w:p>
  </w:footnote>
  <w:footnote w:type="continuationNotice" w:id="1">
    <w:p w14:paraId="278246BF" w14:textId="77777777" w:rsidR="001126D3" w:rsidRDefault="001126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C51C" w14:textId="552EA1B0" w:rsidR="00601549" w:rsidRPr="007C3568" w:rsidRDefault="00601549" w:rsidP="00CE56FF">
    <w:pPr>
      <w:pStyle w:val="Header"/>
      <w:rPr>
        <w:rFonts w:ascii="Franklin Gothic Demi" w:hAnsi="Franklin Gothic Demi"/>
        <w:color w:val="004F71" w:themeColor="text1"/>
        <w:sz w:val="16"/>
        <w:szCs w:val="16"/>
      </w:rPr>
    </w:pPr>
  </w:p>
  <w:p w14:paraId="4F1507C4" w14:textId="32B83E1E" w:rsidR="00A55FCA" w:rsidRDefault="00A55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44EB" w14:textId="476EC229" w:rsidR="00BD57D3" w:rsidRPr="004E05CF" w:rsidRDefault="006F1C95" w:rsidP="00803C9C">
    <w:pPr>
      <w:pStyle w:val="Header"/>
      <w:rPr>
        <w:sz w:val="12"/>
        <w:szCs w:val="12"/>
      </w:rPr>
    </w:pPr>
    <w:r w:rsidRPr="004E05CF">
      <w:rPr>
        <w:noProof/>
        <w:sz w:val="12"/>
        <w:szCs w:val="1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ABA28BA" wp14:editId="70599E84">
              <wp:simplePos x="0" y="0"/>
              <wp:positionH relativeFrom="margin">
                <wp:align>center</wp:align>
              </wp:positionH>
              <wp:positionV relativeFrom="page">
                <wp:posOffset>110490</wp:posOffset>
              </wp:positionV>
              <wp:extent cx="7303770" cy="1489710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3770" cy="1489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818A56" w14:textId="69115D88" w:rsidR="00904995" w:rsidRDefault="008A00FA" w:rsidP="00904995">
                          <w:pPr>
                            <w:pStyle w:val="NormalWeb"/>
                          </w:pPr>
                          <w:r>
                            <w:t xml:space="preserve">   </w:t>
                          </w:r>
                          <w:r w:rsidR="00913430">
                            <w:t xml:space="preserve">      </w:t>
                          </w:r>
                          <w:r w:rsidR="00913430">
                            <w:rPr>
                              <w:noProof/>
                            </w:rPr>
                            <w:drawing>
                              <wp:inline distT="0" distB="0" distL="0" distR="0" wp14:anchorId="2F5568AF" wp14:editId="2E1A3D36">
                                <wp:extent cx="1536192" cy="832104"/>
                                <wp:effectExtent l="0" t="0" r="6985" b="6350"/>
                                <wp:docPr id="1" name="Picture 1" descr="Iowa WIC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descr="Iowa WIC logo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36192" cy="83210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913430">
                            <w:t xml:space="preserve">              </w:t>
                          </w:r>
                          <w:r>
                            <w:t xml:space="preserve">                                      </w:t>
                          </w:r>
                          <w:r w:rsidR="00913430">
                            <w:t xml:space="preserve">         </w:t>
                          </w:r>
                          <w:r w:rsidR="00904995">
                            <w:rPr>
                              <w:noProof/>
                            </w:rPr>
                            <w:drawing>
                              <wp:inline distT="0" distB="0" distL="0" distR="0" wp14:anchorId="5A2A8A88" wp14:editId="20EC5A25">
                                <wp:extent cx="2633472" cy="640080"/>
                                <wp:effectExtent l="0" t="0" r="0" b="7620"/>
                                <wp:docPr id="2" name="Picture 2" descr="State of Iowa Department of Health and Human Service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State of Iowa Department of Health and Human Service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33472" cy="6400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838FCF1" w14:textId="03A4B0A1" w:rsidR="004F3799" w:rsidRPr="004F3799" w:rsidRDefault="004F3799" w:rsidP="00E8110C">
                          <w:pPr>
                            <w:pStyle w:val="Subtitle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A28BA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7" type="#_x0000_t202" style="position:absolute;margin-left:0;margin-top:8.7pt;width:575.1pt;height:117.3pt;z-index:2516582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" stroked="f" strokeweight="2.5pt">
              <v:textbox>
                <w:txbxContent>
                  <w:p w14:paraId="0B818A56" w14:textId="69115D88" w:rsidR="00904995" w:rsidRDefault="008A00FA" w:rsidP="00904995">
                    <w:pPr>
                      <w:pStyle w:val="NormalWeb"/>
                    </w:pPr>
                    <w:r>
                      <w:t xml:space="preserve">   </w:t>
                    </w:r>
                    <w:r w:rsidR="00913430">
                      <w:t xml:space="preserve">      </w:t>
                    </w:r>
                    <w:r w:rsidR="00913430">
                      <w:rPr>
                        <w:noProof/>
                      </w:rPr>
                      <w:drawing>
                        <wp:inline distT="0" distB="0" distL="0" distR="0" wp14:anchorId="2F5568AF" wp14:editId="2E1A3D36">
                          <wp:extent cx="1536192" cy="832104"/>
                          <wp:effectExtent l="0" t="0" r="6985" b="6350"/>
                          <wp:docPr id="1" name="Picture 1" descr="Iowa WIC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descr="Iowa WIC logo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36192" cy="83210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913430">
                      <w:t xml:space="preserve">              </w:t>
                    </w:r>
                    <w:r>
                      <w:t xml:space="preserve">                                      </w:t>
                    </w:r>
                    <w:r w:rsidR="00913430">
                      <w:t xml:space="preserve">         </w:t>
                    </w:r>
                    <w:r w:rsidR="00904995">
                      <w:rPr>
                        <w:noProof/>
                      </w:rPr>
                      <w:drawing>
                        <wp:inline distT="0" distB="0" distL="0" distR="0" wp14:anchorId="5A2A8A88" wp14:editId="20EC5A25">
                          <wp:extent cx="2633472" cy="640080"/>
                          <wp:effectExtent l="0" t="0" r="0" b="7620"/>
                          <wp:docPr id="2" name="Picture 2" descr="State of Iowa Department of Health and Human Service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State of Iowa Department of Health and Human Service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33472" cy="640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838FCF1" w14:textId="03A4B0A1" w:rsidR="004F3799" w:rsidRPr="004F3799" w:rsidRDefault="004F3799" w:rsidP="00E8110C">
                    <w:pPr>
                      <w:pStyle w:val="Subtitle"/>
                      <w:jc w:val="center"/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E15F03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6DC2490" wp14:editId="1E325C2B">
              <wp:simplePos x="0" y="0"/>
              <wp:positionH relativeFrom="column">
                <wp:posOffset>139700</wp:posOffset>
              </wp:positionH>
              <wp:positionV relativeFrom="paragraph">
                <wp:posOffset>1467485</wp:posOffset>
              </wp:positionV>
              <wp:extent cx="7315200" cy="0"/>
              <wp:effectExtent l="0" t="0" r="0" b="0"/>
              <wp:wrapNone/>
              <wp:docPr id="4" name="Rectangl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7E3DDB" id="Rectangle 4" o:spid="_x0000_s1026" alt="&quot;&quot;" style="position:absolute;margin-left:11pt;margin-top:115.55pt;width:8in;height: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" fillcolor="#00bcfc [3209]" stroked="f" strokeweight="2pt"/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3606"/>
    <w:multiLevelType w:val="hybridMultilevel"/>
    <w:tmpl w:val="8B466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F707D"/>
    <w:multiLevelType w:val="hybridMultilevel"/>
    <w:tmpl w:val="646AC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14FEE"/>
    <w:multiLevelType w:val="multilevel"/>
    <w:tmpl w:val="18A4D49C"/>
    <w:styleLink w:val="Multi-levelList"/>
    <w:lvl w:ilvl="0">
      <w:start w:val="1"/>
      <w:numFmt w:val="bullet"/>
      <w:lvlText w:val=""/>
      <w:lvlJc w:val="left"/>
      <w:pPr>
        <w:ind w:left="547" w:hanging="360"/>
      </w:pPr>
      <w:rPr>
        <w:rFonts w:ascii="Wingdings 3" w:hAnsi="Wingdings 3" w:hint="default"/>
        <w:b w:val="0"/>
        <w:i w:val="0"/>
        <w:color w:val="00BCFC" w:themeColor="accent6"/>
        <w:sz w:val="22"/>
      </w:rPr>
    </w:lvl>
    <w:lvl w:ilvl="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641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2188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ind w:left="2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</w:abstractNum>
  <w:abstractNum w:abstractNumId="3" w15:restartNumberingAfterBreak="0">
    <w:nsid w:val="1E880D12"/>
    <w:multiLevelType w:val="hybridMultilevel"/>
    <w:tmpl w:val="9954A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F08C2"/>
    <w:multiLevelType w:val="hybridMultilevel"/>
    <w:tmpl w:val="EBA0D7AA"/>
    <w:lvl w:ilvl="0" w:tplc="57140DD8">
      <w:start w:val="1"/>
      <w:numFmt w:val="decimal"/>
      <w:pStyle w:val="NumberedListParagraph"/>
      <w:lvlText w:val="%1."/>
      <w:lvlJc w:val="left"/>
      <w:pPr>
        <w:ind w:left="547" w:hanging="360"/>
      </w:pPr>
      <w:rPr>
        <w:rFonts w:hint="default"/>
        <w:color w:val="0085AD" w:themeColor="accent1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30ED31FA"/>
    <w:multiLevelType w:val="hybridMultilevel"/>
    <w:tmpl w:val="E280C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40776"/>
    <w:multiLevelType w:val="hybridMultilevel"/>
    <w:tmpl w:val="7848C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1E1321"/>
    <w:multiLevelType w:val="hybridMultilevel"/>
    <w:tmpl w:val="F6F8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42A44"/>
    <w:multiLevelType w:val="hybridMultilevel"/>
    <w:tmpl w:val="576C2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E51CF"/>
    <w:multiLevelType w:val="hybridMultilevel"/>
    <w:tmpl w:val="89145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408906">
    <w:abstractNumId w:val="4"/>
  </w:num>
  <w:num w:numId="2" w16cid:durableId="389228243">
    <w:abstractNumId w:val="2"/>
  </w:num>
  <w:num w:numId="3" w16cid:durableId="1089429290">
    <w:abstractNumId w:val="0"/>
  </w:num>
  <w:num w:numId="4" w16cid:durableId="2028670830">
    <w:abstractNumId w:val="5"/>
  </w:num>
  <w:num w:numId="5" w16cid:durableId="466047896">
    <w:abstractNumId w:val="6"/>
  </w:num>
  <w:num w:numId="6" w16cid:durableId="1999728425">
    <w:abstractNumId w:val="7"/>
  </w:num>
  <w:num w:numId="7" w16cid:durableId="1387800557">
    <w:abstractNumId w:val="8"/>
  </w:num>
  <w:num w:numId="8" w16cid:durableId="1179850700">
    <w:abstractNumId w:val="3"/>
  </w:num>
  <w:num w:numId="9" w16cid:durableId="13463302">
    <w:abstractNumId w:val="1"/>
  </w:num>
  <w:num w:numId="10" w16cid:durableId="69437999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wMDIyNDIwNDQ3MTBQ0lEKTi0uzszPAykwNqsFANFTDm0tAAAA"/>
  </w:docVars>
  <w:rsids>
    <w:rsidRoot w:val="00007826"/>
    <w:rsid w:val="00000A92"/>
    <w:rsid w:val="000016A2"/>
    <w:rsid w:val="00002D6F"/>
    <w:rsid w:val="00005A5D"/>
    <w:rsid w:val="00005B64"/>
    <w:rsid w:val="00007826"/>
    <w:rsid w:val="00007FF0"/>
    <w:rsid w:val="00011785"/>
    <w:rsid w:val="000118B9"/>
    <w:rsid w:val="00012066"/>
    <w:rsid w:val="00012DAB"/>
    <w:rsid w:val="00013AAF"/>
    <w:rsid w:val="000149AC"/>
    <w:rsid w:val="00014DB5"/>
    <w:rsid w:val="000157DA"/>
    <w:rsid w:val="00015C50"/>
    <w:rsid w:val="00017396"/>
    <w:rsid w:val="000179B5"/>
    <w:rsid w:val="0002023E"/>
    <w:rsid w:val="00020F32"/>
    <w:rsid w:val="00021237"/>
    <w:rsid w:val="00021A1A"/>
    <w:rsid w:val="000248E2"/>
    <w:rsid w:val="0002548F"/>
    <w:rsid w:val="0002600B"/>
    <w:rsid w:val="0003088F"/>
    <w:rsid w:val="00030BC0"/>
    <w:rsid w:val="00031193"/>
    <w:rsid w:val="000317F0"/>
    <w:rsid w:val="000318E9"/>
    <w:rsid w:val="0003218C"/>
    <w:rsid w:val="0003446A"/>
    <w:rsid w:val="000376D3"/>
    <w:rsid w:val="000377D2"/>
    <w:rsid w:val="00040723"/>
    <w:rsid w:val="00042A14"/>
    <w:rsid w:val="00042FBB"/>
    <w:rsid w:val="000439CD"/>
    <w:rsid w:val="00044D46"/>
    <w:rsid w:val="000453CA"/>
    <w:rsid w:val="00045B0E"/>
    <w:rsid w:val="000467E0"/>
    <w:rsid w:val="00050D25"/>
    <w:rsid w:val="00051063"/>
    <w:rsid w:val="0005244B"/>
    <w:rsid w:val="00053E22"/>
    <w:rsid w:val="00053F08"/>
    <w:rsid w:val="00054924"/>
    <w:rsid w:val="00057AA4"/>
    <w:rsid w:val="00057BB5"/>
    <w:rsid w:val="00057F6E"/>
    <w:rsid w:val="00060307"/>
    <w:rsid w:val="00060916"/>
    <w:rsid w:val="000629A5"/>
    <w:rsid w:val="000630AD"/>
    <w:rsid w:val="00063649"/>
    <w:rsid w:val="00064BE9"/>
    <w:rsid w:val="00065670"/>
    <w:rsid w:val="0006650B"/>
    <w:rsid w:val="000676FC"/>
    <w:rsid w:val="000701F8"/>
    <w:rsid w:val="00070F6F"/>
    <w:rsid w:val="00071406"/>
    <w:rsid w:val="00076794"/>
    <w:rsid w:val="00077DD3"/>
    <w:rsid w:val="00080144"/>
    <w:rsid w:val="000803FE"/>
    <w:rsid w:val="000807C8"/>
    <w:rsid w:val="00080B13"/>
    <w:rsid w:val="00080C1C"/>
    <w:rsid w:val="000866F8"/>
    <w:rsid w:val="000908F4"/>
    <w:rsid w:val="000910F9"/>
    <w:rsid w:val="00091B6B"/>
    <w:rsid w:val="00092AC6"/>
    <w:rsid w:val="0009369D"/>
    <w:rsid w:val="000943F4"/>
    <w:rsid w:val="0009526E"/>
    <w:rsid w:val="00097DAA"/>
    <w:rsid w:val="000A092D"/>
    <w:rsid w:val="000A11F5"/>
    <w:rsid w:val="000A1866"/>
    <w:rsid w:val="000A3A8E"/>
    <w:rsid w:val="000A45DB"/>
    <w:rsid w:val="000A6660"/>
    <w:rsid w:val="000A7D10"/>
    <w:rsid w:val="000B005C"/>
    <w:rsid w:val="000B1BDD"/>
    <w:rsid w:val="000B2A95"/>
    <w:rsid w:val="000B33EC"/>
    <w:rsid w:val="000B52CC"/>
    <w:rsid w:val="000B74D4"/>
    <w:rsid w:val="000B7DFD"/>
    <w:rsid w:val="000C0BC0"/>
    <w:rsid w:val="000C1538"/>
    <w:rsid w:val="000C1B34"/>
    <w:rsid w:val="000C4055"/>
    <w:rsid w:val="000C58BB"/>
    <w:rsid w:val="000C624C"/>
    <w:rsid w:val="000C6380"/>
    <w:rsid w:val="000C6C49"/>
    <w:rsid w:val="000D0E2D"/>
    <w:rsid w:val="000D1573"/>
    <w:rsid w:val="000D1ECF"/>
    <w:rsid w:val="000D3488"/>
    <w:rsid w:val="000D3886"/>
    <w:rsid w:val="000D5897"/>
    <w:rsid w:val="000D58E9"/>
    <w:rsid w:val="000D5D5F"/>
    <w:rsid w:val="000D5FD4"/>
    <w:rsid w:val="000D6ACD"/>
    <w:rsid w:val="000E0083"/>
    <w:rsid w:val="000E4C3B"/>
    <w:rsid w:val="000E5EFA"/>
    <w:rsid w:val="000E6B69"/>
    <w:rsid w:val="000E6F28"/>
    <w:rsid w:val="000F0342"/>
    <w:rsid w:val="000F0787"/>
    <w:rsid w:val="000F1648"/>
    <w:rsid w:val="000F3203"/>
    <w:rsid w:val="000F71DD"/>
    <w:rsid w:val="00101CBC"/>
    <w:rsid w:val="00101D1B"/>
    <w:rsid w:val="00104D20"/>
    <w:rsid w:val="0010621F"/>
    <w:rsid w:val="001066D8"/>
    <w:rsid w:val="00106B63"/>
    <w:rsid w:val="00107D89"/>
    <w:rsid w:val="001100D0"/>
    <w:rsid w:val="0011070B"/>
    <w:rsid w:val="00110B72"/>
    <w:rsid w:val="00110EB2"/>
    <w:rsid w:val="001113CA"/>
    <w:rsid w:val="00111A96"/>
    <w:rsid w:val="001126D3"/>
    <w:rsid w:val="001130AD"/>
    <w:rsid w:val="00113827"/>
    <w:rsid w:val="00113BE8"/>
    <w:rsid w:val="001147AC"/>
    <w:rsid w:val="00116C8B"/>
    <w:rsid w:val="00116DBA"/>
    <w:rsid w:val="001171EA"/>
    <w:rsid w:val="0012004D"/>
    <w:rsid w:val="00121C97"/>
    <w:rsid w:val="00121D5E"/>
    <w:rsid w:val="0012411D"/>
    <w:rsid w:val="001253A9"/>
    <w:rsid w:val="00126531"/>
    <w:rsid w:val="00127C88"/>
    <w:rsid w:val="00130990"/>
    <w:rsid w:val="00130EB6"/>
    <w:rsid w:val="00131098"/>
    <w:rsid w:val="00133530"/>
    <w:rsid w:val="00134159"/>
    <w:rsid w:val="0014385E"/>
    <w:rsid w:val="00145E85"/>
    <w:rsid w:val="00145F5D"/>
    <w:rsid w:val="001511F4"/>
    <w:rsid w:val="001524D8"/>
    <w:rsid w:val="001532EC"/>
    <w:rsid w:val="00153600"/>
    <w:rsid w:val="00153D78"/>
    <w:rsid w:val="00154C4A"/>
    <w:rsid w:val="00156A67"/>
    <w:rsid w:val="001571DD"/>
    <w:rsid w:val="00157B92"/>
    <w:rsid w:val="001602BE"/>
    <w:rsid w:val="0016141F"/>
    <w:rsid w:val="00161FBA"/>
    <w:rsid w:val="001628FD"/>
    <w:rsid w:val="0016568E"/>
    <w:rsid w:val="001656EA"/>
    <w:rsid w:val="00165956"/>
    <w:rsid w:val="00166956"/>
    <w:rsid w:val="00170095"/>
    <w:rsid w:val="0017015B"/>
    <w:rsid w:val="001701E1"/>
    <w:rsid w:val="00170BA2"/>
    <w:rsid w:val="001729AC"/>
    <w:rsid w:val="00172C63"/>
    <w:rsid w:val="00174F42"/>
    <w:rsid w:val="00175513"/>
    <w:rsid w:val="00177F7A"/>
    <w:rsid w:val="0018090C"/>
    <w:rsid w:val="0018160F"/>
    <w:rsid w:val="00181EAC"/>
    <w:rsid w:val="0018247E"/>
    <w:rsid w:val="001837E6"/>
    <w:rsid w:val="00184A8A"/>
    <w:rsid w:val="00184D58"/>
    <w:rsid w:val="00185503"/>
    <w:rsid w:val="00185524"/>
    <w:rsid w:val="00185BF9"/>
    <w:rsid w:val="001863E0"/>
    <w:rsid w:val="00186C48"/>
    <w:rsid w:val="00186D62"/>
    <w:rsid w:val="00187E88"/>
    <w:rsid w:val="001926C0"/>
    <w:rsid w:val="00193AFA"/>
    <w:rsid w:val="001943A3"/>
    <w:rsid w:val="00194B72"/>
    <w:rsid w:val="0019616F"/>
    <w:rsid w:val="001967C0"/>
    <w:rsid w:val="001969F6"/>
    <w:rsid w:val="00197784"/>
    <w:rsid w:val="001A0D95"/>
    <w:rsid w:val="001A181B"/>
    <w:rsid w:val="001A1DA5"/>
    <w:rsid w:val="001A422C"/>
    <w:rsid w:val="001A464D"/>
    <w:rsid w:val="001B0B21"/>
    <w:rsid w:val="001B0FE7"/>
    <w:rsid w:val="001B365B"/>
    <w:rsid w:val="001B45A6"/>
    <w:rsid w:val="001B581E"/>
    <w:rsid w:val="001B7199"/>
    <w:rsid w:val="001B7360"/>
    <w:rsid w:val="001C05FE"/>
    <w:rsid w:val="001C160A"/>
    <w:rsid w:val="001C1B2E"/>
    <w:rsid w:val="001C2A4A"/>
    <w:rsid w:val="001C3337"/>
    <w:rsid w:val="001C41AD"/>
    <w:rsid w:val="001C4861"/>
    <w:rsid w:val="001C693F"/>
    <w:rsid w:val="001C7EA3"/>
    <w:rsid w:val="001D300F"/>
    <w:rsid w:val="001D41B7"/>
    <w:rsid w:val="001D4E0A"/>
    <w:rsid w:val="001D631E"/>
    <w:rsid w:val="001D7366"/>
    <w:rsid w:val="001E09FB"/>
    <w:rsid w:val="001E0FF6"/>
    <w:rsid w:val="001E51F5"/>
    <w:rsid w:val="001E5390"/>
    <w:rsid w:val="001E6BC6"/>
    <w:rsid w:val="001E7196"/>
    <w:rsid w:val="001E7362"/>
    <w:rsid w:val="001E744A"/>
    <w:rsid w:val="001E77DB"/>
    <w:rsid w:val="001F26B2"/>
    <w:rsid w:val="001F2C70"/>
    <w:rsid w:val="001F3181"/>
    <w:rsid w:val="001F5195"/>
    <w:rsid w:val="001F646E"/>
    <w:rsid w:val="001F7411"/>
    <w:rsid w:val="001F7B7C"/>
    <w:rsid w:val="001F7F0E"/>
    <w:rsid w:val="0020171E"/>
    <w:rsid w:val="0020333B"/>
    <w:rsid w:val="00203490"/>
    <w:rsid w:val="00205F16"/>
    <w:rsid w:val="00206FD8"/>
    <w:rsid w:val="0021003C"/>
    <w:rsid w:val="00210608"/>
    <w:rsid w:val="0021191E"/>
    <w:rsid w:val="00213C85"/>
    <w:rsid w:val="00214287"/>
    <w:rsid w:val="00215273"/>
    <w:rsid w:val="00216D8C"/>
    <w:rsid w:val="002170C3"/>
    <w:rsid w:val="00220FA1"/>
    <w:rsid w:val="002223D2"/>
    <w:rsid w:val="00222798"/>
    <w:rsid w:val="0022314F"/>
    <w:rsid w:val="00223590"/>
    <w:rsid w:val="00224458"/>
    <w:rsid w:val="00224CFA"/>
    <w:rsid w:val="00225E5D"/>
    <w:rsid w:val="00226C91"/>
    <w:rsid w:val="002271FB"/>
    <w:rsid w:val="002274F7"/>
    <w:rsid w:val="00231626"/>
    <w:rsid w:val="002316B2"/>
    <w:rsid w:val="00235129"/>
    <w:rsid w:val="002354E2"/>
    <w:rsid w:val="00236D82"/>
    <w:rsid w:val="002372BC"/>
    <w:rsid w:val="002375EC"/>
    <w:rsid w:val="00240B53"/>
    <w:rsid w:val="002424E9"/>
    <w:rsid w:val="00242626"/>
    <w:rsid w:val="00242C39"/>
    <w:rsid w:val="002440D8"/>
    <w:rsid w:val="0024526D"/>
    <w:rsid w:val="0024693D"/>
    <w:rsid w:val="00246B3C"/>
    <w:rsid w:val="002479E3"/>
    <w:rsid w:val="00252C95"/>
    <w:rsid w:val="00252E20"/>
    <w:rsid w:val="00255678"/>
    <w:rsid w:val="00256AEE"/>
    <w:rsid w:val="0025786D"/>
    <w:rsid w:val="00260318"/>
    <w:rsid w:val="002611BD"/>
    <w:rsid w:val="00261284"/>
    <w:rsid w:val="002639AF"/>
    <w:rsid w:val="00266536"/>
    <w:rsid w:val="00267302"/>
    <w:rsid w:val="00272BA9"/>
    <w:rsid w:val="00272BB7"/>
    <w:rsid w:val="00273CDD"/>
    <w:rsid w:val="00273F9E"/>
    <w:rsid w:val="00274505"/>
    <w:rsid w:val="00275851"/>
    <w:rsid w:val="00275D89"/>
    <w:rsid w:val="00276630"/>
    <w:rsid w:val="002769DF"/>
    <w:rsid w:val="0027780D"/>
    <w:rsid w:val="0028009D"/>
    <w:rsid w:val="00280726"/>
    <w:rsid w:val="00280B38"/>
    <w:rsid w:val="00284D0D"/>
    <w:rsid w:val="00285E34"/>
    <w:rsid w:val="0028611B"/>
    <w:rsid w:val="0028659D"/>
    <w:rsid w:val="00286772"/>
    <w:rsid w:val="002869F8"/>
    <w:rsid w:val="00286C3D"/>
    <w:rsid w:val="00286E6E"/>
    <w:rsid w:val="00287710"/>
    <w:rsid w:val="00287720"/>
    <w:rsid w:val="00290367"/>
    <w:rsid w:val="00291313"/>
    <w:rsid w:val="00291C9C"/>
    <w:rsid w:val="00292325"/>
    <w:rsid w:val="0029244D"/>
    <w:rsid w:val="00292E03"/>
    <w:rsid w:val="002943BA"/>
    <w:rsid w:val="00294C48"/>
    <w:rsid w:val="002955AC"/>
    <w:rsid w:val="002A03A7"/>
    <w:rsid w:val="002A0411"/>
    <w:rsid w:val="002A1E9A"/>
    <w:rsid w:val="002A3B8C"/>
    <w:rsid w:val="002A59AE"/>
    <w:rsid w:val="002B087D"/>
    <w:rsid w:val="002B1467"/>
    <w:rsid w:val="002B1497"/>
    <w:rsid w:val="002B17CB"/>
    <w:rsid w:val="002B201B"/>
    <w:rsid w:val="002B3384"/>
    <w:rsid w:val="002B489B"/>
    <w:rsid w:val="002B4B41"/>
    <w:rsid w:val="002B5549"/>
    <w:rsid w:val="002B5F5F"/>
    <w:rsid w:val="002C0B72"/>
    <w:rsid w:val="002C1A0A"/>
    <w:rsid w:val="002C2F76"/>
    <w:rsid w:val="002C2FDC"/>
    <w:rsid w:val="002C325B"/>
    <w:rsid w:val="002C668C"/>
    <w:rsid w:val="002D0BDE"/>
    <w:rsid w:val="002D12B0"/>
    <w:rsid w:val="002D369E"/>
    <w:rsid w:val="002D4ABA"/>
    <w:rsid w:val="002D4FE0"/>
    <w:rsid w:val="002D5E49"/>
    <w:rsid w:val="002D701F"/>
    <w:rsid w:val="002D77E3"/>
    <w:rsid w:val="002E06E6"/>
    <w:rsid w:val="002E1763"/>
    <w:rsid w:val="002E2DEC"/>
    <w:rsid w:val="002E4C3F"/>
    <w:rsid w:val="002E5868"/>
    <w:rsid w:val="002E6731"/>
    <w:rsid w:val="002F2E95"/>
    <w:rsid w:val="002F6A7C"/>
    <w:rsid w:val="00300596"/>
    <w:rsid w:val="00300C25"/>
    <w:rsid w:val="0030135A"/>
    <w:rsid w:val="003013F6"/>
    <w:rsid w:val="00301B49"/>
    <w:rsid w:val="0030274E"/>
    <w:rsid w:val="00302BB7"/>
    <w:rsid w:val="0030430E"/>
    <w:rsid w:val="00305488"/>
    <w:rsid w:val="003124ED"/>
    <w:rsid w:val="003139F2"/>
    <w:rsid w:val="00314627"/>
    <w:rsid w:val="00316615"/>
    <w:rsid w:val="00316B2E"/>
    <w:rsid w:val="00316CA7"/>
    <w:rsid w:val="00320FBE"/>
    <w:rsid w:val="00321500"/>
    <w:rsid w:val="00321CCF"/>
    <w:rsid w:val="003225C6"/>
    <w:rsid w:val="00324214"/>
    <w:rsid w:val="0032495C"/>
    <w:rsid w:val="00324A4E"/>
    <w:rsid w:val="00324AAF"/>
    <w:rsid w:val="00324E27"/>
    <w:rsid w:val="00325379"/>
    <w:rsid w:val="00325E02"/>
    <w:rsid w:val="00327664"/>
    <w:rsid w:val="0033137D"/>
    <w:rsid w:val="003317A9"/>
    <w:rsid w:val="00333944"/>
    <w:rsid w:val="00334FFD"/>
    <w:rsid w:val="0033514D"/>
    <w:rsid w:val="00337BBF"/>
    <w:rsid w:val="00340683"/>
    <w:rsid w:val="003407B6"/>
    <w:rsid w:val="0034176A"/>
    <w:rsid w:val="00342F6B"/>
    <w:rsid w:val="003445A0"/>
    <w:rsid w:val="00344703"/>
    <w:rsid w:val="00346D78"/>
    <w:rsid w:val="003476CA"/>
    <w:rsid w:val="00347793"/>
    <w:rsid w:val="00347B3F"/>
    <w:rsid w:val="003515EE"/>
    <w:rsid w:val="003528F7"/>
    <w:rsid w:val="00352F74"/>
    <w:rsid w:val="00353B1A"/>
    <w:rsid w:val="00356BF0"/>
    <w:rsid w:val="003631F3"/>
    <w:rsid w:val="00363203"/>
    <w:rsid w:val="00363E9A"/>
    <w:rsid w:val="00366C98"/>
    <w:rsid w:val="00367719"/>
    <w:rsid w:val="003744A7"/>
    <w:rsid w:val="0037540D"/>
    <w:rsid w:val="00375603"/>
    <w:rsid w:val="00377C05"/>
    <w:rsid w:val="00377C51"/>
    <w:rsid w:val="00379D25"/>
    <w:rsid w:val="00380127"/>
    <w:rsid w:val="0038097D"/>
    <w:rsid w:val="003810CB"/>
    <w:rsid w:val="00381423"/>
    <w:rsid w:val="00382676"/>
    <w:rsid w:val="00383C40"/>
    <w:rsid w:val="00384557"/>
    <w:rsid w:val="00384947"/>
    <w:rsid w:val="003857C3"/>
    <w:rsid w:val="0038615C"/>
    <w:rsid w:val="003861E4"/>
    <w:rsid w:val="0038643E"/>
    <w:rsid w:val="00390BBE"/>
    <w:rsid w:val="00390D09"/>
    <w:rsid w:val="00390EAC"/>
    <w:rsid w:val="00391305"/>
    <w:rsid w:val="00392DE1"/>
    <w:rsid w:val="00393839"/>
    <w:rsid w:val="003A0431"/>
    <w:rsid w:val="003A06B5"/>
    <w:rsid w:val="003A0D0C"/>
    <w:rsid w:val="003A3854"/>
    <w:rsid w:val="003A54A9"/>
    <w:rsid w:val="003A60B9"/>
    <w:rsid w:val="003A6A1A"/>
    <w:rsid w:val="003A7DF1"/>
    <w:rsid w:val="003B01FB"/>
    <w:rsid w:val="003B03F0"/>
    <w:rsid w:val="003B2728"/>
    <w:rsid w:val="003B2D85"/>
    <w:rsid w:val="003B362A"/>
    <w:rsid w:val="003B4B70"/>
    <w:rsid w:val="003B5EE0"/>
    <w:rsid w:val="003B5EE2"/>
    <w:rsid w:val="003C4B8A"/>
    <w:rsid w:val="003D1880"/>
    <w:rsid w:val="003D1B84"/>
    <w:rsid w:val="003D1C67"/>
    <w:rsid w:val="003D4CD5"/>
    <w:rsid w:val="003D522A"/>
    <w:rsid w:val="003D7096"/>
    <w:rsid w:val="003D7AAF"/>
    <w:rsid w:val="003D7EDC"/>
    <w:rsid w:val="003E0ED1"/>
    <w:rsid w:val="003E17C7"/>
    <w:rsid w:val="003E24D8"/>
    <w:rsid w:val="003E3916"/>
    <w:rsid w:val="003E3F8F"/>
    <w:rsid w:val="003E4A03"/>
    <w:rsid w:val="003E5DED"/>
    <w:rsid w:val="003E5EAD"/>
    <w:rsid w:val="003E7CAB"/>
    <w:rsid w:val="003F0221"/>
    <w:rsid w:val="003F0AB7"/>
    <w:rsid w:val="003F15AD"/>
    <w:rsid w:val="003F16BD"/>
    <w:rsid w:val="003F208D"/>
    <w:rsid w:val="003F6CCD"/>
    <w:rsid w:val="003F6EE1"/>
    <w:rsid w:val="003F7C71"/>
    <w:rsid w:val="00401CCC"/>
    <w:rsid w:val="00402949"/>
    <w:rsid w:val="00403213"/>
    <w:rsid w:val="00404690"/>
    <w:rsid w:val="00406635"/>
    <w:rsid w:val="0040671E"/>
    <w:rsid w:val="00407A58"/>
    <w:rsid w:val="00411184"/>
    <w:rsid w:val="00411231"/>
    <w:rsid w:val="004147E9"/>
    <w:rsid w:val="00414A43"/>
    <w:rsid w:val="004172FA"/>
    <w:rsid w:val="00417B9E"/>
    <w:rsid w:val="00417C6E"/>
    <w:rsid w:val="00422565"/>
    <w:rsid w:val="0042275A"/>
    <w:rsid w:val="00422E83"/>
    <w:rsid w:val="0042318C"/>
    <w:rsid w:val="004244D9"/>
    <w:rsid w:val="0042547F"/>
    <w:rsid w:val="00425DF1"/>
    <w:rsid w:val="00430BB5"/>
    <w:rsid w:val="00432B6E"/>
    <w:rsid w:val="00432D5A"/>
    <w:rsid w:val="00433614"/>
    <w:rsid w:val="004353A0"/>
    <w:rsid w:val="00436089"/>
    <w:rsid w:val="00436351"/>
    <w:rsid w:val="004375BD"/>
    <w:rsid w:val="004377D1"/>
    <w:rsid w:val="00437F9D"/>
    <w:rsid w:val="00441135"/>
    <w:rsid w:val="00441225"/>
    <w:rsid w:val="00447BC6"/>
    <w:rsid w:val="004508FE"/>
    <w:rsid w:val="00450C4E"/>
    <w:rsid w:val="004533BE"/>
    <w:rsid w:val="00454255"/>
    <w:rsid w:val="0046145D"/>
    <w:rsid w:val="00462A92"/>
    <w:rsid w:val="00464196"/>
    <w:rsid w:val="004641C8"/>
    <w:rsid w:val="00464326"/>
    <w:rsid w:val="004658BD"/>
    <w:rsid w:val="004675B7"/>
    <w:rsid w:val="0047015F"/>
    <w:rsid w:val="004701FB"/>
    <w:rsid w:val="00470295"/>
    <w:rsid w:val="0047631C"/>
    <w:rsid w:val="00476342"/>
    <w:rsid w:val="004768B4"/>
    <w:rsid w:val="004802FC"/>
    <w:rsid w:val="00481237"/>
    <w:rsid w:val="00482C3B"/>
    <w:rsid w:val="004833AF"/>
    <w:rsid w:val="004843B0"/>
    <w:rsid w:val="004851B3"/>
    <w:rsid w:val="00487D04"/>
    <w:rsid w:val="0049071B"/>
    <w:rsid w:val="004909A0"/>
    <w:rsid w:val="00490FE8"/>
    <w:rsid w:val="00492988"/>
    <w:rsid w:val="00494188"/>
    <w:rsid w:val="0049522F"/>
    <w:rsid w:val="00495530"/>
    <w:rsid w:val="00495E57"/>
    <w:rsid w:val="004965E4"/>
    <w:rsid w:val="0049698D"/>
    <w:rsid w:val="00496C11"/>
    <w:rsid w:val="00496E90"/>
    <w:rsid w:val="004A1CCD"/>
    <w:rsid w:val="004A2D12"/>
    <w:rsid w:val="004A2F25"/>
    <w:rsid w:val="004A3B0D"/>
    <w:rsid w:val="004A560B"/>
    <w:rsid w:val="004A728F"/>
    <w:rsid w:val="004B033B"/>
    <w:rsid w:val="004B1898"/>
    <w:rsid w:val="004B1DD7"/>
    <w:rsid w:val="004B3D8E"/>
    <w:rsid w:val="004B6910"/>
    <w:rsid w:val="004B6ED4"/>
    <w:rsid w:val="004B72BB"/>
    <w:rsid w:val="004C21FD"/>
    <w:rsid w:val="004C2472"/>
    <w:rsid w:val="004C29A6"/>
    <w:rsid w:val="004C381A"/>
    <w:rsid w:val="004C3BDB"/>
    <w:rsid w:val="004C3BDF"/>
    <w:rsid w:val="004C4917"/>
    <w:rsid w:val="004D0876"/>
    <w:rsid w:val="004D0C92"/>
    <w:rsid w:val="004D1EA3"/>
    <w:rsid w:val="004D4F59"/>
    <w:rsid w:val="004D5BA1"/>
    <w:rsid w:val="004D7C49"/>
    <w:rsid w:val="004E05CF"/>
    <w:rsid w:val="004E1A78"/>
    <w:rsid w:val="004E1A86"/>
    <w:rsid w:val="004E2BFA"/>
    <w:rsid w:val="004E3E0F"/>
    <w:rsid w:val="004E4EAC"/>
    <w:rsid w:val="004E6236"/>
    <w:rsid w:val="004E69AC"/>
    <w:rsid w:val="004F0BF4"/>
    <w:rsid w:val="004F223F"/>
    <w:rsid w:val="004F2854"/>
    <w:rsid w:val="004F36C2"/>
    <w:rsid w:val="004F3799"/>
    <w:rsid w:val="004F5217"/>
    <w:rsid w:val="005004EC"/>
    <w:rsid w:val="00501554"/>
    <w:rsid w:val="00502321"/>
    <w:rsid w:val="00502EB9"/>
    <w:rsid w:val="0050380C"/>
    <w:rsid w:val="00503F9B"/>
    <w:rsid w:val="005048B3"/>
    <w:rsid w:val="0050517C"/>
    <w:rsid w:val="00505E87"/>
    <w:rsid w:val="0050700B"/>
    <w:rsid w:val="00507591"/>
    <w:rsid w:val="0051134B"/>
    <w:rsid w:val="00513DDB"/>
    <w:rsid w:val="005140A2"/>
    <w:rsid w:val="00514C48"/>
    <w:rsid w:val="0051558E"/>
    <w:rsid w:val="00516922"/>
    <w:rsid w:val="005169DE"/>
    <w:rsid w:val="005178AF"/>
    <w:rsid w:val="00520E62"/>
    <w:rsid w:val="0052186A"/>
    <w:rsid w:val="0052511E"/>
    <w:rsid w:val="0052602C"/>
    <w:rsid w:val="0052705B"/>
    <w:rsid w:val="00527682"/>
    <w:rsid w:val="00530C14"/>
    <w:rsid w:val="005320BA"/>
    <w:rsid w:val="005326DB"/>
    <w:rsid w:val="005335CF"/>
    <w:rsid w:val="0053392D"/>
    <w:rsid w:val="00534403"/>
    <w:rsid w:val="00535F94"/>
    <w:rsid w:val="00540266"/>
    <w:rsid w:val="005407E3"/>
    <w:rsid w:val="0054151E"/>
    <w:rsid w:val="005419BC"/>
    <w:rsid w:val="00541E33"/>
    <w:rsid w:val="00543DAC"/>
    <w:rsid w:val="00551699"/>
    <w:rsid w:val="00553595"/>
    <w:rsid w:val="00553E4C"/>
    <w:rsid w:val="005541A0"/>
    <w:rsid w:val="0055464D"/>
    <w:rsid w:val="00554AC4"/>
    <w:rsid w:val="005556B3"/>
    <w:rsid w:val="00560372"/>
    <w:rsid w:val="0056083A"/>
    <w:rsid w:val="0056104E"/>
    <w:rsid w:val="00562313"/>
    <w:rsid w:val="00565A01"/>
    <w:rsid w:val="00566D7F"/>
    <w:rsid w:val="00570512"/>
    <w:rsid w:val="005709BC"/>
    <w:rsid w:val="005716E1"/>
    <w:rsid w:val="00571C43"/>
    <w:rsid w:val="0057493A"/>
    <w:rsid w:val="00575890"/>
    <w:rsid w:val="005800D4"/>
    <w:rsid w:val="00582675"/>
    <w:rsid w:val="005833B7"/>
    <w:rsid w:val="005858BE"/>
    <w:rsid w:val="00586180"/>
    <w:rsid w:val="005863DC"/>
    <w:rsid w:val="00590887"/>
    <w:rsid w:val="005910D0"/>
    <w:rsid w:val="0059284A"/>
    <w:rsid w:val="005961E8"/>
    <w:rsid w:val="00596200"/>
    <w:rsid w:val="005A1777"/>
    <w:rsid w:val="005A1B62"/>
    <w:rsid w:val="005A1E1E"/>
    <w:rsid w:val="005A533B"/>
    <w:rsid w:val="005A5429"/>
    <w:rsid w:val="005B07FF"/>
    <w:rsid w:val="005B1D90"/>
    <w:rsid w:val="005B23E9"/>
    <w:rsid w:val="005B2731"/>
    <w:rsid w:val="005B3158"/>
    <w:rsid w:val="005B44BC"/>
    <w:rsid w:val="005B51CC"/>
    <w:rsid w:val="005B5D8B"/>
    <w:rsid w:val="005B6DDF"/>
    <w:rsid w:val="005C0EF3"/>
    <w:rsid w:val="005C26C5"/>
    <w:rsid w:val="005C3333"/>
    <w:rsid w:val="005C3390"/>
    <w:rsid w:val="005C3D1D"/>
    <w:rsid w:val="005C43E6"/>
    <w:rsid w:val="005C54C7"/>
    <w:rsid w:val="005C5684"/>
    <w:rsid w:val="005D0334"/>
    <w:rsid w:val="005D1720"/>
    <w:rsid w:val="005D1B3A"/>
    <w:rsid w:val="005D309B"/>
    <w:rsid w:val="005D382C"/>
    <w:rsid w:val="005D6CE2"/>
    <w:rsid w:val="005D6F53"/>
    <w:rsid w:val="005E002C"/>
    <w:rsid w:val="005E2F76"/>
    <w:rsid w:val="005E3992"/>
    <w:rsid w:val="005E452B"/>
    <w:rsid w:val="005E6BB9"/>
    <w:rsid w:val="005E7C38"/>
    <w:rsid w:val="005F0BFD"/>
    <w:rsid w:val="005F0C24"/>
    <w:rsid w:val="005F0E08"/>
    <w:rsid w:val="005F3A1C"/>
    <w:rsid w:val="005F5682"/>
    <w:rsid w:val="005F57D7"/>
    <w:rsid w:val="005F6446"/>
    <w:rsid w:val="005F7EE8"/>
    <w:rsid w:val="00600155"/>
    <w:rsid w:val="00600D36"/>
    <w:rsid w:val="00601549"/>
    <w:rsid w:val="00601786"/>
    <w:rsid w:val="00601C32"/>
    <w:rsid w:val="00602B17"/>
    <w:rsid w:val="00604F79"/>
    <w:rsid w:val="00606872"/>
    <w:rsid w:val="006119D5"/>
    <w:rsid w:val="006136FA"/>
    <w:rsid w:val="00613752"/>
    <w:rsid w:val="00613F50"/>
    <w:rsid w:val="006162AC"/>
    <w:rsid w:val="006201E2"/>
    <w:rsid w:val="00622B9C"/>
    <w:rsid w:val="00622FD9"/>
    <w:rsid w:val="00623F8E"/>
    <w:rsid w:val="00624808"/>
    <w:rsid w:val="006252DC"/>
    <w:rsid w:val="00625488"/>
    <w:rsid w:val="0062567F"/>
    <w:rsid w:val="0062577C"/>
    <w:rsid w:val="0062768F"/>
    <w:rsid w:val="006276B8"/>
    <w:rsid w:val="00630EE9"/>
    <w:rsid w:val="00632E7C"/>
    <w:rsid w:val="00633500"/>
    <w:rsid w:val="00633F16"/>
    <w:rsid w:val="006343D3"/>
    <w:rsid w:val="00637771"/>
    <w:rsid w:val="00637CC0"/>
    <w:rsid w:val="0064102C"/>
    <w:rsid w:val="00644BF7"/>
    <w:rsid w:val="00645AE7"/>
    <w:rsid w:val="00646F73"/>
    <w:rsid w:val="0065120A"/>
    <w:rsid w:val="006513BE"/>
    <w:rsid w:val="006517BA"/>
    <w:rsid w:val="006520C3"/>
    <w:rsid w:val="00653956"/>
    <w:rsid w:val="00654418"/>
    <w:rsid w:val="00655AA6"/>
    <w:rsid w:val="00655E82"/>
    <w:rsid w:val="00656B23"/>
    <w:rsid w:val="0065700A"/>
    <w:rsid w:val="00657E66"/>
    <w:rsid w:val="00661176"/>
    <w:rsid w:val="006618CD"/>
    <w:rsid w:val="00661EE0"/>
    <w:rsid w:val="0066309F"/>
    <w:rsid w:val="006638E4"/>
    <w:rsid w:val="006644FF"/>
    <w:rsid w:val="006651F7"/>
    <w:rsid w:val="00666EB4"/>
    <w:rsid w:val="006723FD"/>
    <w:rsid w:val="006735EB"/>
    <w:rsid w:val="00674A57"/>
    <w:rsid w:val="00674F2A"/>
    <w:rsid w:val="0067594D"/>
    <w:rsid w:val="00675C4B"/>
    <w:rsid w:val="006772DC"/>
    <w:rsid w:val="00681ABA"/>
    <w:rsid w:val="00682D32"/>
    <w:rsid w:val="00683C56"/>
    <w:rsid w:val="006843BB"/>
    <w:rsid w:val="006848D8"/>
    <w:rsid w:val="00684C0D"/>
    <w:rsid w:val="00685172"/>
    <w:rsid w:val="00686705"/>
    <w:rsid w:val="00687614"/>
    <w:rsid w:val="00687AB2"/>
    <w:rsid w:val="006903A3"/>
    <w:rsid w:val="00691257"/>
    <w:rsid w:val="00692547"/>
    <w:rsid w:val="00693B24"/>
    <w:rsid w:val="0069483B"/>
    <w:rsid w:val="00697D67"/>
    <w:rsid w:val="006A0750"/>
    <w:rsid w:val="006A123C"/>
    <w:rsid w:val="006A126B"/>
    <w:rsid w:val="006A1956"/>
    <w:rsid w:val="006A1D36"/>
    <w:rsid w:val="006A24AF"/>
    <w:rsid w:val="006A4F2F"/>
    <w:rsid w:val="006A7D8D"/>
    <w:rsid w:val="006B228C"/>
    <w:rsid w:val="006B2862"/>
    <w:rsid w:val="006B461A"/>
    <w:rsid w:val="006B4C58"/>
    <w:rsid w:val="006B4F1F"/>
    <w:rsid w:val="006B5E09"/>
    <w:rsid w:val="006B611C"/>
    <w:rsid w:val="006B627D"/>
    <w:rsid w:val="006B7AED"/>
    <w:rsid w:val="006C2A65"/>
    <w:rsid w:val="006C4B6F"/>
    <w:rsid w:val="006C4C4A"/>
    <w:rsid w:val="006C79B3"/>
    <w:rsid w:val="006D00CF"/>
    <w:rsid w:val="006D0302"/>
    <w:rsid w:val="006D0E15"/>
    <w:rsid w:val="006D1028"/>
    <w:rsid w:val="006D42AB"/>
    <w:rsid w:val="006D5BFE"/>
    <w:rsid w:val="006D77A3"/>
    <w:rsid w:val="006D77C3"/>
    <w:rsid w:val="006E0091"/>
    <w:rsid w:val="006E0AFB"/>
    <w:rsid w:val="006E1711"/>
    <w:rsid w:val="006E1F8C"/>
    <w:rsid w:val="006E58F0"/>
    <w:rsid w:val="006E601E"/>
    <w:rsid w:val="006E77F3"/>
    <w:rsid w:val="006F1C95"/>
    <w:rsid w:val="006F25FE"/>
    <w:rsid w:val="006F38D8"/>
    <w:rsid w:val="006F3BDA"/>
    <w:rsid w:val="006F3FFB"/>
    <w:rsid w:val="006F4A13"/>
    <w:rsid w:val="006F5845"/>
    <w:rsid w:val="006F6E46"/>
    <w:rsid w:val="006F7DC5"/>
    <w:rsid w:val="007037F2"/>
    <w:rsid w:val="007041D1"/>
    <w:rsid w:val="00704F27"/>
    <w:rsid w:val="00704FD8"/>
    <w:rsid w:val="0070538E"/>
    <w:rsid w:val="00707516"/>
    <w:rsid w:val="0071069B"/>
    <w:rsid w:val="00712CDC"/>
    <w:rsid w:val="007154AA"/>
    <w:rsid w:val="00715771"/>
    <w:rsid w:val="00715B90"/>
    <w:rsid w:val="007164AD"/>
    <w:rsid w:val="007176BB"/>
    <w:rsid w:val="00722392"/>
    <w:rsid w:val="007249E1"/>
    <w:rsid w:val="00724CAE"/>
    <w:rsid w:val="00725303"/>
    <w:rsid w:val="00725C7F"/>
    <w:rsid w:val="00731C65"/>
    <w:rsid w:val="00732767"/>
    <w:rsid w:val="0073321E"/>
    <w:rsid w:val="0073348B"/>
    <w:rsid w:val="007343E8"/>
    <w:rsid w:val="007344A3"/>
    <w:rsid w:val="00734736"/>
    <w:rsid w:val="00735C5A"/>
    <w:rsid w:val="0073673D"/>
    <w:rsid w:val="007407A3"/>
    <w:rsid w:val="007407CE"/>
    <w:rsid w:val="0074108A"/>
    <w:rsid w:val="00742488"/>
    <w:rsid w:val="00742950"/>
    <w:rsid w:val="007433B5"/>
    <w:rsid w:val="0074389F"/>
    <w:rsid w:val="00743943"/>
    <w:rsid w:val="00744B0D"/>
    <w:rsid w:val="007456BD"/>
    <w:rsid w:val="00745B5D"/>
    <w:rsid w:val="00746641"/>
    <w:rsid w:val="0074759A"/>
    <w:rsid w:val="007475AD"/>
    <w:rsid w:val="0075095B"/>
    <w:rsid w:val="007517F5"/>
    <w:rsid w:val="00752C75"/>
    <w:rsid w:val="00752FFE"/>
    <w:rsid w:val="007533A1"/>
    <w:rsid w:val="00754BD8"/>
    <w:rsid w:val="0075521C"/>
    <w:rsid w:val="00756261"/>
    <w:rsid w:val="00756BE3"/>
    <w:rsid w:val="00761133"/>
    <w:rsid w:val="00761FAD"/>
    <w:rsid w:val="0076240A"/>
    <w:rsid w:val="00763260"/>
    <w:rsid w:val="007648B0"/>
    <w:rsid w:val="00764F34"/>
    <w:rsid w:val="00765DAA"/>
    <w:rsid w:val="0076711D"/>
    <w:rsid w:val="00767A1A"/>
    <w:rsid w:val="00770451"/>
    <w:rsid w:val="007709A4"/>
    <w:rsid w:val="00770D31"/>
    <w:rsid w:val="007724CD"/>
    <w:rsid w:val="00772D78"/>
    <w:rsid w:val="007740DE"/>
    <w:rsid w:val="00774715"/>
    <w:rsid w:val="007751C5"/>
    <w:rsid w:val="00776AD8"/>
    <w:rsid w:val="00780317"/>
    <w:rsid w:val="00781DD6"/>
    <w:rsid w:val="0078232F"/>
    <w:rsid w:val="0078510D"/>
    <w:rsid w:val="00785352"/>
    <w:rsid w:val="00785D16"/>
    <w:rsid w:val="00785D99"/>
    <w:rsid w:val="00785F86"/>
    <w:rsid w:val="007872CB"/>
    <w:rsid w:val="00787BEC"/>
    <w:rsid w:val="00791487"/>
    <w:rsid w:val="00792D5E"/>
    <w:rsid w:val="007930B4"/>
    <w:rsid w:val="00793574"/>
    <w:rsid w:val="00796A12"/>
    <w:rsid w:val="00796CF7"/>
    <w:rsid w:val="00796E23"/>
    <w:rsid w:val="00797403"/>
    <w:rsid w:val="00797DD6"/>
    <w:rsid w:val="007A0C57"/>
    <w:rsid w:val="007A27C9"/>
    <w:rsid w:val="007A354E"/>
    <w:rsid w:val="007A3ACD"/>
    <w:rsid w:val="007A457E"/>
    <w:rsid w:val="007B025A"/>
    <w:rsid w:val="007B4025"/>
    <w:rsid w:val="007B4464"/>
    <w:rsid w:val="007B4B46"/>
    <w:rsid w:val="007B5007"/>
    <w:rsid w:val="007B58D3"/>
    <w:rsid w:val="007B5D79"/>
    <w:rsid w:val="007B6CDC"/>
    <w:rsid w:val="007B7D19"/>
    <w:rsid w:val="007C0251"/>
    <w:rsid w:val="007C063F"/>
    <w:rsid w:val="007C3568"/>
    <w:rsid w:val="007C4D49"/>
    <w:rsid w:val="007C56DB"/>
    <w:rsid w:val="007C79EE"/>
    <w:rsid w:val="007C7FBC"/>
    <w:rsid w:val="007D24F3"/>
    <w:rsid w:val="007D253D"/>
    <w:rsid w:val="007D41C9"/>
    <w:rsid w:val="007D4F07"/>
    <w:rsid w:val="007D51D6"/>
    <w:rsid w:val="007D6CED"/>
    <w:rsid w:val="007D7056"/>
    <w:rsid w:val="007D7332"/>
    <w:rsid w:val="007E052A"/>
    <w:rsid w:val="007E1772"/>
    <w:rsid w:val="007E2451"/>
    <w:rsid w:val="007E2899"/>
    <w:rsid w:val="007E41EF"/>
    <w:rsid w:val="007E567E"/>
    <w:rsid w:val="007E59D9"/>
    <w:rsid w:val="007E78B9"/>
    <w:rsid w:val="007E7DB2"/>
    <w:rsid w:val="007F03A9"/>
    <w:rsid w:val="007F1466"/>
    <w:rsid w:val="007F1CA5"/>
    <w:rsid w:val="007F2671"/>
    <w:rsid w:val="007F27B4"/>
    <w:rsid w:val="007F31E2"/>
    <w:rsid w:val="007F3868"/>
    <w:rsid w:val="007F433B"/>
    <w:rsid w:val="007F698D"/>
    <w:rsid w:val="007F7965"/>
    <w:rsid w:val="00801661"/>
    <w:rsid w:val="008016D0"/>
    <w:rsid w:val="00803C1B"/>
    <w:rsid w:val="00803C9C"/>
    <w:rsid w:val="00806F27"/>
    <w:rsid w:val="00807D8B"/>
    <w:rsid w:val="00810A4E"/>
    <w:rsid w:val="00811103"/>
    <w:rsid w:val="00812B1A"/>
    <w:rsid w:val="00813155"/>
    <w:rsid w:val="00813605"/>
    <w:rsid w:val="00814314"/>
    <w:rsid w:val="00815537"/>
    <w:rsid w:val="00816030"/>
    <w:rsid w:val="008161A2"/>
    <w:rsid w:val="008162AA"/>
    <w:rsid w:val="0081657E"/>
    <w:rsid w:val="00820025"/>
    <w:rsid w:val="00820DF9"/>
    <w:rsid w:val="00820E70"/>
    <w:rsid w:val="0082449E"/>
    <w:rsid w:val="008250A3"/>
    <w:rsid w:val="00825486"/>
    <w:rsid w:val="00825BA4"/>
    <w:rsid w:val="0082659E"/>
    <w:rsid w:val="00826B0D"/>
    <w:rsid w:val="00826EAF"/>
    <w:rsid w:val="0082732F"/>
    <w:rsid w:val="00831FE3"/>
    <w:rsid w:val="008320E7"/>
    <w:rsid w:val="0083212D"/>
    <w:rsid w:val="008329C3"/>
    <w:rsid w:val="00832A13"/>
    <w:rsid w:val="00832B5C"/>
    <w:rsid w:val="008347D5"/>
    <w:rsid w:val="00834A05"/>
    <w:rsid w:val="00835384"/>
    <w:rsid w:val="00835DC5"/>
    <w:rsid w:val="00836C12"/>
    <w:rsid w:val="008406CD"/>
    <w:rsid w:val="00842962"/>
    <w:rsid w:val="008444E1"/>
    <w:rsid w:val="0084479A"/>
    <w:rsid w:val="00845167"/>
    <w:rsid w:val="00845924"/>
    <w:rsid w:val="00846688"/>
    <w:rsid w:val="008468F0"/>
    <w:rsid w:val="008476FE"/>
    <w:rsid w:val="00847D40"/>
    <w:rsid w:val="008505CE"/>
    <w:rsid w:val="00850F8C"/>
    <w:rsid w:val="008519D4"/>
    <w:rsid w:val="0085310F"/>
    <w:rsid w:val="0085311B"/>
    <w:rsid w:val="0085427E"/>
    <w:rsid w:val="0085593A"/>
    <w:rsid w:val="00857527"/>
    <w:rsid w:val="0086144D"/>
    <w:rsid w:val="00861AFA"/>
    <w:rsid w:val="00863E0B"/>
    <w:rsid w:val="008649C7"/>
    <w:rsid w:val="008667E5"/>
    <w:rsid w:val="0086689E"/>
    <w:rsid w:val="00866B92"/>
    <w:rsid w:val="00867381"/>
    <w:rsid w:val="00870196"/>
    <w:rsid w:val="00871507"/>
    <w:rsid w:val="00873704"/>
    <w:rsid w:val="008752F5"/>
    <w:rsid w:val="0087557D"/>
    <w:rsid w:val="00883D43"/>
    <w:rsid w:val="00884A73"/>
    <w:rsid w:val="00885D3E"/>
    <w:rsid w:val="008909EC"/>
    <w:rsid w:val="00890BE1"/>
    <w:rsid w:val="00891474"/>
    <w:rsid w:val="00892B01"/>
    <w:rsid w:val="00892D72"/>
    <w:rsid w:val="00893A6C"/>
    <w:rsid w:val="0089425A"/>
    <w:rsid w:val="00894659"/>
    <w:rsid w:val="00894776"/>
    <w:rsid w:val="0089626B"/>
    <w:rsid w:val="0089AEFA"/>
    <w:rsid w:val="008A00FA"/>
    <w:rsid w:val="008A01A1"/>
    <w:rsid w:val="008A0AA9"/>
    <w:rsid w:val="008A1C6C"/>
    <w:rsid w:val="008A1DDC"/>
    <w:rsid w:val="008A30BC"/>
    <w:rsid w:val="008A3925"/>
    <w:rsid w:val="008A3C2A"/>
    <w:rsid w:val="008A424F"/>
    <w:rsid w:val="008A4313"/>
    <w:rsid w:val="008A4826"/>
    <w:rsid w:val="008A5D32"/>
    <w:rsid w:val="008A64D7"/>
    <w:rsid w:val="008A6B63"/>
    <w:rsid w:val="008A796A"/>
    <w:rsid w:val="008B16EA"/>
    <w:rsid w:val="008B20E2"/>
    <w:rsid w:val="008B2B73"/>
    <w:rsid w:val="008B2D3C"/>
    <w:rsid w:val="008B585E"/>
    <w:rsid w:val="008B67A0"/>
    <w:rsid w:val="008C0C8E"/>
    <w:rsid w:val="008C2810"/>
    <w:rsid w:val="008C5D08"/>
    <w:rsid w:val="008C71F1"/>
    <w:rsid w:val="008C7452"/>
    <w:rsid w:val="008D0090"/>
    <w:rsid w:val="008D0207"/>
    <w:rsid w:val="008D0276"/>
    <w:rsid w:val="008D073D"/>
    <w:rsid w:val="008D1C40"/>
    <w:rsid w:val="008D37F3"/>
    <w:rsid w:val="008D6BDA"/>
    <w:rsid w:val="008D7413"/>
    <w:rsid w:val="008D75BE"/>
    <w:rsid w:val="008E060F"/>
    <w:rsid w:val="008E0774"/>
    <w:rsid w:val="008E1612"/>
    <w:rsid w:val="008E1815"/>
    <w:rsid w:val="008E250D"/>
    <w:rsid w:val="008E26DB"/>
    <w:rsid w:val="008E4A15"/>
    <w:rsid w:val="008E7199"/>
    <w:rsid w:val="008E7B39"/>
    <w:rsid w:val="008E7DEE"/>
    <w:rsid w:val="008F0195"/>
    <w:rsid w:val="008F0C7A"/>
    <w:rsid w:val="008F3AFC"/>
    <w:rsid w:val="008F3B02"/>
    <w:rsid w:val="008F4254"/>
    <w:rsid w:val="008F451D"/>
    <w:rsid w:val="008F67FA"/>
    <w:rsid w:val="008F6A9A"/>
    <w:rsid w:val="009013BA"/>
    <w:rsid w:val="00903345"/>
    <w:rsid w:val="00904995"/>
    <w:rsid w:val="00906430"/>
    <w:rsid w:val="00910DBA"/>
    <w:rsid w:val="00910F19"/>
    <w:rsid w:val="009113CF"/>
    <w:rsid w:val="00911B20"/>
    <w:rsid w:val="00913430"/>
    <w:rsid w:val="00914199"/>
    <w:rsid w:val="00916048"/>
    <w:rsid w:val="00916F0E"/>
    <w:rsid w:val="009202E6"/>
    <w:rsid w:val="009218B3"/>
    <w:rsid w:val="00923231"/>
    <w:rsid w:val="009253B9"/>
    <w:rsid w:val="00925A07"/>
    <w:rsid w:val="00927D74"/>
    <w:rsid w:val="00927FBD"/>
    <w:rsid w:val="009307A9"/>
    <w:rsid w:val="0093274C"/>
    <w:rsid w:val="00935F72"/>
    <w:rsid w:val="009425A4"/>
    <w:rsid w:val="00943669"/>
    <w:rsid w:val="00943F6A"/>
    <w:rsid w:val="009444AF"/>
    <w:rsid w:val="00946CB8"/>
    <w:rsid w:val="00946FA9"/>
    <w:rsid w:val="00947310"/>
    <w:rsid w:val="00952B79"/>
    <w:rsid w:val="009551CE"/>
    <w:rsid w:val="00957EF8"/>
    <w:rsid w:val="00961490"/>
    <w:rsid w:val="00964834"/>
    <w:rsid w:val="00964E18"/>
    <w:rsid w:val="00965700"/>
    <w:rsid w:val="00965AF0"/>
    <w:rsid w:val="00970ED0"/>
    <w:rsid w:val="009745D8"/>
    <w:rsid w:val="00974AE4"/>
    <w:rsid w:val="0097569F"/>
    <w:rsid w:val="009762BD"/>
    <w:rsid w:val="009772FC"/>
    <w:rsid w:val="00977EC3"/>
    <w:rsid w:val="009818C0"/>
    <w:rsid w:val="00982D94"/>
    <w:rsid w:val="00983395"/>
    <w:rsid w:val="00983A83"/>
    <w:rsid w:val="00984BF9"/>
    <w:rsid w:val="009857C2"/>
    <w:rsid w:val="009862BE"/>
    <w:rsid w:val="00986700"/>
    <w:rsid w:val="009878D7"/>
    <w:rsid w:val="0099091B"/>
    <w:rsid w:val="0099192B"/>
    <w:rsid w:val="00991FA3"/>
    <w:rsid w:val="00994CFC"/>
    <w:rsid w:val="00994FD2"/>
    <w:rsid w:val="00996DA3"/>
    <w:rsid w:val="009A023C"/>
    <w:rsid w:val="009A0E94"/>
    <w:rsid w:val="009A1239"/>
    <w:rsid w:val="009A22B1"/>
    <w:rsid w:val="009A2CF9"/>
    <w:rsid w:val="009A2D8E"/>
    <w:rsid w:val="009A34A3"/>
    <w:rsid w:val="009A47D7"/>
    <w:rsid w:val="009A4A8A"/>
    <w:rsid w:val="009A4AD8"/>
    <w:rsid w:val="009A4BB6"/>
    <w:rsid w:val="009A4F94"/>
    <w:rsid w:val="009A730C"/>
    <w:rsid w:val="009A73D9"/>
    <w:rsid w:val="009B1B45"/>
    <w:rsid w:val="009B1CAA"/>
    <w:rsid w:val="009B2AC0"/>
    <w:rsid w:val="009B3BB2"/>
    <w:rsid w:val="009B4748"/>
    <w:rsid w:val="009B4C6C"/>
    <w:rsid w:val="009B4DC4"/>
    <w:rsid w:val="009B536F"/>
    <w:rsid w:val="009B6DC8"/>
    <w:rsid w:val="009B765D"/>
    <w:rsid w:val="009B7730"/>
    <w:rsid w:val="009C1331"/>
    <w:rsid w:val="009C1EB9"/>
    <w:rsid w:val="009C1FB8"/>
    <w:rsid w:val="009C2E20"/>
    <w:rsid w:val="009C30D0"/>
    <w:rsid w:val="009C40CA"/>
    <w:rsid w:val="009C43B3"/>
    <w:rsid w:val="009C4924"/>
    <w:rsid w:val="009C4BEE"/>
    <w:rsid w:val="009C61D9"/>
    <w:rsid w:val="009D0467"/>
    <w:rsid w:val="009D081E"/>
    <w:rsid w:val="009D1A63"/>
    <w:rsid w:val="009D2F0C"/>
    <w:rsid w:val="009D3A7F"/>
    <w:rsid w:val="009D4D40"/>
    <w:rsid w:val="009D6127"/>
    <w:rsid w:val="009D6646"/>
    <w:rsid w:val="009D6F36"/>
    <w:rsid w:val="009D7C34"/>
    <w:rsid w:val="009E29E2"/>
    <w:rsid w:val="009E41B3"/>
    <w:rsid w:val="009E4E65"/>
    <w:rsid w:val="009E662C"/>
    <w:rsid w:val="009F3086"/>
    <w:rsid w:val="009F3F89"/>
    <w:rsid w:val="009F41B3"/>
    <w:rsid w:val="009F4891"/>
    <w:rsid w:val="009F5914"/>
    <w:rsid w:val="009F5D75"/>
    <w:rsid w:val="009F6EC3"/>
    <w:rsid w:val="00A026CB"/>
    <w:rsid w:val="00A051CB"/>
    <w:rsid w:val="00A05240"/>
    <w:rsid w:val="00A0546E"/>
    <w:rsid w:val="00A054B1"/>
    <w:rsid w:val="00A06170"/>
    <w:rsid w:val="00A07E66"/>
    <w:rsid w:val="00A07EFA"/>
    <w:rsid w:val="00A10610"/>
    <w:rsid w:val="00A11416"/>
    <w:rsid w:val="00A11597"/>
    <w:rsid w:val="00A1228B"/>
    <w:rsid w:val="00A13675"/>
    <w:rsid w:val="00A14AD1"/>
    <w:rsid w:val="00A1563A"/>
    <w:rsid w:val="00A16DEB"/>
    <w:rsid w:val="00A22807"/>
    <w:rsid w:val="00A2292E"/>
    <w:rsid w:val="00A22BC2"/>
    <w:rsid w:val="00A23169"/>
    <w:rsid w:val="00A232F0"/>
    <w:rsid w:val="00A2336F"/>
    <w:rsid w:val="00A236E7"/>
    <w:rsid w:val="00A241CB"/>
    <w:rsid w:val="00A27458"/>
    <w:rsid w:val="00A30D2A"/>
    <w:rsid w:val="00A31867"/>
    <w:rsid w:val="00A32276"/>
    <w:rsid w:val="00A32681"/>
    <w:rsid w:val="00A34D50"/>
    <w:rsid w:val="00A354DF"/>
    <w:rsid w:val="00A3559F"/>
    <w:rsid w:val="00A35F05"/>
    <w:rsid w:val="00A40A8C"/>
    <w:rsid w:val="00A4192D"/>
    <w:rsid w:val="00A41C6F"/>
    <w:rsid w:val="00A42DCD"/>
    <w:rsid w:val="00A431C5"/>
    <w:rsid w:val="00A45156"/>
    <w:rsid w:val="00A46216"/>
    <w:rsid w:val="00A47614"/>
    <w:rsid w:val="00A50114"/>
    <w:rsid w:val="00A5087D"/>
    <w:rsid w:val="00A51A13"/>
    <w:rsid w:val="00A51FD8"/>
    <w:rsid w:val="00A52A92"/>
    <w:rsid w:val="00A5354F"/>
    <w:rsid w:val="00A537F3"/>
    <w:rsid w:val="00A55FCA"/>
    <w:rsid w:val="00A576ED"/>
    <w:rsid w:val="00A64030"/>
    <w:rsid w:val="00A644CD"/>
    <w:rsid w:val="00A6497C"/>
    <w:rsid w:val="00A676C0"/>
    <w:rsid w:val="00A7391E"/>
    <w:rsid w:val="00A7522D"/>
    <w:rsid w:val="00A752E2"/>
    <w:rsid w:val="00A77908"/>
    <w:rsid w:val="00A8019F"/>
    <w:rsid w:val="00A81C4E"/>
    <w:rsid w:val="00A81FDF"/>
    <w:rsid w:val="00A825D6"/>
    <w:rsid w:val="00A82924"/>
    <w:rsid w:val="00A834BA"/>
    <w:rsid w:val="00A838D8"/>
    <w:rsid w:val="00A846BF"/>
    <w:rsid w:val="00A849E0"/>
    <w:rsid w:val="00A85999"/>
    <w:rsid w:val="00A875E4"/>
    <w:rsid w:val="00A877FD"/>
    <w:rsid w:val="00A91ACF"/>
    <w:rsid w:val="00A928A6"/>
    <w:rsid w:val="00A93781"/>
    <w:rsid w:val="00A939C8"/>
    <w:rsid w:val="00A94866"/>
    <w:rsid w:val="00A951B2"/>
    <w:rsid w:val="00A954CF"/>
    <w:rsid w:val="00A9588A"/>
    <w:rsid w:val="00A9746C"/>
    <w:rsid w:val="00AA10FA"/>
    <w:rsid w:val="00AA4F17"/>
    <w:rsid w:val="00AA5F1B"/>
    <w:rsid w:val="00AA61E6"/>
    <w:rsid w:val="00AA72DF"/>
    <w:rsid w:val="00AA7B57"/>
    <w:rsid w:val="00AA7E81"/>
    <w:rsid w:val="00AB1F28"/>
    <w:rsid w:val="00AB32CD"/>
    <w:rsid w:val="00AB3638"/>
    <w:rsid w:val="00AB5041"/>
    <w:rsid w:val="00AB56B1"/>
    <w:rsid w:val="00AB6BE8"/>
    <w:rsid w:val="00AB76B3"/>
    <w:rsid w:val="00AB7DBF"/>
    <w:rsid w:val="00AC09DE"/>
    <w:rsid w:val="00AC0CC1"/>
    <w:rsid w:val="00AC19C3"/>
    <w:rsid w:val="00AC2DF8"/>
    <w:rsid w:val="00AC3050"/>
    <w:rsid w:val="00AC386A"/>
    <w:rsid w:val="00AC5883"/>
    <w:rsid w:val="00AD0B95"/>
    <w:rsid w:val="00AD0E32"/>
    <w:rsid w:val="00AD155E"/>
    <w:rsid w:val="00AD2412"/>
    <w:rsid w:val="00AD347D"/>
    <w:rsid w:val="00AD57BA"/>
    <w:rsid w:val="00AD5BD0"/>
    <w:rsid w:val="00AD681E"/>
    <w:rsid w:val="00AD7075"/>
    <w:rsid w:val="00AD7145"/>
    <w:rsid w:val="00AD77B3"/>
    <w:rsid w:val="00AD7C43"/>
    <w:rsid w:val="00AE0053"/>
    <w:rsid w:val="00AE2885"/>
    <w:rsid w:val="00AE4357"/>
    <w:rsid w:val="00AE548F"/>
    <w:rsid w:val="00AE7AF5"/>
    <w:rsid w:val="00AF12AE"/>
    <w:rsid w:val="00AF2F27"/>
    <w:rsid w:val="00AF2FB5"/>
    <w:rsid w:val="00AF4311"/>
    <w:rsid w:val="00AF4D13"/>
    <w:rsid w:val="00AF531C"/>
    <w:rsid w:val="00AF6DA2"/>
    <w:rsid w:val="00AF72E9"/>
    <w:rsid w:val="00AF7A69"/>
    <w:rsid w:val="00B0064C"/>
    <w:rsid w:val="00B00695"/>
    <w:rsid w:val="00B015C8"/>
    <w:rsid w:val="00B035F1"/>
    <w:rsid w:val="00B05DBC"/>
    <w:rsid w:val="00B06894"/>
    <w:rsid w:val="00B0711A"/>
    <w:rsid w:val="00B10737"/>
    <w:rsid w:val="00B11477"/>
    <w:rsid w:val="00B125FC"/>
    <w:rsid w:val="00B12920"/>
    <w:rsid w:val="00B13832"/>
    <w:rsid w:val="00B15A61"/>
    <w:rsid w:val="00B17ACB"/>
    <w:rsid w:val="00B20592"/>
    <w:rsid w:val="00B208A3"/>
    <w:rsid w:val="00B20F54"/>
    <w:rsid w:val="00B21FE2"/>
    <w:rsid w:val="00B2228C"/>
    <w:rsid w:val="00B22B8A"/>
    <w:rsid w:val="00B23158"/>
    <w:rsid w:val="00B25249"/>
    <w:rsid w:val="00B30D58"/>
    <w:rsid w:val="00B32421"/>
    <w:rsid w:val="00B35E62"/>
    <w:rsid w:val="00B36768"/>
    <w:rsid w:val="00B37153"/>
    <w:rsid w:val="00B37DC1"/>
    <w:rsid w:val="00B40260"/>
    <w:rsid w:val="00B40F2B"/>
    <w:rsid w:val="00B4209B"/>
    <w:rsid w:val="00B51D7A"/>
    <w:rsid w:val="00B5683D"/>
    <w:rsid w:val="00B57A93"/>
    <w:rsid w:val="00B57F9C"/>
    <w:rsid w:val="00B606F8"/>
    <w:rsid w:val="00B620E1"/>
    <w:rsid w:val="00B62201"/>
    <w:rsid w:val="00B62661"/>
    <w:rsid w:val="00B626B8"/>
    <w:rsid w:val="00B62B18"/>
    <w:rsid w:val="00B6432B"/>
    <w:rsid w:val="00B64803"/>
    <w:rsid w:val="00B658B4"/>
    <w:rsid w:val="00B66DB0"/>
    <w:rsid w:val="00B670A8"/>
    <w:rsid w:val="00B67AE7"/>
    <w:rsid w:val="00B70052"/>
    <w:rsid w:val="00B707E2"/>
    <w:rsid w:val="00B70AB7"/>
    <w:rsid w:val="00B73C6D"/>
    <w:rsid w:val="00B760CD"/>
    <w:rsid w:val="00B801D7"/>
    <w:rsid w:val="00B808A0"/>
    <w:rsid w:val="00B808A7"/>
    <w:rsid w:val="00B80A43"/>
    <w:rsid w:val="00B818F4"/>
    <w:rsid w:val="00B82244"/>
    <w:rsid w:val="00B824AC"/>
    <w:rsid w:val="00B82796"/>
    <w:rsid w:val="00B82890"/>
    <w:rsid w:val="00B82F51"/>
    <w:rsid w:val="00B8441A"/>
    <w:rsid w:val="00B846F4"/>
    <w:rsid w:val="00B858DD"/>
    <w:rsid w:val="00B87DAB"/>
    <w:rsid w:val="00B904C0"/>
    <w:rsid w:val="00B9060F"/>
    <w:rsid w:val="00B92064"/>
    <w:rsid w:val="00B92192"/>
    <w:rsid w:val="00B9347B"/>
    <w:rsid w:val="00B93671"/>
    <w:rsid w:val="00B94840"/>
    <w:rsid w:val="00B94BEF"/>
    <w:rsid w:val="00B95761"/>
    <w:rsid w:val="00B95F97"/>
    <w:rsid w:val="00BA0DE6"/>
    <w:rsid w:val="00BA24FA"/>
    <w:rsid w:val="00BB016D"/>
    <w:rsid w:val="00BB044E"/>
    <w:rsid w:val="00BB2B24"/>
    <w:rsid w:val="00BB40F0"/>
    <w:rsid w:val="00BB71FA"/>
    <w:rsid w:val="00BB7B8A"/>
    <w:rsid w:val="00BC0EB3"/>
    <w:rsid w:val="00BC2FB8"/>
    <w:rsid w:val="00BC47B4"/>
    <w:rsid w:val="00BC5E5F"/>
    <w:rsid w:val="00BC63DA"/>
    <w:rsid w:val="00BC79D7"/>
    <w:rsid w:val="00BC7DE1"/>
    <w:rsid w:val="00BD0102"/>
    <w:rsid w:val="00BD034D"/>
    <w:rsid w:val="00BD0C45"/>
    <w:rsid w:val="00BD1219"/>
    <w:rsid w:val="00BD151B"/>
    <w:rsid w:val="00BD29EE"/>
    <w:rsid w:val="00BD3E01"/>
    <w:rsid w:val="00BD43EB"/>
    <w:rsid w:val="00BD4C23"/>
    <w:rsid w:val="00BD4D70"/>
    <w:rsid w:val="00BD4EFD"/>
    <w:rsid w:val="00BD57D3"/>
    <w:rsid w:val="00BD6053"/>
    <w:rsid w:val="00BD7211"/>
    <w:rsid w:val="00BD78B1"/>
    <w:rsid w:val="00BE2171"/>
    <w:rsid w:val="00BE33A5"/>
    <w:rsid w:val="00BE3FF9"/>
    <w:rsid w:val="00BE54BE"/>
    <w:rsid w:val="00BE78CC"/>
    <w:rsid w:val="00BE7CA4"/>
    <w:rsid w:val="00BF0103"/>
    <w:rsid w:val="00BF0C1E"/>
    <w:rsid w:val="00BF299F"/>
    <w:rsid w:val="00BF37BD"/>
    <w:rsid w:val="00BF39B8"/>
    <w:rsid w:val="00BF49B5"/>
    <w:rsid w:val="00BF49B6"/>
    <w:rsid w:val="00BF56A4"/>
    <w:rsid w:val="00BF7083"/>
    <w:rsid w:val="00BF7D43"/>
    <w:rsid w:val="00BF7EAB"/>
    <w:rsid w:val="00C01BF1"/>
    <w:rsid w:val="00C02032"/>
    <w:rsid w:val="00C03C4F"/>
    <w:rsid w:val="00C049CD"/>
    <w:rsid w:val="00C05260"/>
    <w:rsid w:val="00C061CA"/>
    <w:rsid w:val="00C06409"/>
    <w:rsid w:val="00C06A37"/>
    <w:rsid w:val="00C06AE4"/>
    <w:rsid w:val="00C106F7"/>
    <w:rsid w:val="00C120B8"/>
    <w:rsid w:val="00C14915"/>
    <w:rsid w:val="00C155F9"/>
    <w:rsid w:val="00C15B5B"/>
    <w:rsid w:val="00C15F98"/>
    <w:rsid w:val="00C16773"/>
    <w:rsid w:val="00C17CE2"/>
    <w:rsid w:val="00C20776"/>
    <w:rsid w:val="00C20DAC"/>
    <w:rsid w:val="00C23987"/>
    <w:rsid w:val="00C23A29"/>
    <w:rsid w:val="00C25979"/>
    <w:rsid w:val="00C26312"/>
    <w:rsid w:val="00C2649A"/>
    <w:rsid w:val="00C269BF"/>
    <w:rsid w:val="00C3234D"/>
    <w:rsid w:val="00C32ECF"/>
    <w:rsid w:val="00C3300D"/>
    <w:rsid w:val="00C33A61"/>
    <w:rsid w:val="00C33DAA"/>
    <w:rsid w:val="00C34363"/>
    <w:rsid w:val="00C34395"/>
    <w:rsid w:val="00C34FCE"/>
    <w:rsid w:val="00C37E8B"/>
    <w:rsid w:val="00C4071A"/>
    <w:rsid w:val="00C407B9"/>
    <w:rsid w:val="00C413A2"/>
    <w:rsid w:val="00C42156"/>
    <w:rsid w:val="00C42A7F"/>
    <w:rsid w:val="00C441B1"/>
    <w:rsid w:val="00C45C8C"/>
    <w:rsid w:val="00C45D7F"/>
    <w:rsid w:val="00C5274B"/>
    <w:rsid w:val="00C52AD4"/>
    <w:rsid w:val="00C52EB0"/>
    <w:rsid w:val="00C53017"/>
    <w:rsid w:val="00C5325D"/>
    <w:rsid w:val="00C53B2F"/>
    <w:rsid w:val="00C56520"/>
    <w:rsid w:val="00C56BBE"/>
    <w:rsid w:val="00C611DC"/>
    <w:rsid w:val="00C624C4"/>
    <w:rsid w:val="00C62FFA"/>
    <w:rsid w:val="00C64A2C"/>
    <w:rsid w:val="00C656F7"/>
    <w:rsid w:val="00C6618C"/>
    <w:rsid w:val="00C6629D"/>
    <w:rsid w:val="00C72262"/>
    <w:rsid w:val="00C72AAD"/>
    <w:rsid w:val="00C73119"/>
    <w:rsid w:val="00C75958"/>
    <w:rsid w:val="00C75E52"/>
    <w:rsid w:val="00C75E90"/>
    <w:rsid w:val="00C77B4B"/>
    <w:rsid w:val="00C81434"/>
    <w:rsid w:val="00C81B78"/>
    <w:rsid w:val="00C82C91"/>
    <w:rsid w:val="00C83ECB"/>
    <w:rsid w:val="00C8534D"/>
    <w:rsid w:val="00C856BD"/>
    <w:rsid w:val="00C85724"/>
    <w:rsid w:val="00C87692"/>
    <w:rsid w:val="00C87ABC"/>
    <w:rsid w:val="00C87E0F"/>
    <w:rsid w:val="00C901F9"/>
    <w:rsid w:val="00C90AEE"/>
    <w:rsid w:val="00C932E9"/>
    <w:rsid w:val="00C93D1E"/>
    <w:rsid w:val="00C93ECC"/>
    <w:rsid w:val="00C94481"/>
    <w:rsid w:val="00C96053"/>
    <w:rsid w:val="00CA003E"/>
    <w:rsid w:val="00CA0504"/>
    <w:rsid w:val="00CA0824"/>
    <w:rsid w:val="00CA262A"/>
    <w:rsid w:val="00CA3EB7"/>
    <w:rsid w:val="00CA6BDD"/>
    <w:rsid w:val="00CB003A"/>
    <w:rsid w:val="00CB03F2"/>
    <w:rsid w:val="00CB0A39"/>
    <w:rsid w:val="00CB17DF"/>
    <w:rsid w:val="00CB1CF7"/>
    <w:rsid w:val="00CB1D10"/>
    <w:rsid w:val="00CB1D70"/>
    <w:rsid w:val="00CB33BD"/>
    <w:rsid w:val="00CB4110"/>
    <w:rsid w:val="00CB667A"/>
    <w:rsid w:val="00CB70AE"/>
    <w:rsid w:val="00CC023D"/>
    <w:rsid w:val="00CC05E0"/>
    <w:rsid w:val="00CC0A26"/>
    <w:rsid w:val="00CC3496"/>
    <w:rsid w:val="00CC4447"/>
    <w:rsid w:val="00CC58FB"/>
    <w:rsid w:val="00CC6FB6"/>
    <w:rsid w:val="00CD0209"/>
    <w:rsid w:val="00CD0F5A"/>
    <w:rsid w:val="00CD242C"/>
    <w:rsid w:val="00CD460B"/>
    <w:rsid w:val="00CD569A"/>
    <w:rsid w:val="00CD6C3F"/>
    <w:rsid w:val="00CD7F4D"/>
    <w:rsid w:val="00CE1F4C"/>
    <w:rsid w:val="00CE2269"/>
    <w:rsid w:val="00CE56FF"/>
    <w:rsid w:val="00CE60CE"/>
    <w:rsid w:val="00CE66E7"/>
    <w:rsid w:val="00CE7C94"/>
    <w:rsid w:val="00CF1740"/>
    <w:rsid w:val="00CF17BF"/>
    <w:rsid w:val="00CF3A83"/>
    <w:rsid w:val="00CF4A63"/>
    <w:rsid w:val="00CF7A11"/>
    <w:rsid w:val="00CF7F6E"/>
    <w:rsid w:val="00D00B25"/>
    <w:rsid w:val="00D013DD"/>
    <w:rsid w:val="00D0152B"/>
    <w:rsid w:val="00D01B49"/>
    <w:rsid w:val="00D04A0F"/>
    <w:rsid w:val="00D13CB8"/>
    <w:rsid w:val="00D1410B"/>
    <w:rsid w:val="00D15796"/>
    <w:rsid w:val="00D168B0"/>
    <w:rsid w:val="00D17235"/>
    <w:rsid w:val="00D20180"/>
    <w:rsid w:val="00D20258"/>
    <w:rsid w:val="00D214D8"/>
    <w:rsid w:val="00D21755"/>
    <w:rsid w:val="00D22D2A"/>
    <w:rsid w:val="00D233A4"/>
    <w:rsid w:val="00D23FE7"/>
    <w:rsid w:val="00D26380"/>
    <w:rsid w:val="00D26E77"/>
    <w:rsid w:val="00D27467"/>
    <w:rsid w:val="00D30545"/>
    <w:rsid w:val="00D32352"/>
    <w:rsid w:val="00D3363A"/>
    <w:rsid w:val="00D34BB5"/>
    <w:rsid w:val="00D35DB8"/>
    <w:rsid w:val="00D37E30"/>
    <w:rsid w:val="00D40451"/>
    <w:rsid w:val="00D41CDD"/>
    <w:rsid w:val="00D42B45"/>
    <w:rsid w:val="00D4334A"/>
    <w:rsid w:val="00D43D5A"/>
    <w:rsid w:val="00D46C2A"/>
    <w:rsid w:val="00D4734C"/>
    <w:rsid w:val="00D47F32"/>
    <w:rsid w:val="00D50241"/>
    <w:rsid w:val="00D52ED4"/>
    <w:rsid w:val="00D535F8"/>
    <w:rsid w:val="00D54B41"/>
    <w:rsid w:val="00D601F1"/>
    <w:rsid w:val="00D61E8C"/>
    <w:rsid w:val="00D620EB"/>
    <w:rsid w:val="00D62598"/>
    <w:rsid w:val="00D62E86"/>
    <w:rsid w:val="00D63798"/>
    <w:rsid w:val="00D63C7A"/>
    <w:rsid w:val="00D63EA1"/>
    <w:rsid w:val="00D64D50"/>
    <w:rsid w:val="00D64FE1"/>
    <w:rsid w:val="00D65628"/>
    <w:rsid w:val="00D667D1"/>
    <w:rsid w:val="00D67500"/>
    <w:rsid w:val="00D71343"/>
    <w:rsid w:val="00D71354"/>
    <w:rsid w:val="00D71F0E"/>
    <w:rsid w:val="00D71FAD"/>
    <w:rsid w:val="00D72350"/>
    <w:rsid w:val="00D72706"/>
    <w:rsid w:val="00D72FB3"/>
    <w:rsid w:val="00D73091"/>
    <w:rsid w:val="00D73424"/>
    <w:rsid w:val="00D7594B"/>
    <w:rsid w:val="00D80004"/>
    <w:rsid w:val="00D805EC"/>
    <w:rsid w:val="00D80939"/>
    <w:rsid w:val="00D829CE"/>
    <w:rsid w:val="00D83133"/>
    <w:rsid w:val="00D83D4C"/>
    <w:rsid w:val="00D84120"/>
    <w:rsid w:val="00D85B11"/>
    <w:rsid w:val="00D90B2A"/>
    <w:rsid w:val="00D923BB"/>
    <w:rsid w:val="00D9622B"/>
    <w:rsid w:val="00D9793F"/>
    <w:rsid w:val="00DA0343"/>
    <w:rsid w:val="00DA4C46"/>
    <w:rsid w:val="00DA4ECF"/>
    <w:rsid w:val="00DA515E"/>
    <w:rsid w:val="00DA67C6"/>
    <w:rsid w:val="00DA6E12"/>
    <w:rsid w:val="00DA71C6"/>
    <w:rsid w:val="00DB0A7A"/>
    <w:rsid w:val="00DB2F24"/>
    <w:rsid w:val="00DB39A4"/>
    <w:rsid w:val="00DB39AC"/>
    <w:rsid w:val="00DB4E60"/>
    <w:rsid w:val="00DB5655"/>
    <w:rsid w:val="00DB58CB"/>
    <w:rsid w:val="00DB59B8"/>
    <w:rsid w:val="00DB62F1"/>
    <w:rsid w:val="00DB64C0"/>
    <w:rsid w:val="00DB6863"/>
    <w:rsid w:val="00DB7A6E"/>
    <w:rsid w:val="00DC0F5C"/>
    <w:rsid w:val="00DC2C07"/>
    <w:rsid w:val="00DC3567"/>
    <w:rsid w:val="00DC4370"/>
    <w:rsid w:val="00DC484D"/>
    <w:rsid w:val="00DC4FCE"/>
    <w:rsid w:val="00DC6C44"/>
    <w:rsid w:val="00DC71F3"/>
    <w:rsid w:val="00DD01C2"/>
    <w:rsid w:val="00DD03CF"/>
    <w:rsid w:val="00DD2DA7"/>
    <w:rsid w:val="00DD438B"/>
    <w:rsid w:val="00DD498F"/>
    <w:rsid w:val="00DD4E73"/>
    <w:rsid w:val="00DD5471"/>
    <w:rsid w:val="00DD5EC4"/>
    <w:rsid w:val="00DD6F57"/>
    <w:rsid w:val="00DE084D"/>
    <w:rsid w:val="00DE09C6"/>
    <w:rsid w:val="00DE0E48"/>
    <w:rsid w:val="00DE16DB"/>
    <w:rsid w:val="00DE1DF1"/>
    <w:rsid w:val="00DE2132"/>
    <w:rsid w:val="00DE23D1"/>
    <w:rsid w:val="00DE2F3C"/>
    <w:rsid w:val="00DE40EA"/>
    <w:rsid w:val="00DE410C"/>
    <w:rsid w:val="00DE418F"/>
    <w:rsid w:val="00DE438E"/>
    <w:rsid w:val="00DE4838"/>
    <w:rsid w:val="00DE4AC4"/>
    <w:rsid w:val="00DE69C7"/>
    <w:rsid w:val="00DF08E7"/>
    <w:rsid w:val="00DF1F06"/>
    <w:rsid w:val="00DF2DFC"/>
    <w:rsid w:val="00DF4EB5"/>
    <w:rsid w:val="00DF64DD"/>
    <w:rsid w:val="00DF6B2A"/>
    <w:rsid w:val="00E00246"/>
    <w:rsid w:val="00E01F28"/>
    <w:rsid w:val="00E032B7"/>
    <w:rsid w:val="00E03B0C"/>
    <w:rsid w:val="00E0489D"/>
    <w:rsid w:val="00E0530C"/>
    <w:rsid w:val="00E06D6C"/>
    <w:rsid w:val="00E07791"/>
    <w:rsid w:val="00E100DD"/>
    <w:rsid w:val="00E116D3"/>
    <w:rsid w:val="00E124FD"/>
    <w:rsid w:val="00E13AE3"/>
    <w:rsid w:val="00E13CF3"/>
    <w:rsid w:val="00E14249"/>
    <w:rsid w:val="00E14970"/>
    <w:rsid w:val="00E154CE"/>
    <w:rsid w:val="00E15F03"/>
    <w:rsid w:val="00E16C8E"/>
    <w:rsid w:val="00E1738F"/>
    <w:rsid w:val="00E179C3"/>
    <w:rsid w:val="00E17E28"/>
    <w:rsid w:val="00E17FE7"/>
    <w:rsid w:val="00E21722"/>
    <w:rsid w:val="00E21AEC"/>
    <w:rsid w:val="00E224F7"/>
    <w:rsid w:val="00E22528"/>
    <w:rsid w:val="00E2349E"/>
    <w:rsid w:val="00E24CD5"/>
    <w:rsid w:val="00E32219"/>
    <w:rsid w:val="00E33432"/>
    <w:rsid w:val="00E33557"/>
    <w:rsid w:val="00E3392A"/>
    <w:rsid w:val="00E354A7"/>
    <w:rsid w:val="00E35827"/>
    <w:rsid w:val="00E361F6"/>
    <w:rsid w:val="00E3663D"/>
    <w:rsid w:val="00E41FE6"/>
    <w:rsid w:val="00E42233"/>
    <w:rsid w:val="00E444DE"/>
    <w:rsid w:val="00E44724"/>
    <w:rsid w:val="00E45191"/>
    <w:rsid w:val="00E45950"/>
    <w:rsid w:val="00E45CF5"/>
    <w:rsid w:val="00E45F47"/>
    <w:rsid w:val="00E4637E"/>
    <w:rsid w:val="00E51575"/>
    <w:rsid w:val="00E52AF4"/>
    <w:rsid w:val="00E53429"/>
    <w:rsid w:val="00E6022F"/>
    <w:rsid w:val="00E60EF7"/>
    <w:rsid w:val="00E62BF0"/>
    <w:rsid w:val="00E63D4A"/>
    <w:rsid w:val="00E6614C"/>
    <w:rsid w:val="00E66697"/>
    <w:rsid w:val="00E67A69"/>
    <w:rsid w:val="00E708B7"/>
    <w:rsid w:val="00E7090A"/>
    <w:rsid w:val="00E715E6"/>
    <w:rsid w:val="00E71A47"/>
    <w:rsid w:val="00E71FDA"/>
    <w:rsid w:val="00E72607"/>
    <w:rsid w:val="00E73CCD"/>
    <w:rsid w:val="00E73D8B"/>
    <w:rsid w:val="00E74B6D"/>
    <w:rsid w:val="00E7650C"/>
    <w:rsid w:val="00E773A6"/>
    <w:rsid w:val="00E77B36"/>
    <w:rsid w:val="00E807AB"/>
    <w:rsid w:val="00E808C4"/>
    <w:rsid w:val="00E8110C"/>
    <w:rsid w:val="00E813D7"/>
    <w:rsid w:val="00E8204B"/>
    <w:rsid w:val="00E823F3"/>
    <w:rsid w:val="00E8356B"/>
    <w:rsid w:val="00E83922"/>
    <w:rsid w:val="00E84DB2"/>
    <w:rsid w:val="00E8623D"/>
    <w:rsid w:val="00E868B8"/>
    <w:rsid w:val="00E86FD8"/>
    <w:rsid w:val="00E901FD"/>
    <w:rsid w:val="00E9117F"/>
    <w:rsid w:val="00E918B1"/>
    <w:rsid w:val="00E92133"/>
    <w:rsid w:val="00E9320A"/>
    <w:rsid w:val="00E93F3F"/>
    <w:rsid w:val="00E94926"/>
    <w:rsid w:val="00E95130"/>
    <w:rsid w:val="00E96837"/>
    <w:rsid w:val="00E97228"/>
    <w:rsid w:val="00E97CFF"/>
    <w:rsid w:val="00EA0ADB"/>
    <w:rsid w:val="00EA1953"/>
    <w:rsid w:val="00EA2FE0"/>
    <w:rsid w:val="00EA32BA"/>
    <w:rsid w:val="00EA3D4B"/>
    <w:rsid w:val="00EA5070"/>
    <w:rsid w:val="00EA62B0"/>
    <w:rsid w:val="00EB066E"/>
    <w:rsid w:val="00EB0F51"/>
    <w:rsid w:val="00EB424C"/>
    <w:rsid w:val="00EB4F10"/>
    <w:rsid w:val="00EB5A3B"/>
    <w:rsid w:val="00EB7A67"/>
    <w:rsid w:val="00EC4800"/>
    <w:rsid w:val="00EC4A68"/>
    <w:rsid w:val="00EC5D39"/>
    <w:rsid w:val="00EC6703"/>
    <w:rsid w:val="00EC7322"/>
    <w:rsid w:val="00ED049B"/>
    <w:rsid w:val="00ED1ACF"/>
    <w:rsid w:val="00ED2EF4"/>
    <w:rsid w:val="00ED314E"/>
    <w:rsid w:val="00ED4C54"/>
    <w:rsid w:val="00ED5209"/>
    <w:rsid w:val="00ED6191"/>
    <w:rsid w:val="00ED63F2"/>
    <w:rsid w:val="00EE0417"/>
    <w:rsid w:val="00EE051A"/>
    <w:rsid w:val="00EE20B5"/>
    <w:rsid w:val="00EE32B5"/>
    <w:rsid w:val="00EE3D07"/>
    <w:rsid w:val="00EE579B"/>
    <w:rsid w:val="00EE67C1"/>
    <w:rsid w:val="00EE6942"/>
    <w:rsid w:val="00EF1570"/>
    <w:rsid w:val="00EF1911"/>
    <w:rsid w:val="00EF2AD6"/>
    <w:rsid w:val="00EF2DAE"/>
    <w:rsid w:val="00EF3B33"/>
    <w:rsid w:val="00EF45D8"/>
    <w:rsid w:val="00EF65C7"/>
    <w:rsid w:val="00EF722C"/>
    <w:rsid w:val="00EF73AC"/>
    <w:rsid w:val="00EF7D05"/>
    <w:rsid w:val="00EF7E8F"/>
    <w:rsid w:val="00F0104E"/>
    <w:rsid w:val="00F01CF1"/>
    <w:rsid w:val="00F02802"/>
    <w:rsid w:val="00F05623"/>
    <w:rsid w:val="00F062C4"/>
    <w:rsid w:val="00F1088B"/>
    <w:rsid w:val="00F12350"/>
    <w:rsid w:val="00F1383A"/>
    <w:rsid w:val="00F156A5"/>
    <w:rsid w:val="00F158ED"/>
    <w:rsid w:val="00F15D03"/>
    <w:rsid w:val="00F16037"/>
    <w:rsid w:val="00F1783C"/>
    <w:rsid w:val="00F2024A"/>
    <w:rsid w:val="00F21FA7"/>
    <w:rsid w:val="00F22109"/>
    <w:rsid w:val="00F23E4D"/>
    <w:rsid w:val="00F24EC2"/>
    <w:rsid w:val="00F25955"/>
    <w:rsid w:val="00F2620E"/>
    <w:rsid w:val="00F301BF"/>
    <w:rsid w:val="00F30BDF"/>
    <w:rsid w:val="00F3127E"/>
    <w:rsid w:val="00F31C9B"/>
    <w:rsid w:val="00F322C6"/>
    <w:rsid w:val="00F3250F"/>
    <w:rsid w:val="00F34144"/>
    <w:rsid w:val="00F345E4"/>
    <w:rsid w:val="00F36151"/>
    <w:rsid w:val="00F36C68"/>
    <w:rsid w:val="00F374BD"/>
    <w:rsid w:val="00F42B76"/>
    <w:rsid w:val="00F43B10"/>
    <w:rsid w:val="00F4471F"/>
    <w:rsid w:val="00F46242"/>
    <w:rsid w:val="00F47146"/>
    <w:rsid w:val="00F47EB2"/>
    <w:rsid w:val="00F51C63"/>
    <w:rsid w:val="00F526A2"/>
    <w:rsid w:val="00F556BF"/>
    <w:rsid w:val="00F6080E"/>
    <w:rsid w:val="00F61461"/>
    <w:rsid w:val="00F63EA6"/>
    <w:rsid w:val="00F65578"/>
    <w:rsid w:val="00F65CD4"/>
    <w:rsid w:val="00F70167"/>
    <w:rsid w:val="00F70BE7"/>
    <w:rsid w:val="00F725B2"/>
    <w:rsid w:val="00F72EA0"/>
    <w:rsid w:val="00F76EE2"/>
    <w:rsid w:val="00F80849"/>
    <w:rsid w:val="00F81035"/>
    <w:rsid w:val="00F82106"/>
    <w:rsid w:val="00F82695"/>
    <w:rsid w:val="00F86D5D"/>
    <w:rsid w:val="00F8708C"/>
    <w:rsid w:val="00F901FB"/>
    <w:rsid w:val="00F903D3"/>
    <w:rsid w:val="00F920DA"/>
    <w:rsid w:val="00F924DF"/>
    <w:rsid w:val="00F93B14"/>
    <w:rsid w:val="00F94F8F"/>
    <w:rsid w:val="00F95A3D"/>
    <w:rsid w:val="00F96416"/>
    <w:rsid w:val="00FA1C14"/>
    <w:rsid w:val="00FA7825"/>
    <w:rsid w:val="00FA79F1"/>
    <w:rsid w:val="00FA7D45"/>
    <w:rsid w:val="00FA7EA6"/>
    <w:rsid w:val="00FB1597"/>
    <w:rsid w:val="00FB1D8A"/>
    <w:rsid w:val="00FB2AC4"/>
    <w:rsid w:val="00FB2F5D"/>
    <w:rsid w:val="00FB315A"/>
    <w:rsid w:val="00FB3523"/>
    <w:rsid w:val="00FB4337"/>
    <w:rsid w:val="00FB46F8"/>
    <w:rsid w:val="00FB470A"/>
    <w:rsid w:val="00FB65E2"/>
    <w:rsid w:val="00FB680E"/>
    <w:rsid w:val="00FB6A7A"/>
    <w:rsid w:val="00FB6C4C"/>
    <w:rsid w:val="00FB6D7B"/>
    <w:rsid w:val="00FC2956"/>
    <w:rsid w:val="00FD11AF"/>
    <w:rsid w:val="00FD25A2"/>
    <w:rsid w:val="00FD3577"/>
    <w:rsid w:val="00FD4A47"/>
    <w:rsid w:val="00FD4E59"/>
    <w:rsid w:val="00FD502F"/>
    <w:rsid w:val="00FD710A"/>
    <w:rsid w:val="00FD798C"/>
    <w:rsid w:val="00FE1474"/>
    <w:rsid w:val="00FE333D"/>
    <w:rsid w:val="00FE3DD3"/>
    <w:rsid w:val="00FE4982"/>
    <w:rsid w:val="00FE5E8E"/>
    <w:rsid w:val="00FF02D4"/>
    <w:rsid w:val="00FF17E5"/>
    <w:rsid w:val="00FF18BE"/>
    <w:rsid w:val="00FF1968"/>
    <w:rsid w:val="00FF5DF6"/>
    <w:rsid w:val="00FF5ED0"/>
    <w:rsid w:val="00FF7D11"/>
    <w:rsid w:val="01255A9F"/>
    <w:rsid w:val="0167635E"/>
    <w:rsid w:val="01DF0652"/>
    <w:rsid w:val="0268CCF2"/>
    <w:rsid w:val="02936C94"/>
    <w:rsid w:val="02C84E76"/>
    <w:rsid w:val="0377CAEC"/>
    <w:rsid w:val="03C98B2D"/>
    <w:rsid w:val="04FE9C02"/>
    <w:rsid w:val="05874557"/>
    <w:rsid w:val="05E435B3"/>
    <w:rsid w:val="06B27775"/>
    <w:rsid w:val="07303636"/>
    <w:rsid w:val="0891D10B"/>
    <w:rsid w:val="0A1C7403"/>
    <w:rsid w:val="0B88D80F"/>
    <w:rsid w:val="0BA0AF5B"/>
    <w:rsid w:val="0BD49D12"/>
    <w:rsid w:val="0BE5D7E9"/>
    <w:rsid w:val="0C7AAA27"/>
    <w:rsid w:val="0C9A679D"/>
    <w:rsid w:val="0CCA03CB"/>
    <w:rsid w:val="0D129A78"/>
    <w:rsid w:val="0F256631"/>
    <w:rsid w:val="10085F9E"/>
    <w:rsid w:val="10086EDC"/>
    <w:rsid w:val="103EC91D"/>
    <w:rsid w:val="10F76656"/>
    <w:rsid w:val="11C31963"/>
    <w:rsid w:val="121110D6"/>
    <w:rsid w:val="1265C85F"/>
    <w:rsid w:val="140198C0"/>
    <w:rsid w:val="1534612A"/>
    <w:rsid w:val="15E86CE5"/>
    <w:rsid w:val="15F3CDB8"/>
    <w:rsid w:val="16893E8E"/>
    <w:rsid w:val="17174FB9"/>
    <w:rsid w:val="171F3D3F"/>
    <w:rsid w:val="176EE4AF"/>
    <w:rsid w:val="17A2DA3F"/>
    <w:rsid w:val="17E507CA"/>
    <w:rsid w:val="17E7E6ED"/>
    <w:rsid w:val="185330C9"/>
    <w:rsid w:val="1980D82B"/>
    <w:rsid w:val="198536AD"/>
    <w:rsid w:val="19DE7D2F"/>
    <w:rsid w:val="1AFA765C"/>
    <w:rsid w:val="1B4DA7C1"/>
    <w:rsid w:val="1BEAC0DC"/>
    <w:rsid w:val="1BEB838F"/>
    <w:rsid w:val="1E08C69A"/>
    <w:rsid w:val="1E157102"/>
    <w:rsid w:val="1F4D0CDA"/>
    <w:rsid w:val="1FB3EAC0"/>
    <w:rsid w:val="20E01BC8"/>
    <w:rsid w:val="22732ABD"/>
    <w:rsid w:val="22FE771B"/>
    <w:rsid w:val="2468D6A9"/>
    <w:rsid w:val="24A35BDE"/>
    <w:rsid w:val="24D7C6F5"/>
    <w:rsid w:val="24F4BDB5"/>
    <w:rsid w:val="2531B3D1"/>
    <w:rsid w:val="259990A8"/>
    <w:rsid w:val="265F5B33"/>
    <w:rsid w:val="26B45BD5"/>
    <w:rsid w:val="2781EA74"/>
    <w:rsid w:val="279CBA38"/>
    <w:rsid w:val="2829F7E2"/>
    <w:rsid w:val="28695493"/>
    <w:rsid w:val="28C943E4"/>
    <w:rsid w:val="2A08146B"/>
    <w:rsid w:val="2DAF0E63"/>
    <w:rsid w:val="2DF12BF8"/>
    <w:rsid w:val="2E3620E7"/>
    <w:rsid w:val="2E7F3D23"/>
    <w:rsid w:val="2E993966"/>
    <w:rsid w:val="2ED954A8"/>
    <w:rsid w:val="302F63E8"/>
    <w:rsid w:val="3106E2F1"/>
    <w:rsid w:val="31D0DA28"/>
    <w:rsid w:val="32318DCA"/>
    <w:rsid w:val="334A2A43"/>
    <w:rsid w:val="34E5FAA4"/>
    <w:rsid w:val="35136C74"/>
    <w:rsid w:val="359BCF22"/>
    <w:rsid w:val="35B44932"/>
    <w:rsid w:val="36102B11"/>
    <w:rsid w:val="36227231"/>
    <w:rsid w:val="3681CB05"/>
    <w:rsid w:val="380CF70C"/>
    <w:rsid w:val="38401BAC"/>
    <w:rsid w:val="38944A9C"/>
    <w:rsid w:val="38A06740"/>
    <w:rsid w:val="3A2CF151"/>
    <w:rsid w:val="3B3FFB06"/>
    <w:rsid w:val="3B7B7D48"/>
    <w:rsid w:val="3CDA1E01"/>
    <w:rsid w:val="3CECBA7D"/>
    <w:rsid w:val="3D174DA9"/>
    <w:rsid w:val="3D3A8D09"/>
    <w:rsid w:val="3DBCD2E0"/>
    <w:rsid w:val="3F5696B8"/>
    <w:rsid w:val="41CD01AF"/>
    <w:rsid w:val="41E32CAF"/>
    <w:rsid w:val="4226F3DA"/>
    <w:rsid w:val="423D3AF0"/>
    <w:rsid w:val="431DE27A"/>
    <w:rsid w:val="4368D210"/>
    <w:rsid w:val="4454A77D"/>
    <w:rsid w:val="447E5B03"/>
    <w:rsid w:val="44E84F32"/>
    <w:rsid w:val="46D99EE1"/>
    <w:rsid w:val="4756A0A5"/>
    <w:rsid w:val="485E2CFC"/>
    <w:rsid w:val="488925F4"/>
    <w:rsid w:val="4C4E7E8B"/>
    <w:rsid w:val="4CCDE889"/>
    <w:rsid w:val="4DA9924C"/>
    <w:rsid w:val="4DCDD5EB"/>
    <w:rsid w:val="4E09DDA4"/>
    <w:rsid w:val="4E10E301"/>
    <w:rsid w:val="4E33DC3F"/>
    <w:rsid w:val="4F16237B"/>
    <w:rsid w:val="503015F2"/>
    <w:rsid w:val="506C63EA"/>
    <w:rsid w:val="51C7E6B4"/>
    <w:rsid w:val="52379C6A"/>
    <w:rsid w:val="52DB7D2C"/>
    <w:rsid w:val="54599070"/>
    <w:rsid w:val="551F5AFB"/>
    <w:rsid w:val="5554B8F1"/>
    <w:rsid w:val="55FD4E57"/>
    <w:rsid w:val="56495C89"/>
    <w:rsid w:val="56CFFB67"/>
    <w:rsid w:val="56E09FC1"/>
    <w:rsid w:val="57991EB8"/>
    <w:rsid w:val="57B31AFB"/>
    <w:rsid w:val="57D1E6F4"/>
    <w:rsid w:val="57D56B94"/>
    <w:rsid w:val="59C9062D"/>
    <w:rsid w:val="59F9BD50"/>
    <w:rsid w:val="5AD19360"/>
    <w:rsid w:val="5BE80B54"/>
    <w:rsid w:val="5C2A23B2"/>
    <w:rsid w:val="5F2F4635"/>
    <w:rsid w:val="5F9C4317"/>
    <w:rsid w:val="609F6A67"/>
    <w:rsid w:val="60B1613D"/>
    <w:rsid w:val="60D4AFA3"/>
    <w:rsid w:val="61E4189B"/>
    <w:rsid w:val="624F797C"/>
    <w:rsid w:val="62830EE8"/>
    <w:rsid w:val="6290BA16"/>
    <w:rsid w:val="62D24807"/>
    <w:rsid w:val="62ED0C36"/>
    <w:rsid w:val="63A5FA6C"/>
    <w:rsid w:val="645E7963"/>
    <w:rsid w:val="6477A1C0"/>
    <w:rsid w:val="65CDC53B"/>
    <w:rsid w:val="674765AB"/>
    <w:rsid w:val="67D447BD"/>
    <w:rsid w:val="681507A6"/>
    <w:rsid w:val="6906210B"/>
    <w:rsid w:val="6938DE6B"/>
    <w:rsid w:val="6943255D"/>
    <w:rsid w:val="694BE6C9"/>
    <w:rsid w:val="69E30163"/>
    <w:rsid w:val="6AB35AED"/>
    <w:rsid w:val="6B71107D"/>
    <w:rsid w:val="6C01AE71"/>
    <w:rsid w:val="6C7AC61F"/>
    <w:rsid w:val="6D5D4E3B"/>
    <w:rsid w:val="6E055BA9"/>
    <w:rsid w:val="6E1AAB69"/>
    <w:rsid w:val="6E1E8406"/>
    <w:rsid w:val="6E1F57EC"/>
    <w:rsid w:val="6E571FB3"/>
    <w:rsid w:val="6EE169A6"/>
    <w:rsid w:val="701C66C0"/>
    <w:rsid w:val="7066F695"/>
    <w:rsid w:val="708C2300"/>
    <w:rsid w:val="70D51F94"/>
    <w:rsid w:val="718FEA59"/>
    <w:rsid w:val="7199ECC7"/>
    <w:rsid w:val="71A2AE33"/>
    <w:rsid w:val="7202C6F6"/>
    <w:rsid w:val="725FB752"/>
    <w:rsid w:val="72CAC94F"/>
    <w:rsid w:val="72EE9C63"/>
    <w:rsid w:val="72FAB695"/>
    <w:rsid w:val="734BF4CC"/>
    <w:rsid w:val="73A87EA8"/>
    <w:rsid w:val="74B51042"/>
    <w:rsid w:val="75A890B7"/>
    <w:rsid w:val="7600C787"/>
    <w:rsid w:val="788343B7"/>
    <w:rsid w:val="7AA74AB7"/>
    <w:rsid w:val="7AFD070E"/>
    <w:rsid w:val="7B019BCE"/>
    <w:rsid w:val="7B30681C"/>
    <w:rsid w:val="7BA9A93C"/>
    <w:rsid w:val="7C98D76F"/>
    <w:rsid w:val="7F1803D2"/>
    <w:rsid w:val="7F667AE3"/>
    <w:rsid w:val="7FD0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D202A"/>
  <w15:docId w15:val="{F1E66910-0319-4B73-9AF3-B6C9260A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F7411"/>
    <w:pPr>
      <w:spacing w:after="120"/>
    </w:pPr>
    <w:rPr>
      <w:rFonts w:ascii="Franklin Gothic Book" w:hAnsi="Franklin Gothic Book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02E6"/>
    <w:pPr>
      <w:keepNext/>
      <w:keepLines/>
      <w:spacing w:before="240" w:after="80"/>
      <w:outlineLvl w:val="0"/>
    </w:pPr>
    <w:rPr>
      <w:rFonts w:ascii="Georgia" w:eastAsiaTheme="majorEastAsia" w:hAnsi="Georgia" w:cstheme="majorBidi"/>
      <w:color w:val="004F71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ED1"/>
    <w:pPr>
      <w:shd w:val="clear" w:color="004256" w:themeColor="accent1" w:themeShade="80" w:fill="auto"/>
      <w:spacing w:before="240" w:after="80"/>
      <w:outlineLvl w:val="1"/>
    </w:pPr>
    <w:rPr>
      <w:rFonts w:ascii="Franklin Gothic Demi" w:hAnsi="Franklin Gothic Demi"/>
      <w:color w:val="0085AD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3181"/>
    <w:pPr>
      <w:keepNext/>
      <w:spacing w:before="120" w:after="40"/>
      <w:outlineLvl w:val="2"/>
    </w:pPr>
    <w:rPr>
      <w:rFonts w:ascii="Franklin Gothic Demi" w:hAnsi="Franklin Gothic Demi"/>
      <w:i/>
      <w:color w:val="004F71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3E22"/>
    <w:pPr>
      <w:keepNext/>
      <w:keepLines/>
      <w:spacing w:after="40"/>
      <w:outlineLvl w:val="3"/>
    </w:pPr>
    <w:rPr>
      <w:rFonts w:ascii="Franklin Gothic Demi" w:eastAsiaTheme="majorEastAsia" w:hAnsi="Franklin Gothic Demi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752FFE"/>
    <w:pPr>
      <w:keepNext/>
      <w:keepLines/>
      <w:spacing w:before="120" w:after="0"/>
      <w:outlineLvl w:val="4"/>
    </w:pPr>
    <w:rPr>
      <w:rFonts w:ascii="Franklin Gothic Demi" w:eastAsiaTheme="majorEastAsia" w:hAnsi="Franklin Gothic Demi" w:cstheme="majorBidi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629A5"/>
    <w:rPr>
      <w:b w:val="0"/>
      <w:i/>
      <w:iCs/>
    </w:rPr>
  </w:style>
  <w:style w:type="paragraph" w:styleId="ListParagraph">
    <w:name w:val="List Paragraph"/>
    <w:basedOn w:val="Normal"/>
    <w:next w:val="Normal"/>
    <w:uiPriority w:val="1"/>
    <w:qFormat/>
    <w:rsid w:val="00B8441A"/>
    <w:pPr>
      <w:contextualSpacing/>
    </w:pPr>
  </w:style>
  <w:style w:type="character" w:styleId="Strong">
    <w:name w:val="Strong"/>
    <w:basedOn w:val="DefaultParagraphFont"/>
    <w:uiPriority w:val="22"/>
    <w:qFormat/>
    <w:rsid w:val="00825486"/>
    <w:rPr>
      <w:rFonts w:ascii="Franklin Gothic Demi" w:hAnsi="Franklin Gothic Demi"/>
      <w:b w:val="0"/>
      <w:bCs/>
      <w:i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41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1B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202E6"/>
    <w:rPr>
      <w:rFonts w:ascii="Georgia" w:eastAsiaTheme="majorEastAsia" w:hAnsi="Georgia" w:cstheme="majorBidi"/>
      <w:color w:val="004F71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0ED1"/>
    <w:rPr>
      <w:rFonts w:ascii="Franklin Gothic Demi" w:hAnsi="Franklin Gothic Demi"/>
      <w:color w:val="0085AD" w:themeColor="accent1"/>
      <w:sz w:val="28"/>
      <w:shd w:val="clear" w:color="004256" w:themeColor="accent1" w:themeShade="80" w:fill="auto"/>
    </w:rPr>
  </w:style>
  <w:style w:type="paragraph" w:styleId="Footer">
    <w:name w:val="footer"/>
    <w:basedOn w:val="Normal"/>
    <w:link w:val="FooterChar"/>
    <w:uiPriority w:val="99"/>
    <w:qFormat/>
    <w:rsid w:val="0056083A"/>
    <w:pPr>
      <w:spacing w:before="100" w:after="100"/>
    </w:pPr>
    <w:rPr>
      <w:rFonts w:ascii="Franklin Gothic Demi" w:eastAsiaTheme="majorEastAsia" w:hAnsi="Franklin Gothic Demi" w:cstheme="majorBidi"/>
      <w:color w:val="FFFFFF" w:themeColor="background1"/>
      <w:sz w:val="20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56083A"/>
    <w:rPr>
      <w:rFonts w:ascii="Franklin Gothic Demi" w:eastAsiaTheme="majorEastAsia" w:hAnsi="Franklin Gothic Demi" w:cstheme="majorBidi"/>
      <w:color w:val="FFFFFF" w:themeColor="background1"/>
      <w:sz w:val="2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F3181"/>
    <w:rPr>
      <w:rFonts w:ascii="Franklin Gothic Demi" w:hAnsi="Franklin Gothic Demi"/>
      <w:i/>
      <w:color w:val="004F71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53E22"/>
    <w:rPr>
      <w:rFonts w:ascii="Franklin Gothic Demi" w:eastAsiaTheme="majorEastAsia" w:hAnsi="Franklin Gothic Demi" w:cstheme="majorBidi"/>
      <w:iCs/>
    </w:rPr>
  </w:style>
  <w:style w:type="character" w:styleId="IntenseEmphasis">
    <w:name w:val="Intense Emphasis"/>
    <w:basedOn w:val="DefaultParagraphFont"/>
    <w:uiPriority w:val="21"/>
    <w:qFormat/>
    <w:rsid w:val="00566D7F"/>
    <w:rPr>
      <w:rFonts w:ascii="Franklin Gothic Demi" w:hAnsi="Franklin Gothic Demi"/>
      <w:b w:val="0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203490"/>
    <w:pPr>
      <w:pBdr>
        <w:left w:val="single" w:sz="18" w:space="4" w:color="00AB8E" w:themeColor="accent5"/>
      </w:pBdr>
      <w:spacing w:before="120" w:after="0" w:line="288" w:lineRule="auto"/>
      <w:ind w:left="360" w:right="360"/>
    </w:pPr>
    <w:rPr>
      <w:rFonts w:ascii="Georgia" w:hAnsi="Georgia"/>
      <w:i/>
      <w:iCs/>
      <w:color w:val="004F71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203490"/>
    <w:rPr>
      <w:rFonts w:ascii="Georgia" w:hAnsi="Georgia"/>
      <w:i/>
      <w:iCs/>
      <w:color w:val="004F71" w:themeColor="text1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FB680E"/>
    <w:pPr>
      <w:spacing w:after="0"/>
    </w:pPr>
    <w:rPr>
      <w:sz w:val="1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680E"/>
    <w:rPr>
      <w:rFonts w:ascii="Franklin Gothic Book" w:hAnsi="Franklin Gothic Book"/>
      <w:sz w:val="12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2E4C3F"/>
    <w:rPr>
      <w:caps w:val="0"/>
      <w:smallCaps w:val="0"/>
      <w:strike w:val="0"/>
      <w:dstrike w:val="0"/>
      <w:vanish w:val="0"/>
      <w:color w:val="0085AD" w:themeColor="accent1"/>
      <w:vertAlign w:val="superscript"/>
    </w:rPr>
  </w:style>
  <w:style w:type="paragraph" w:styleId="NoSpacing">
    <w:name w:val="No Spacing"/>
    <w:basedOn w:val="Normal"/>
    <w:next w:val="Normal"/>
    <w:uiPriority w:val="1"/>
    <w:qFormat/>
    <w:rsid w:val="00BB044E"/>
    <w:pPr>
      <w:spacing w:after="0"/>
    </w:pPr>
  </w:style>
  <w:style w:type="table" w:styleId="TableGrid">
    <w:name w:val="Table Grid"/>
    <w:basedOn w:val="TableNormal"/>
    <w:uiPriority w:val="59"/>
    <w:rsid w:val="00B70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9B4DC4"/>
    <w:rPr>
      <w:color w:val="0085AD" w:themeColor="accent1"/>
      <w:u w:val="single"/>
    </w:rPr>
  </w:style>
  <w:style w:type="paragraph" w:customStyle="1" w:styleId="NumberedListParagraph">
    <w:name w:val="Numbered List Paragraph"/>
    <w:basedOn w:val="Normal"/>
    <w:uiPriority w:val="1"/>
    <w:qFormat/>
    <w:rsid w:val="00464326"/>
    <w:pPr>
      <w:numPr>
        <w:numId w:val="1"/>
      </w:numPr>
      <w:spacing w:before="60"/>
      <w:contextualSpacing/>
    </w:pPr>
  </w:style>
  <w:style w:type="paragraph" w:styleId="Title">
    <w:name w:val="Title"/>
    <w:basedOn w:val="Normal"/>
    <w:next w:val="Subtitle"/>
    <w:link w:val="TitleChar"/>
    <w:uiPriority w:val="8"/>
    <w:qFormat/>
    <w:rsid w:val="00E84DB2"/>
    <w:pPr>
      <w:spacing w:before="240" w:after="0"/>
    </w:pPr>
    <w:rPr>
      <w:rFonts w:ascii="Georgia" w:eastAsiaTheme="majorEastAsia" w:hAnsi="Georgia" w:cstheme="majorBidi"/>
      <w:color w:val="004F71" w:themeColor="text1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E84DB2"/>
    <w:rPr>
      <w:rFonts w:ascii="Georgia" w:eastAsiaTheme="majorEastAsia" w:hAnsi="Georgia" w:cstheme="majorBidi"/>
      <w:color w:val="004F71" w:themeColor="text1"/>
      <w:spacing w:val="-10"/>
      <w:kern w:val="28"/>
      <w:sz w:val="48"/>
      <w:szCs w:val="56"/>
    </w:rPr>
  </w:style>
  <w:style w:type="paragraph" w:styleId="Subtitle">
    <w:name w:val="Subtitle"/>
    <w:next w:val="Normal"/>
    <w:link w:val="SubtitleChar"/>
    <w:uiPriority w:val="11"/>
    <w:qFormat/>
    <w:rsid w:val="00EF65C7"/>
    <w:pPr>
      <w:numPr>
        <w:ilvl w:val="1"/>
      </w:numPr>
      <w:pBdr>
        <w:bottom w:val="single" w:sz="24" w:space="12" w:color="00AB8E" w:themeColor="accent5"/>
      </w:pBdr>
      <w:spacing w:before="120"/>
      <w:contextualSpacing/>
    </w:pPr>
    <w:rPr>
      <w:rFonts w:ascii="Franklin Gothic Demi" w:eastAsiaTheme="minorEastAsia" w:hAnsi="Franklin Gothic Demi"/>
      <w:caps/>
      <w:color w:val="0085AD" w:themeColor="accent1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65C7"/>
    <w:rPr>
      <w:rFonts w:ascii="Franklin Gothic Demi" w:eastAsiaTheme="minorEastAsia" w:hAnsi="Franklin Gothic Demi"/>
      <w:caps/>
      <w:color w:val="0085AD" w:themeColor="accent1"/>
      <w:sz w:val="24"/>
    </w:rPr>
  </w:style>
  <w:style w:type="paragraph" w:customStyle="1" w:styleId="Leader">
    <w:name w:val="Leader"/>
    <w:basedOn w:val="Normal"/>
    <w:link w:val="LeaderChar"/>
    <w:uiPriority w:val="98"/>
    <w:qFormat/>
    <w:rsid w:val="00E14970"/>
    <w:pPr>
      <w:spacing w:after="0"/>
    </w:pPr>
    <w:rPr>
      <w:rFonts w:asciiTheme="minorHAnsi" w:hAnsiTheme="minorHAnsi"/>
      <w:color w:val="004F71" w:themeColor="text1"/>
      <w:sz w:val="20"/>
    </w:rPr>
  </w:style>
  <w:style w:type="character" w:styleId="UnresolvedMention">
    <w:name w:val="Unresolved Mention"/>
    <w:basedOn w:val="DefaultParagraphFont"/>
    <w:uiPriority w:val="99"/>
    <w:unhideWhenUsed/>
    <w:rsid w:val="00A81C4E"/>
    <w:rPr>
      <w:color w:val="605E5C"/>
      <w:shd w:val="clear" w:color="auto" w:fill="E1DFDD"/>
    </w:rPr>
  </w:style>
  <w:style w:type="character" w:customStyle="1" w:styleId="LeaderChar">
    <w:name w:val="Leader Char"/>
    <w:basedOn w:val="DefaultParagraphFont"/>
    <w:link w:val="Leader"/>
    <w:uiPriority w:val="98"/>
    <w:rsid w:val="00E14970"/>
    <w:rPr>
      <w:color w:val="004F71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52FFE"/>
    <w:rPr>
      <w:rFonts w:ascii="Franklin Gothic Demi" w:eastAsiaTheme="majorEastAsia" w:hAnsi="Franklin Gothic Demi" w:cstheme="majorBidi"/>
      <w:caps/>
    </w:rPr>
  </w:style>
  <w:style w:type="paragraph" w:styleId="Header">
    <w:name w:val="header"/>
    <w:basedOn w:val="Normal"/>
    <w:link w:val="HeaderChar"/>
    <w:uiPriority w:val="99"/>
    <w:unhideWhenUsed/>
    <w:rsid w:val="0000782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07826"/>
    <w:rPr>
      <w:rFonts w:ascii="Brandon Text Regular" w:hAnsi="Brandon Text Regular"/>
    </w:rPr>
  </w:style>
  <w:style w:type="paragraph" w:customStyle="1" w:styleId="Quote2">
    <w:name w:val="Quote2"/>
    <w:basedOn w:val="Quote"/>
    <w:link w:val="Quote2Char"/>
    <w:uiPriority w:val="1"/>
    <w:rsid w:val="009C61D9"/>
    <w:pPr>
      <w:pBdr>
        <w:left w:val="none" w:sz="0" w:space="0" w:color="auto"/>
      </w:pBdr>
      <w:spacing w:before="90"/>
      <w:ind w:left="900" w:right="0"/>
    </w:pPr>
    <w:rPr>
      <w:rFonts w:ascii="Brandon Text Medium" w:hAnsi="Brandon Text Medium"/>
    </w:rPr>
  </w:style>
  <w:style w:type="character" w:customStyle="1" w:styleId="Quote2Char">
    <w:name w:val="Quote2 Char"/>
    <w:basedOn w:val="QuoteChar"/>
    <w:link w:val="Quote2"/>
    <w:uiPriority w:val="1"/>
    <w:rsid w:val="009C61D9"/>
    <w:rPr>
      <w:rFonts w:ascii="Brandon Text Medium" w:hAnsi="Brandon Text Medium"/>
      <w:i/>
      <w:iCs/>
      <w:color w:val="004256" w:themeColor="accent1" w:themeShade="80"/>
      <w:sz w:val="21"/>
    </w:rPr>
  </w:style>
  <w:style w:type="paragraph" w:styleId="Revision">
    <w:name w:val="Revision"/>
    <w:hidden/>
    <w:uiPriority w:val="99"/>
    <w:semiHidden/>
    <w:rsid w:val="005B07FF"/>
    <w:pPr>
      <w:widowControl/>
    </w:pPr>
    <w:rPr>
      <w:rFonts w:ascii="Brandon Text Regular" w:hAnsi="Brandon Text Regular"/>
      <w:sz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5B07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07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07FF"/>
    <w:rPr>
      <w:rFonts w:ascii="Brandon Text Regular" w:hAnsi="Brandon Text Regula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07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07FF"/>
    <w:rPr>
      <w:rFonts w:ascii="Brandon Text Regular" w:hAnsi="Brandon Text Regular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B32CD"/>
    <w:rPr>
      <w:color w:val="2B579A"/>
      <w:shd w:val="clear" w:color="auto" w:fill="E1DFDD"/>
    </w:rPr>
  </w:style>
  <w:style w:type="paragraph" w:customStyle="1" w:styleId="Default">
    <w:name w:val="Default"/>
    <w:rsid w:val="00D04A0F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9A1239"/>
  </w:style>
  <w:style w:type="character" w:customStyle="1" w:styleId="eop">
    <w:name w:val="eop"/>
    <w:basedOn w:val="DefaultParagraphFont"/>
    <w:rsid w:val="00E00246"/>
  </w:style>
  <w:style w:type="numbering" w:customStyle="1" w:styleId="Multi-levelList">
    <w:name w:val="Multi-level List"/>
    <w:uiPriority w:val="99"/>
    <w:rsid w:val="009A4A8A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semiHidden/>
    <w:rsid w:val="00D73091"/>
    <w:rPr>
      <w:color w:val="808080"/>
    </w:rPr>
  </w:style>
  <w:style w:type="table" w:styleId="ListTable2">
    <w:name w:val="List Table 2"/>
    <w:basedOn w:val="TableNormal"/>
    <w:uiPriority w:val="47"/>
    <w:rsid w:val="008C0C8E"/>
    <w:tblPr>
      <w:tblStyleRowBandSize w:val="1"/>
      <w:tblStyleColBandSize w:val="1"/>
      <w:tblBorders>
        <w:top w:val="single" w:sz="4" w:space="0" w:color="10B7FF" w:themeColor="text1" w:themeTint="99"/>
        <w:bottom w:val="single" w:sz="4" w:space="0" w:color="10B7FF" w:themeColor="text1" w:themeTint="99"/>
        <w:insideH w:val="single" w:sz="4" w:space="0" w:color="10B7F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E6FF" w:themeFill="text1" w:themeFillTint="33"/>
      </w:tcPr>
    </w:tblStylePr>
    <w:tblStylePr w:type="band1Horz">
      <w:tblPr/>
      <w:tcPr>
        <w:shd w:val="clear" w:color="auto" w:fill="AFE6FF" w:themeFill="text1" w:themeFillTint="33"/>
      </w:tcPr>
    </w:tblStylePr>
  </w:style>
  <w:style w:type="table" w:styleId="PlainTable2">
    <w:name w:val="Plain Table 2"/>
    <w:basedOn w:val="TableNormal"/>
    <w:uiPriority w:val="42"/>
    <w:rsid w:val="008C0C8E"/>
    <w:tblPr>
      <w:tblStyleRowBandSize w:val="1"/>
      <w:tblStyleColBandSize w:val="1"/>
      <w:tblBorders>
        <w:top w:val="single" w:sz="4" w:space="0" w:color="37C2FF" w:themeColor="text1" w:themeTint="80"/>
        <w:bottom w:val="single" w:sz="4" w:space="0" w:color="37C2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37C2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37C2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37C2FF" w:themeColor="text1" w:themeTint="80"/>
          <w:right w:val="single" w:sz="4" w:space="0" w:color="37C2FF" w:themeColor="text1" w:themeTint="80"/>
        </w:tcBorders>
      </w:tcPr>
    </w:tblStylePr>
    <w:tblStylePr w:type="band2Vert">
      <w:tblPr/>
      <w:tcPr>
        <w:tcBorders>
          <w:left w:val="single" w:sz="4" w:space="0" w:color="37C2FF" w:themeColor="text1" w:themeTint="80"/>
          <w:right w:val="single" w:sz="4" w:space="0" w:color="37C2FF" w:themeColor="text1" w:themeTint="80"/>
        </w:tcBorders>
      </w:tcPr>
    </w:tblStylePr>
    <w:tblStylePr w:type="band1Horz">
      <w:tblPr/>
      <w:tcPr>
        <w:tcBorders>
          <w:top w:val="single" w:sz="4" w:space="0" w:color="37C2FF" w:themeColor="text1" w:themeTint="80"/>
          <w:bottom w:val="single" w:sz="4" w:space="0" w:color="37C2F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8C0C8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37C2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37C2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8C0C8E"/>
    <w:tblPr>
      <w:tblStyleRowBandSize w:val="1"/>
      <w:tblStyleColBandSize w:val="1"/>
      <w:tblBorders>
        <w:top w:val="single" w:sz="4" w:space="0" w:color="004F71" w:themeColor="text1"/>
        <w:left w:val="single" w:sz="4" w:space="0" w:color="004F71" w:themeColor="text1"/>
        <w:bottom w:val="single" w:sz="4" w:space="0" w:color="004F71" w:themeColor="text1"/>
        <w:right w:val="single" w:sz="4" w:space="0" w:color="004F71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4F71" w:themeFill="text1"/>
      </w:tcPr>
    </w:tblStylePr>
    <w:tblStylePr w:type="lastRow">
      <w:rPr>
        <w:b/>
        <w:bCs/>
      </w:rPr>
      <w:tblPr/>
      <w:tcPr>
        <w:tcBorders>
          <w:top w:val="double" w:sz="4" w:space="0" w:color="004F71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4F71" w:themeColor="text1"/>
          <w:right w:val="single" w:sz="4" w:space="0" w:color="004F71" w:themeColor="text1"/>
        </w:tcBorders>
      </w:tcPr>
    </w:tblStylePr>
    <w:tblStylePr w:type="band1Horz">
      <w:tblPr/>
      <w:tcPr>
        <w:tcBorders>
          <w:top w:val="single" w:sz="4" w:space="0" w:color="004F71" w:themeColor="text1"/>
          <w:bottom w:val="single" w:sz="4" w:space="0" w:color="004F71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4F71" w:themeColor="text1"/>
          <w:left w:val="nil"/>
        </w:tcBorders>
      </w:tcPr>
    </w:tblStylePr>
    <w:tblStylePr w:type="swCell">
      <w:tblPr/>
      <w:tcPr>
        <w:tcBorders>
          <w:top w:val="double" w:sz="4" w:space="0" w:color="004F71" w:themeColor="text1"/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90499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ughes\OneDrive%20-%20Altarum%20Institute\Branding\Updated%20Templates%20November%202020\Factsheets\Brandon_two-pager_3.0.dotx" TargetMode="External"/></Relationships>
</file>

<file path=word/theme/theme1.xml><?xml version="1.0" encoding="utf-8"?>
<a:theme xmlns:a="http://schemas.openxmlformats.org/drawingml/2006/main" name="Office Theme">
  <a:themeElements>
    <a:clrScheme name="Altarum Brand Refresh 2023 1.0">
      <a:dk1>
        <a:srgbClr val="004F71"/>
      </a:dk1>
      <a:lt1>
        <a:sysClr val="window" lastClr="FFFFFF"/>
      </a:lt1>
      <a:dk2>
        <a:srgbClr val="53565A"/>
      </a:dk2>
      <a:lt2>
        <a:srgbClr val="D9D9D6"/>
      </a:lt2>
      <a:accent1>
        <a:srgbClr val="0085AD"/>
      </a:accent1>
      <a:accent2>
        <a:srgbClr val="B9D3DC"/>
      </a:accent2>
      <a:accent3>
        <a:srgbClr val="888B8D"/>
      </a:accent3>
      <a:accent4>
        <a:srgbClr val="FA4619"/>
      </a:accent4>
      <a:accent5>
        <a:srgbClr val="00AB8E"/>
      </a:accent5>
      <a:accent6>
        <a:srgbClr val="00BCFC"/>
      </a:accent6>
      <a:hlink>
        <a:srgbClr val="0076A8"/>
      </a:hlink>
      <a:folHlink>
        <a:srgbClr val="006A8F"/>
      </a:folHlink>
    </a:clrScheme>
    <a:fontScheme name="Altarum Brand Refresh 2023">
      <a:majorFont>
        <a:latin typeface="Georg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accent3">
            <a:lumMod val="20000"/>
            <a:lumOff val="80000"/>
          </a:schemeClr>
        </a:solidFill>
        <a:ln w="9525">
          <a:noFill/>
          <a:miter lim="800000"/>
          <a:headEnd/>
          <a:tailEnd/>
        </a:ln>
      </a:spPr>
      <a:bodyPr rot="0" vert="horz" wrap="square" lIns="182880" tIns="91440" rIns="182880" bIns="9144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2023-04-18T00:00:00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9CE9311F5B9D499EEB2B2251AC29E1" ma:contentTypeVersion="18" ma:contentTypeDescription="Create a new document." ma:contentTypeScope="" ma:versionID="954e9dfa3bba821741ca8a65f0f00e9c">
  <xsd:schema xmlns:xsd="http://www.w3.org/2001/XMLSchema" xmlns:xs="http://www.w3.org/2001/XMLSchema" xmlns:p="http://schemas.microsoft.com/office/2006/metadata/properties" xmlns:ns2="4088ef75-b087-4cd8-946a-73cc4306699a" xmlns:ns3="85f1d267-acfc-479b-bdf9-665b959363b3" targetNamespace="http://schemas.microsoft.com/office/2006/metadata/properties" ma:root="true" ma:fieldsID="14c214c04e93a218511f81c1aacd8bd5" ns2:_="" ns3:_="">
    <xsd:import namespace="4088ef75-b087-4cd8-946a-73cc4306699a"/>
    <xsd:import namespace="85f1d267-acfc-479b-bdf9-665b95936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8ef75-b087-4cd8-946a-73cc43066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e171600-9ef3-44e2-bb4b-159588a897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1d267-acfc-479b-bdf9-665b959363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3991f7b-df18-4497-9791-c7a6c71eca33}" ma:internalName="TaxCatchAll" ma:showField="CatchAllData" ma:web="85f1d267-acfc-479b-bdf9-665b959363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>
  <documentManagement>
    <SharedWithUsers xmlns="85f1d267-acfc-479b-bdf9-665b959363b3">
      <UserInfo>
        <DisplayName>SharingLinks.8652d037-49c9-4139-84be-2d6db68f0662.OrganizationEdit.3c808c66-fefe-465e-b086-1b0a40600477</DisplayName>
        <AccountId>35</AccountId>
        <AccountType/>
      </UserInfo>
      <UserInfo>
        <DisplayName>Sarah Joung</DisplayName>
        <AccountId>36</AccountId>
        <AccountType/>
      </UserInfo>
      <UserInfo>
        <DisplayName>VirtualOffice Admin</DisplayName>
        <AccountId>17</AccountId>
        <AccountType/>
      </UserInfo>
      <UserInfo>
        <DisplayName>Brent Walker</DisplayName>
        <AccountId>14</AccountId>
        <AccountType/>
      </UserInfo>
    </SharedWithUsers>
    <TaxCatchAll xmlns="85f1d267-acfc-479b-bdf9-665b959363b3" xsi:nil="true"/>
    <lcf76f155ced4ddcb4097134ff3c332f xmlns="4088ef75-b087-4cd8-946a-73cc430669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0438AD-DC84-4ED9-A798-FA7D57A0D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B2533-B4EC-4FB7-ABDF-97A207D10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88ef75-b087-4cd8-946a-73cc4306699a"/>
    <ds:schemaRef ds:uri="85f1d267-acfc-479b-bdf9-665b95936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8907FE-18B1-4659-B068-B65E7187AC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4F51DA-114F-4B3E-BF34-264E44D75EFC}">
  <ds:schemaRefs>
    <ds:schemaRef ds:uri="http://purl.org/dc/dcmitype/"/>
    <ds:schemaRef ds:uri="http://schemas.microsoft.com/office/2006/metadata/properties"/>
    <ds:schemaRef ds:uri="85f1d267-acfc-479b-bdf9-665b959363b3"/>
    <ds:schemaRef ds:uri="http://www.w3.org/XML/1998/namespace"/>
    <ds:schemaRef ds:uri="4088ef75-b087-4cd8-946a-73cc430669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Brandon_two-pager_3.0.dotx</Template>
  <TotalTime>7</TotalTime>
  <Pages>2</Pages>
  <Words>393</Words>
  <Characters>2241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NENA Tool Implementation Planning Worksheet</dc:title>
  <dc:subject/>
  <dc:creator>Iowa WIC</dc:creator>
  <cp:keywords/>
  <cp:lastModifiedBy>Holly Doggett</cp:lastModifiedBy>
  <cp:revision>2</cp:revision>
  <cp:lastPrinted>2023-02-06T19:40:00Z</cp:lastPrinted>
  <dcterms:created xsi:type="dcterms:W3CDTF">2024-02-12T14:45:00Z</dcterms:created>
  <dcterms:modified xsi:type="dcterms:W3CDTF">2024-02-12T14:45:00Z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2012-05-04T00:00:00Z</vt:filetime>
  </property>
  <property fmtid="{D5CDD505-2E9C-101B-9397-08002B2CF9AE}" pid="3" name="LastSaved">
    <vt:filetime>2016-03-03T00:00:00Z</vt:filetime>
  </property>
  <property fmtid="{D5CDD505-2E9C-101B-9397-08002B2CF9AE}" pid="4" name="ContentTypeId">
    <vt:lpwstr>0x010100FF9CE9311F5B9D499EEB2B2251AC29E1</vt:lpwstr>
  </property>
  <property fmtid="{D5CDD505-2E9C-101B-9397-08002B2CF9AE}" pid="5" name="MediaServiceImageTags">
    <vt:lpwstr/>
  </property>
  <property fmtid="{D5CDD505-2E9C-101B-9397-08002B2CF9AE}" pid="6" name="GrammarlyDocumentId">
    <vt:lpwstr>58f42db1bc9bdd0ab9deb412cf0eec7d0419f58b8643c899bb1d6d9af76715ac</vt:lpwstr>
  </property>
</Properties>
</file>