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1C656" w14:textId="77777777" w:rsidR="00A9530F" w:rsidRDefault="00A9530F" w:rsidP="00A953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 w:line="240" w:lineRule="auto"/>
        <w:rPr>
          <w:rFonts w:ascii="Work Sans" w:hAnsi="Work Sans"/>
          <w:color w:val="04627A" w:themeColor="accent1"/>
          <w:sz w:val="48"/>
          <w:szCs w:val="48"/>
        </w:rPr>
      </w:pPr>
      <w:r w:rsidRPr="00A9530F">
        <w:rPr>
          <w:rFonts w:ascii="Work Sans" w:hAnsi="Work Sans"/>
          <w:color w:val="04627A" w:themeColor="accent1"/>
          <w:sz w:val="48"/>
          <w:szCs w:val="48"/>
        </w:rPr>
        <w:t>M-CHAT-R/F Training Tool-Kit Implementation Guide-for-Use</w:t>
      </w:r>
    </w:p>
    <w:p w14:paraId="38AB3098" w14:textId="77777777" w:rsidR="00A9530F" w:rsidRDefault="00A9530F" w:rsidP="00A9530F">
      <w:pPr>
        <w:pStyle w:val="Heading2"/>
      </w:pPr>
    </w:p>
    <w:p w14:paraId="7017422F" w14:textId="532219CD" w:rsidR="00A9530F" w:rsidRDefault="00A9530F" w:rsidP="00A9530F">
      <w:pPr>
        <w:pStyle w:val="Heading2"/>
      </w:pPr>
      <w:r>
        <w:t>Included Materials:</w:t>
      </w:r>
    </w:p>
    <w:p w14:paraId="0C3DA971" w14:textId="77777777" w:rsidR="00A9530F" w:rsidRDefault="00A9530F" w:rsidP="00A9530F">
      <w:pPr>
        <w:pStyle w:val="HHSStyle"/>
      </w:pPr>
    </w:p>
    <w:p w14:paraId="33CE97E4" w14:textId="57B42E87" w:rsidR="00A9530F" w:rsidRPr="00A9530F" w:rsidRDefault="00A9530F" w:rsidP="00A9530F">
      <w:pPr>
        <w:pStyle w:val="ListParagraph"/>
        <w:numPr>
          <w:ilvl w:val="0"/>
          <w:numId w:val="9"/>
        </w:numPr>
        <w:rPr>
          <w:color w:val="04627A" w:themeColor="accent1"/>
        </w:rPr>
      </w:pPr>
      <w:r w:rsidRPr="00A9530F">
        <w:rPr>
          <w:color w:val="04627A" w:themeColor="accent1"/>
        </w:rPr>
        <w:t xml:space="preserve">MCHAT R/F </w:t>
      </w:r>
      <w:r>
        <w:rPr>
          <w:color w:val="04627A" w:themeColor="accent1"/>
        </w:rPr>
        <w:t xml:space="preserve">Training Recording </w:t>
      </w:r>
      <w:r w:rsidRPr="00A9530F">
        <w:rPr>
          <w:color w:val="04627A" w:themeColor="accent1"/>
        </w:rPr>
        <w:t xml:space="preserve">- </w:t>
      </w:r>
      <w:r>
        <w:rPr>
          <w:color w:val="04627A" w:themeColor="accent1"/>
        </w:rPr>
        <w:t>Recorded</w:t>
      </w:r>
      <w:r w:rsidRPr="00A9530F">
        <w:rPr>
          <w:color w:val="04627A" w:themeColor="accent1"/>
        </w:rPr>
        <w:t xml:space="preserve"> 2-7-2024</w:t>
      </w:r>
    </w:p>
    <w:p w14:paraId="38BE0452" w14:textId="61DCBC28" w:rsidR="00A9530F" w:rsidRDefault="00A9530F" w:rsidP="00A9530F">
      <w:pPr>
        <w:pStyle w:val="ListParagraph"/>
        <w:numPr>
          <w:ilvl w:val="1"/>
          <w:numId w:val="9"/>
        </w:numPr>
      </w:pPr>
      <w:r>
        <w:t xml:space="preserve">Available via the following link and passcode or via the downloaded file: </w:t>
      </w:r>
      <w:hyperlink r:id="rId11" w:history="1">
        <w:r w:rsidRPr="00F6022F">
          <w:rPr>
            <w:rStyle w:val="Hyperlink"/>
          </w:rPr>
          <w:t>https://www.zoomgov.com/rec/share/FU8UfkCbN8IIP5TWs_RWAjlxODubWYTPv5RpFyH0yJX1O6LJX9FYZ8jUR2bLEliH.pCwXt-N_eQz-sbg9?startTime=1707335899000</w:t>
        </w:r>
      </w:hyperlink>
    </w:p>
    <w:p w14:paraId="01C74143" w14:textId="77777777" w:rsidR="00A9530F" w:rsidRDefault="00A9530F" w:rsidP="00A9530F">
      <w:pPr>
        <w:pStyle w:val="ListParagraph"/>
        <w:numPr>
          <w:ilvl w:val="1"/>
          <w:numId w:val="9"/>
        </w:numPr>
      </w:pPr>
      <w:r>
        <w:t>Passcode: 3r0F.3m3</w:t>
      </w:r>
    </w:p>
    <w:p w14:paraId="64ACAC44" w14:textId="77777777" w:rsidR="00A9530F" w:rsidRDefault="00A9530F" w:rsidP="00A9530F">
      <w:pPr>
        <w:pStyle w:val="ListParagraph"/>
        <w:numPr>
          <w:ilvl w:val="1"/>
          <w:numId w:val="9"/>
        </w:numPr>
      </w:pPr>
      <w:r>
        <w:t xml:space="preserve">This recorded training is for internal use only (Site Coordinator learning and education) and should be reviewed as needed to support successful implementation of the content. </w:t>
      </w:r>
    </w:p>
    <w:p w14:paraId="762047BB" w14:textId="506E38B9" w:rsidR="00A9530F" w:rsidRPr="00A9530F" w:rsidRDefault="00A9530F" w:rsidP="00A9530F">
      <w:pPr>
        <w:pStyle w:val="ListParagraph"/>
        <w:numPr>
          <w:ilvl w:val="0"/>
          <w:numId w:val="9"/>
        </w:numPr>
        <w:rPr>
          <w:color w:val="04627A" w:themeColor="accent1"/>
        </w:rPr>
      </w:pPr>
      <w:r w:rsidRPr="00A9530F">
        <w:rPr>
          <w:color w:val="04627A" w:themeColor="accent1"/>
        </w:rPr>
        <w:t xml:space="preserve">MCHAT R/F </w:t>
      </w:r>
      <w:r>
        <w:rPr>
          <w:color w:val="04627A" w:themeColor="accent1"/>
        </w:rPr>
        <w:t>Training Presentation</w:t>
      </w:r>
      <w:r w:rsidRPr="00A9530F">
        <w:rPr>
          <w:color w:val="04627A" w:themeColor="accent1"/>
        </w:rPr>
        <w:t xml:space="preserve"> </w:t>
      </w:r>
      <w:r>
        <w:rPr>
          <w:color w:val="04627A" w:themeColor="accent1"/>
        </w:rPr>
        <w:t>–</w:t>
      </w:r>
      <w:r w:rsidRPr="00A9530F">
        <w:rPr>
          <w:color w:val="04627A" w:themeColor="accent1"/>
        </w:rPr>
        <w:t xml:space="preserve"> </w:t>
      </w:r>
      <w:r>
        <w:rPr>
          <w:color w:val="04627A" w:themeColor="accent1"/>
        </w:rPr>
        <w:t>Delivered</w:t>
      </w:r>
      <w:r w:rsidRPr="00A9530F">
        <w:rPr>
          <w:color w:val="04627A" w:themeColor="accent1"/>
        </w:rPr>
        <w:t xml:space="preserve"> 2-7-2-24</w:t>
      </w:r>
    </w:p>
    <w:p w14:paraId="5CEB5EA1" w14:textId="77777777" w:rsidR="00A9530F" w:rsidRDefault="00A9530F" w:rsidP="00A9530F">
      <w:pPr>
        <w:pStyle w:val="ListParagraph"/>
        <w:numPr>
          <w:ilvl w:val="1"/>
          <w:numId w:val="9"/>
        </w:numPr>
      </w:pPr>
      <w:r>
        <w:t xml:space="preserve">This slide deck is for internal use only (Site Coordinator learning and education) and should be reviewed as needed to support successful implementation of the content. </w:t>
      </w:r>
    </w:p>
    <w:p w14:paraId="26D95060" w14:textId="6B2EDB57" w:rsidR="00A9530F" w:rsidRPr="00A9530F" w:rsidRDefault="00A9530F" w:rsidP="00A9530F">
      <w:pPr>
        <w:pStyle w:val="ListParagraph"/>
        <w:numPr>
          <w:ilvl w:val="0"/>
          <w:numId w:val="9"/>
        </w:numPr>
        <w:rPr>
          <w:color w:val="04627A" w:themeColor="accent1"/>
        </w:rPr>
      </w:pPr>
      <w:r w:rsidRPr="00A9530F">
        <w:rPr>
          <w:color w:val="04627A" w:themeColor="accent1"/>
        </w:rPr>
        <w:t xml:space="preserve">MCHAT R/F </w:t>
      </w:r>
      <w:r>
        <w:rPr>
          <w:color w:val="04627A" w:themeColor="accent1"/>
        </w:rPr>
        <w:t>Training Template</w:t>
      </w:r>
      <w:r w:rsidRPr="00A9530F">
        <w:rPr>
          <w:color w:val="04627A" w:themeColor="accent1"/>
        </w:rPr>
        <w:t xml:space="preserve"> </w:t>
      </w:r>
    </w:p>
    <w:p w14:paraId="4E419CDC" w14:textId="77777777" w:rsidR="00A9530F" w:rsidRDefault="00A9530F" w:rsidP="00A9530F">
      <w:pPr>
        <w:pStyle w:val="ListParagraph"/>
        <w:numPr>
          <w:ilvl w:val="1"/>
          <w:numId w:val="9"/>
        </w:numPr>
      </w:pPr>
      <w:r>
        <w:t xml:space="preserve">This training template is for use by 1st Five Site Coordinators with engaged primary care practices and primary care providers to support successful education and training on the MCHAT R/F screening tool. </w:t>
      </w:r>
    </w:p>
    <w:p w14:paraId="49A2F578" w14:textId="5B8B2238" w:rsidR="00A9530F" w:rsidRPr="00A9530F" w:rsidRDefault="00A9530F" w:rsidP="00A9530F">
      <w:pPr>
        <w:pStyle w:val="ListParagraph"/>
        <w:numPr>
          <w:ilvl w:val="0"/>
          <w:numId w:val="9"/>
        </w:numPr>
        <w:rPr>
          <w:color w:val="04627A" w:themeColor="accent1"/>
        </w:rPr>
      </w:pPr>
      <w:r w:rsidRPr="00A9530F">
        <w:rPr>
          <w:color w:val="04627A" w:themeColor="accent1"/>
        </w:rPr>
        <w:t xml:space="preserve">MCHAT R/F </w:t>
      </w:r>
      <w:r>
        <w:rPr>
          <w:color w:val="04627A" w:themeColor="accent1"/>
        </w:rPr>
        <w:t>Training Template</w:t>
      </w:r>
      <w:r w:rsidRPr="00A9530F">
        <w:rPr>
          <w:color w:val="04627A" w:themeColor="accent1"/>
        </w:rPr>
        <w:t xml:space="preserve"> </w:t>
      </w:r>
      <w:r>
        <w:rPr>
          <w:color w:val="04627A" w:themeColor="accent1"/>
        </w:rPr>
        <w:t>–</w:t>
      </w:r>
      <w:r w:rsidRPr="00A9530F">
        <w:rPr>
          <w:color w:val="04627A" w:themeColor="accent1"/>
        </w:rPr>
        <w:t xml:space="preserve"> </w:t>
      </w:r>
      <w:r>
        <w:rPr>
          <w:color w:val="04627A" w:themeColor="accent1"/>
        </w:rPr>
        <w:t>Without Notes</w:t>
      </w:r>
    </w:p>
    <w:p w14:paraId="331708A0" w14:textId="77777777" w:rsidR="00A9530F" w:rsidRDefault="00A9530F" w:rsidP="00A9530F">
      <w:pPr>
        <w:pStyle w:val="ListParagraph"/>
        <w:numPr>
          <w:ilvl w:val="1"/>
          <w:numId w:val="9"/>
        </w:numPr>
      </w:pPr>
      <w:r>
        <w:t xml:space="preserve">This training template is meant to be shared with primary care practices and primary care providers receiving the MCHAT R/F training provided by 1st Five. *If content is altered within the primary training template, be sure to download a fresh copy of the updated presentation, without notes, prior to sharing with partners. </w:t>
      </w:r>
    </w:p>
    <w:p w14:paraId="7745C7EF" w14:textId="33D99FFD" w:rsidR="00A9530F" w:rsidRPr="00A9530F" w:rsidRDefault="00A9530F" w:rsidP="00A9530F">
      <w:pPr>
        <w:pStyle w:val="ListParagraph"/>
        <w:numPr>
          <w:ilvl w:val="0"/>
          <w:numId w:val="9"/>
        </w:numPr>
        <w:rPr>
          <w:color w:val="04627A" w:themeColor="accent1"/>
        </w:rPr>
      </w:pPr>
      <w:r w:rsidRPr="00A9530F">
        <w:rPr>
          <w:color w:val="04627A" w:themeColor="accent1"/>
        </w:rPr>
        <w:t xml:space="preserve">MCHAT R/F </w:t>
      </w:r>
      <w:r>
        <w:rPr>
          <w:color w:val="04627A" w:themeColor="accent1"/>
        </w:rPr>
        <w:t xml:space="preserve">Training Notes </w:t>
      </w:r>
      <w:proofErr w:type="spellStart"/>
      <w:r>
        <w:rPr>
          <w:color w:val="04627A" w:themeColor="accent1"/>
        </w:rPr>
        <w:t>ONly</w:t>
      </w:r>
      <w:proofErr w:type="spellEnd"/>
    </w:p>
    <w:p w14:paraId="103C9E59" w14:textId="636365D0" w:rsidR="00A9530F" w:rsidRDefault="00A9530F" w:rsidP="00A9530F">
      <w:pPr>
        <w:pStyle w:val="ListParagraph"/>
        <w:numPr>
          <w:ilvl w:val="1"/>
          <w:numId w:val="9"/>
        </w:numPr>
      </w:pPr>
      <w:r>
        <w:t>Notes pages might be helpful to Site Coordinators in a variety of environments when delivering or practicing delivery of the MCHAT R/F training.</w:t>
      </w:r>
    </w:p>
    <w:p w14:paraId="3269130E" w14:textId="77777777" w:rsidR="00A9530F" w:rsidRDefault="00A9530F" w:rsidP="00A9530F">
      <w:r>
        <w:t>MCHAT R/F Website w/screener</w:t>
      </w:r>
    </w:p>
    <w:p w14:paraId="040CCB2B" w14:textId="3DE6114A" w:rsidR="00A9530F" w:rsidRDefault="00A9530F" w:rsidP="00A9530F">
      <w:hyperlink r:id="rId12" w:history="1">
        <w:r w:rsidRPr="00F6022F">
          <w:rPr>
            <w:rStyle w:val="Hyperlink"/>
          </w:rPr>
          <w:t>https://www.mchatscreen.com/</w:t>
        </w:r>
      </w:hyperlink>
      <w:r>
        <w:t xml:space="preserve"> </w:t>
      </w:r>
    </w:p>
    <w:p w14:paraId="79DAEFBF" w14:textId="77777777" w:rsidR="00A9530F" w:rsidRDefault="00A9530F" w:rsidP="00A9530F"/>
    <w:p w14:paraId="610F9A52" w14:textId="7885CA0A" w:rsidR="00A9530F" w:rsidRPr="00A9530F" w:rsidRDefault="00A9530F" w:rsidP="00A9530F">
      <w:r>
        <w:t xml:space="preserve">If there are questions about </w:t>
      </w:r>
      <w:r>
        <w:t xml:space="preserve">the </w:t>
      </w:r>
      <w:r>
        <w:t xml:space="preserve">implementation of the MCHAT R/F Training </w:t>
      </w:r>
      <w:r>
        <w:t>Tool Kit</w:t>
      </w:r>
      <w:r>
        <w:t xml:space="preserve">, please contact your 1st Five </w:t>
      </w:r>
      <w:r>
        <w:t>Consultants</w:t>
      </w:r>
      <w:r>
        <w:t xml:space="preserve"> and</w:t>
      </w:r>
    </w:p>
    <w:sectPr w:rsidR="00A9530F" w:rsidRPr="00A9530F" w:rsidSect="00E368B6">
      <w:headerReference w:type="default" r:id="rId13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E937A" w14:textId="77777777" w:rsidR="00A9530F" w:rsidRDefault="00A9530F" w:rsidP="00ED0FA2">
      <w:pPr>
        <w:spacing w:after="0" w:line="240" w:lineRule="auto"/>
      </w:pPr>
      <w:r>
        <w:separator/>
      </w:r>
    </w:p>
  </w:endnote>
  <w:endnote w:type="continuationSeparator" w:id="0">
    <w:p w14:paraId="0E1CED4A" w14:textId="77777777" w:rsidR="00A9530F" w:rsidRDefault="00A9530F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770B4" w14:textId="77777777" w:rsidR="00A9530F" w:rsidRDefault="00A9530F" w:rsidP="00ED0FA2">
      <w:pPr>
        <w:spacing w:after="0" w:line="240" w:lineRule="auto"/>
      </w:pPr>
      <w:r>
        <w:separator/>
      </w:r>
    </w:p>
  </w:footnote>
  <w:footnote w:type="continuationSeparator" w:id="0">
    <w:p w14:paraId="5867091A" w14:textId="77777777" w:rsidR="00A9530F" w:rsidRDefault="00A9530F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8059F" w14:textId="35EE7E7C" w:rsidR="00ED0FA2" w:rsidRPr="00A63588" w:rsidRDefault="007E0B4A" w:rsidP="00A635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9FE816" wp14:editId="1F978A4E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292075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8.25pt" to="462.7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 strokecolor="#04627a [3204]" strokeweight=".5pt">
              <v:stroke joinstyle="miter"/>
            </v:line>
          </w:pict>
        </mc:Fallback>
      </mc:AlternateContent>
    </w:r>
    <w:r w:rsidR="00A9530F">
      <w:rPr>
        <w:noProof/>
      </w:rPr>
      <w:drawing>
        <wp:anchor distT="0" distB="0" distL="114300" distR="114300" simplePos="0" relativeHeight="251661312" behindDoc="0" locked="0" layoutInCell="1" allowOverlap="1" wp14:anchorId="19773D51" wp14:editId="0E781B8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486150" cy="341500"/>
          <wp:effectExtent l="0" t="0" r="0" b="1905"/>
          <wp:wrapNone/>
          <wp:docPr id="411697890" name="Graphic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1697890" name="Graphic 4116978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86150" cy="34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41976"/>
    <w:multiLevelType w:val="hybridMultilevel"/>
    <w:tmpl w:val="5C163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num w:numId="1" w16cid:durableId="2016568147">
    <w:abstractNumId w:val="2"/>
  </w:num>
  <w:num w:numId="2" w16cid:durableId="529688289">
    <w:abstractNumId w:val="4"/>
  </w:num>
  <w:num w:numId="3" w16cid:durableId="655499794">
    <w:abstractNumId w:val="1"/>
  </w:num>
  <w:num w:numId="4" w16cid:durableId="1634825399">
    <w:abstractNumId w:val="6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7"/>
  </w:num>
  <w:num w:numId="8" w16cid:durableId="1913923778">
    <w:abstractNumId w:val="3"/>
  </w:num>
  <w:num w:numId="9" w16cid:durableId="18455903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0F"/>
    <w:rsid w:val="00051975"/>
    <w:rsid w:val="001F66B9"/>
    <w:rsid w:val="00342B93"/>
    <w:rsid w:val="003D4E77"/>
    <w:rsid w:val="004E77FB"/>
    <w:rsid w:val="0051080D"/>
    <w:rsid w:val="00521A34"/>
    <w:rsid w:val="005F587F"/>
    <w:rsid w:val="006303C7"/>
    <w:rsid w:val="0071057A"/>
    <w:rsid w:val="00714B6E"/>
    <w:rsid w:val="00733588"/>
    <w:rsid w:val="007703D7"/>
    <w:rsid w:val="00787B92"/>
    <w:rsid w:val="007E0B4A"/>
    <w:rsid w:val="0089255F"/>
    <w:rsid w:val="008B00EA"/>
    <w:rsid w:val="008C4366"/>
    <w:rsid w:val="008D6F19"/>
    <w:rsid w:val="008F3462"/>
    <w:rsid w:val="009022EC"/>
    <w:rsid w:val="00903F88"/>
    <w:rsid w:val="00914BD3"/>
    <w:rsid w:val="00931436"/>
    <w:rsid w:val="00967CE9"/>
    <w:rsid w:val="009800A3"/>
    <w:rsid w:val="009B5B7D"/>
    <w:rsid w:val="009E560F"/>
    <w:rsid w:val="00A57921"/>
    <w:rsid w:val="00A63588"/>
    <w:rsid w:val="00A828ED"/>
    <w:rsid w:val="00A9530F"/>
    <w:rsid w:val="00B33E59"/>
    <w:rsid w:val="00B64635"/>
    <w:rsid w:val="00BD086C"/>
    <w:rsid w:val="00D36BC3"/>
    <w:rsid w:val="00D817D2"/>
    <w:rsid w:val="00DA1414"/>
    <w:rsid w:val="00DC7EF2"/>
    <w:rsid w:val="00DE0E1F"/>
    <w:rsid w:val="00E368B6"/>
    <w:rsid w:val="00E56796"/>
    <w:rsid w:val="00E84ABA"/>
    <w:rsid w:val="00ED0FA2"/>
    <w:rsid w:val="00F707FA"/>
    <w:rsid w:val="00FA5524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055CCF"/>
  <w15:chartTrackingRefBased/>
  <w15:docId w15:val="{3EC2998E-737D-400F-B5F3-6A194565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3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3495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3D7"/>
    <w:rPr>
      <w:rFonts w:asciiTheme="majorHAnsi" w:eastAsiaTheme="majorEastAsia" w:hAnsiTheme="majorHAnsi" w:cstheme="majorBidi"/>
      <w:iCs/>
      <w:color w:val="03495B" w:themeColor="accent1" w:themeShade="BF"/>
      <w:sz w:val="24"/>
    </w:rPr>
  </w:style>
  <w:style w:type="character" w:styleId="Hyperlink">
    <w:name w:val="Hyperlink"/>
    <w:basedOn w:val="DefaultParagraphFont"/>
    <w:uiPriority w:val="99"/>
    <w:unhideWhenUsed/>
    <w:rsid w:val="00A9530F"/>
    <w:rPr>
      <w:color w:val="0070C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53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chatscreen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zoomgov.com/rec/share/FU8UfkCbN8IIP5TWs_RWAjlxODubWYTPv5RpFyH0yJX1O6LJX9FYZ8jUR2bLEliH.pCwXt-N_eQz-sbg9?startTime=170733589900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chnet\Downloads\HHS%20Letterhead%20Basic%20(3)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_x0020_Description xmlns="f88e24f3-da62-4d13-8742-1b7075cad43b" xsi:nil="true"/>
    <lcf76f155ced4ddcb4097134ff3c332f xmlns="f88e24f3-da62-4d13-8742-1b7075cad43b">
      <Terms xmlns="http://schemas.microsoft.com/office/infopath/2007/PartnerControls"/>
    </lcf76f155ced4ddcb4097134ff3c332f>
    <Topic xmlns="f88e24f3-da62-4d13-8742-1b7075cad43b">Letterheads</Topic>
    <Category_x0020_1 xmlns="f88e24f3-da62-4d13-8742-1b7075cad43b">Templates</Category_x0020_1>
    <TaxCatchAll xmlns="07f02910-0123-428f-bbba-f09bb309b04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E3B404801B3747A26CBE4DA53E86AF" ma:contentTypeVersion="21" ma:contentTypeDescription="Create a new document." ma:contentTypeScope="" ma:versionID="94c054a766317475bedcda87572b6a75">
  <xsd:schema xmlns:xsd="http://www.w3.org/2001/XMLSchema" xmlns:xs="http://www.w3.org/2001/XMLSchema" xmlns:p="http://schemas.microsoft.com/office/2006/metadata/properties" xmlns:ns2="f88e24f3-da62-4d13-8742-1b7075cad43b" xmlns:ns3="07f02910-0123-428f-bbba-f09bb309b044" targetNamespace="http://schemas.microsoft.com/office/2006/metadata/properties" ma:root="true" ma:fieldsID="85f820fe2787e7b55ca37e1a8a63812c" ns2:_="" ns3:_="">
    <xsd:import namespace="f88e24f3-da62-4d13-8742-1b7075cad43b"/>
    <xsd:import namespace="07f02910-0123-428f-bbba-f09bb309b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Image_x0020_Description" minOccurs="0"/>
                <xsd:element ref="ns2:Category_x0020_1" minOccurs="0"/>
                <xsd:element ref="ns2:Topic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e24f3-da62-4d13-8742-1b7075cad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Image_x0020_Description" ma:index="21" nillable="true" ma:displayName="Image Description" ma:internalName="Image_x0020_Description">
      <xsd:simpleType>
        <xsd:restriction base="dms:Text">
          <xsd:maxLength value="255"/>
        </xsd:restriction>
      </xsd:simpleType>
    </xsd:element>
    <xsd:element name="Category_x0020_1" ma:index="22" nillable="true" ma:displayName="Category" ma:format="Dropdown" ma:internalName="Category_x0020_1">
      <xsd:simpleType>
        <xsd:restriction base="dms:Choice">
          <xsd:enumeration value="Photos"/>
          <xsd:enumeration value="Logos"/>
          <xsd:enumeration value="Templates"/>
          <xsd:enumeration value="Icons"/>
        </xsd:restriction>
      </xsd:simpleType>
    </xsd:element>
    <xsd:element name="Topic" ma:index="23" nillable="true" ma:displayName="Topic" ma:internalName="Topic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02910-0123-428f-bbba-f09bb309b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efd570c-62f7-4c05-8a11-590e529ea8b8}" ma:internalName="TaxCatchAll" ma:showField="CatchAllData" ma:web="07f02910-0123-428f-bbba-f09bb309b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DAF30-507D-4BEF-B3D8-0B374BAE3BBC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customXml/itemProps2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8CCDF9-9ADC-4F3D-9340-4087C00B07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D758FF-3A7F-4E0A-9732-6A7DC6028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e24f3-da62-4d13-8742-1b7075cad43b"/>
    <ds:schemaRef ds:uri="07f02910-0123-428f-bbba-f09bb309b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HHS Letterhead Basic (3)</Template>
  <TotalTime>5</TotalTime>
  <Pages>1</Pages>
  <Words>247</Words>
  <Characters>1509</Characters>
  <Application>Microsoft Office Word</Application>
  <DocSecurity>0</DocSecurity>
  <Lines>37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Schnetter, Michaela [HHS]</dc:creator>
  <cp:keywords/>
  <dc:description/>
  <cp:lastModifiedBy>Schnetter, Michaela [HHS]</cp:lastModifiedBy>
  <cp:revision>1</cp:revision>
  <dcterms:created xsi:type="dcterms:W3CDTF">2025-02-06T20:58:00Z</dcterms:created>
  <dcterms:modified xsi:type="dcterms:W3CDTF">2025-02-06T21:03:00Z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0x0101005CE3B404801B3747A26CBE4DA53E86AF</vt:lpwstr>
  </property>
  <property fmtid="{D5CDD505-2E9C-101B-9397-08002B2CF9AE}" pid="3" name="GrammarlyDocumentId">
    <vt:lpwstr>094eb5ce-5861-4f30-b402-6d96647b71b6</vt:lpwstr>
  </property>
</Properties>
</file>