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456B0" w14:textId="77777777" w:rsidR="00F1006A" w:rsidRDefault="00F1006A" w:rsidP="007703D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41462251">
        <w:rPr>
          <w:rFonts w:asciiTheme="majorHAnsi" w:hAnsiTheme="majorHAnsi"/>
          <w:b w:val="0"/>
          <w:color w:val="04627A" w:themeColor="accent1"/>
          <w:sz w:val="44"/>
          <w:szCs w:val="44"/>
          <w:lang w:val="en"/>
        </w:rPr>
        <w:t>Coalition Meeting Report</w:t>
      </w:r>
      <w:r w:rsidRPr="41462251">
        <w:rPr>
          <w:rFonts w:asciiTheme="majorHAnsi" w:hAnsiTheme="majorHAnsi"/>
          <w:b w:val="0"/>
          <w:color w:val="04627A" w:themeColor="accent1"/>
          <w:sz w:val="44"/>
          <w:szCs w:val="44"/>
        </w:rPr>
        <w:t> </w:t>
      </w:r>
    </w:p>
    <w:p w14:paraId="48F68445" w14:textId="77777777" w:rsidR="00F1006A" w:rsidRDefault="00F1006A" w:rsidP="00F1006A">
      <w:pPr>
        <w:pStyle w:val="ListBullet"/>
        <w:numPr>
          <w:ilvl w:val="0"/>
          <w:numId w:val="0"/>
        </w:numPr>
        <w:spacing w:before="40" w:after="40" w:line="276" w:lineRule="auto"/>
        <w:ind w:left="360" w:hanging="360"/>
      </w:pPr>
    </w:p>
    <w:p w14:paraId="3D84201D" w14:textId="6AC21B15" w:rsidR="005F587F" w:rsidRDefault="00F1006A" w:rsidP="00F1006A">
      <w:pPr>
        <w:pStyle w:val="ListBullet"/>
        <w:tabs>
          <w:tab w:val="clear" w:pos="360"/>
        </w:tabs>
        <w:spacing w:before="40" w:after="40" w:line="276" w:lineRule="auto"/>
      </w:pPr>
      <w:r>
        <w:t>County:</w:t>
      </w:r>
    </w:p>
    <w:p w14:paraId="16D38F9C" w14:textId="0D1C9A26" w:rsidR="00F1006A" w:rsidRDefault="00F1006A" w:rsidP="00F1006A">
      <w:pPr>
        <w:pStyle w:val="ListBullet"/>
        <w:tabs>
          <w:tab w:val="clear" w:pos="360"/>
        </w:tabs>
        <w:spacing w:before="40" w:after="40" w:line="276" w:lineRule="auto"/>
      </w:pPr>
      <w:r>
        <w:t>Coalition Name:</w:t>
      </w:r>
    </w:p>
    <w:p w14:paraId="7DFED364" w14:textId="61992B62" w:rsidR="00F1006A" w:rsidRDefault="00F1006A" w:rsidP="00F1006A">
      <w:pPr>
        <w:pStyle w:val="ListBullet"/>
        <w:tabs>
          <w:tab w:val="clear" w:pos="360"/>
        </w:tabs>
        <w:spacing w:before="40" w:after="40" w:line="276" w:lineRule="auto"/>
      </w:pPr>
      <w:r>
        <w:t>Meeting Date:</w:t>
      </w:r>
    </w:p>
    <w:p w14:paraId="5A4D30FB" w14:textId="296BA740" w:rsidR="00F1006A" w:rsidRPr="00DF1CFA" w:rsidRDefault="00F1006A" w:rsidP="00F1006A">
      <w:pPr>
        <w:pStyle w:val="ListBullet"/>
        <w:tabs>
          <w:tab w:val="clear" w:pos="360"/>
        </w:tabs>
        <w:spacing w:before="40" w:after="40" w:line="276" w:lineRule="auto"/>
      </w:pPr>
      <w:r>
        <w:t>Staff Attendance:</w:t>
      </w:r>
    </w:p>
    <w:p w14:paraId="10D0D29A" w14:textId="77777777" w:rsidR="00787B92" w:rsidRDefault="00787B92"/>
    <w:p w14:paraId="362C1E29" w14:textId="582A9D9F" w:rsidR="00787B92" w:rsidRPr="007703D7" w:rsidRDefault="00F1006A" w:rsidP="007703D7">
      <w:pPr>
        <w:pStyle w:val="Heading3"/>
      </w:pPr>
      <w:r>
        <w:t>Goal 1</w:t>
      </w:r>
    </w:p>
    <w:p w14:paraId="21D5AF24" w14:textId="4017DCA1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 xml:space="preserve">ISTEP Updates and </w:t>
      </w:r>
      <w:r>
        <w:rPr>
          <w:lang w:val="en"/>
        </w:rPr>
        <w:t>C</w:t>
      </w:r>
      <w:r w:rsidRPr="00F1006A">
        <w:rPr>
          <w:lang w:val="en"/>
        </w:rPr>
        <w:t xml:space="preserve">hapter </w:t>
      </w:r>
      <w:r>
        <w:rPr>
          <w:lang w:val="en"/>
        </w:rPr>
        <w:t>R</w:t>
      </w:r>
      <w:r w:rsidRPr="00F1006A">
        <w:rPr>
          <w:lang w:val="en"/>
        </w:rPr>
        <w:t>egistrations</w:t>
      </w:r>
      <w:r w:rsidRPr="00F1006A">
        <w:t> </w:t>
      </w:r>
    </w:p>
    <w:p w14:paraId="1DACAB1B" w14:textId="0A86A246" w:rsidR="00F1006A" w:rsidRPr="00F1006A" w:rsidRDefault="00F1006A" w:rsidP="00F1006A">
      <w:pPr>
        <w:pStyle w:val="ListParagraph"/>
        <w:numPr>
          <w:ilvl w:val="1"/>
          <w:numId w:val="4"/>
        </w:numPr>
      </w:pPr>
      <w:r w:rsidRPr="00F1006A">
        <w:rPr>
          <w:lang w:val="en"/>
        </w:rPr>
        <w:t xml:space="preserve">ISTEP Chapters this </w:t>
      </w:r>
      <w:r>
        <w:rPr>
          <w:lang w:val="en"/>
        </w:rPr>
        <w:t>Q</w:t>
      </w:r>
      <w:r w:rsidRPr="00F1006A">
        <w:rPr>
          <w:lang w:val="en"/>
        </w:rPr>
        <w:t>uarter</w:t>
      </w:r>
      <w:r w:rsidRPr="00F1006A">
        <w:t> </w:t>
      </w:r>
    </w:p>
    <w:p w14:paraId="042CF90A" w14:textId="00F662B8" w:rsidR="00F1006A" w:rsidRPr="00DE6E2A" w:rsidRDefault="00F1006A" w:rsidP="00F1006A">
      <w:pPr>
        <w:pStyle w:val="ListParagraph"/>
        <w:numPr>
          <w:ilvl w:val="1"/>
          <w:numId w:val="4"/>
        </w:numPr>
      </w:pPr>
      <w:r w:rsidRPr="00F1006A">
        <w:rPr>
          <w:lang w:val="en"/>
        </w:rPr>
        <w:t>ISTEP Chapters year-to-date</w:t>
      </w:r>
    </w:p>
    <w:tbl>
      <w:tblPr>
        <w:tblStyle w:val="ListTable1Light-Accent6"/>
        <w:tblpPr w:leftFromText="180" w:rightFromText="180" w:vertAnchor="text" w:horzAnchor="margin" w:tblpY="776"/>
        <w:tblW w:w="4975" w:type="pct"/>
        <w:tblLook w:val="04A0" w:firstRow="1" w:lastRow="0" w:firstColumn="1" w:lastColumn="0" w:noHBand="0" w:noVBand="1"/>
        <w:tblDescription w:val="Content table"/>
      </w:tblPr>
      <w:tblGrid>
        <w:gridCol w:w="4228"/>
        <w:gridCol w:w="1756"/>
        <w:gridCol w:w="1524"/>
        <w:gridCol w:w="1805"/>
      </w:tblGrid>
      <w:tr w:rsidR="00DE6E2A" w14:paraId="22B48BB1" w14:textId="77777777" w:rsidTr="00DE6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vAlign w:val="center"/>
          </w:tcPr>
          <w:p w14:paraId="1F6C25BC" w14:textId="77777777" w:rsidR="00DE6E2A" w:rsidRDefault="00DE6E2A" w:rsidP="00DE6E2A">
            <w:pPr>
              <w:spacing w:before="100"/>
            </w:pPr>
            <w:r>
              <w:t>ISTEP Updates</w:t>
            </w:r>
          </w:p>
        </w:tc>
        <w:tc>
          <w:tcPr>
            <w:tcW w:w="943" w:type="pct"/>
            <w:vAlign w:val="center"/>
          </w:tcPr>
          <w:p w14:paraId="12F06708" w14:textId="77777777" w:rsidR="00DE6E2A" w:rsidRDefault="00DE6E2A" w:rsidP="00DE6E2A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Chapters</w:t>
            </w:r>
            <w:proofErr w:type="gramEnd"/>
            <w:r>
              <w:t xml:space="preserve"> this Quarter</w:t>
            </w:r>
          </w:p>
        </w:tc>
        <w:tc>
          <w:tcPr>
            <w:tcW w:w="818" w:type="pct"/>
            <w:vAlign w:val="center"/>
          </w:tcPr>
          <w:p w14:paraId="2BAD4731" w14:textId="77777777" w:rsidR="00DE6E2A" w:rsidRDefault="00DE6E2A" w:rsidP="00DE6E2A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Chapters YTD</w:t>
            </w:r>
          </w:p>
        </w:tc>
        <w:tc>
          <w:tcPr>
            <w:tcW w:w="969" w:type="pct"/>
            <w:vAlign w:val="center"/>
          </w:tcPr>
          <w:p w14:paraId="3190FFDD" w14:textId="77777777" w:rsidR="00DE6E2A" w:rsidRDefault="00DE6E2A" w:rsidP="00DE6E2A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Presentations</w:t>
            </w:r>
          </w:p>
        </w:tc>
      </w:tr>
      <w:tr w:rsidR="00DE6E2A" w14:paraId="6DF13AE6" w14:textId="77777777" w:rsidTr="00DE6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vAlign w:val="center"/>
          </w:tcPr>
          <w:p w14:paraId="035FC6F1" w14:textId="77777777" w:rsidR="00DE6E2A" w:rsidRDefault="00DE6E2A" w:rsidP="00DE6E2A"/>
        </w:tc>
        <w:tc>
          <w:tcPr>
            <w:tcW w:w="943" w:type="pct"/>
            <w:vAlign w:val="center"/>
          </w:tcPr>
          <w:p w14:paraId="0C5FC387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8" w:type="pct"/>
            <w:vAlign w:val="center"/>
          </w:tcPr>
          <w:p w14:paraId="50DCB974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9" w:type="pct"/>
            <w:vAlign w:val="center"/>
          </w:tcPr>
          <w:p w14:paraId="3EC385CF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E2A" w14:paraId="7AF0FBE5" w14:textId="77777777" w:rsidTr="00DE6E2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vAlign w:val="center"/>
          </w:tcPr>
          <w:p w14:paraId="5A6D8E8D" w14:textId="77777777" w:rsidR="00DE6E2A" w:rsidRDefault="00DE6E2A" w:rsidP="00DE6E2A"/>
        </w:tc>
        <w:tc>
          <w:tcPr>
            <w:tcW w:w="943" w:type="pct"/>
            <w:vAlign w:val="center"/>
          </w:tcPr>
          <w:p w14:paraId="3802A0F3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8" w:type="pct"/>
            <w:vAlign w:val="center"/>
          </w:tcPr>
          <w:p w14:paraId="57E54911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9" w:type="pct"/>
            <w:vAlign w:val="center"/>
          </w:tcPr>
          <w:p w14:paraId="1230F343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6E2A" w14:paraId="60D81CD4" w14:textId="77777777" w:rsidTr="00DE6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vAlign w:val="center"/>
          </w:tcPr>
          <w:p w14:paraId="09FC86FE" w14:textId="77777777" w:rsidR="00DE6E2A" w:rsidRDefault="00DE6E2A" w:rsidP="00DE6E2A"/>
        </w:tc>
        <w:tc>
          <w:tcPr>
            <w:tcW w:w="943" w:type="pct"/>
            <w:vAlign w:val="center"/>
          </w:tcPr>
          <w:p w14:paraId="37D3690F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18" w:type="pct"/>
            <w:vAlign w:val="center"/>
          </w:tcPr>
          <w:p w14:paraId="4472336C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9" w:type="pct"/>
            <w:vAlign w:val="center"/>
          </w:tcPr>
          <w:p w14:paraId="6C2BA14E" w14:textId="77777777" w:rsidR="00DE6E2A" w:rsidRDefault="00DE6E2A" w:rsidP="00DE6E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E2A" w14:paraId="33A72DA1" w14:textId="77777777" w:rsidTr="00DE6E2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vAlign w:val="center"/>
          </w:tcPr>
          <w:p w14:paraId="5DD6D5A5" w14:textId="77777777" w:rsidR="00DE6E2A" w:rsidRDefault="00DE6E2A" w:rsidP="00DE6E2A"/>
        </w:tc>
        <w:tc>
          <w:tcPr>
            <w:tcW w:w="943" w:type="pct"/>
            <w:vAlign w:val="center"/>
          </w:tcPr>
          <w:p w14:paraId="15CEF29C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8" w:type="pct"/>
            <w:vAlign w:val="center"/>
          </w:tcPr>
          <w:p w14:paraId="3F3E1214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9" w:type="pct"/>
            <w:vAlign w:val="center"/>
          </w:tcPr>
          <w:p w14:paraId="4B486713" w14:textId="77777777" w:rsidR="00DE6E2A" w:rsidRDefault="00DE6E2A" w:rsidP="00DE6E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1C96C9" w14:textId="2FF13470" w:rsidR="00F1006A" w:rsidRPr="00F1006A" w:rsidRDefault="00DE6E2A" w:rsidP="00DB44EC">
      <w:pPr>
        <w:pStyle w:val="ListParagraph"/>
        <w:numPr>
          <w:ilvl w:val="0"/>
          <w:numId w:val="4"/>
        </w:numPr>
      </w:pPr>
      <w:r w:rsidRPr="00DE6E2A">
        <w:rPr>
          <w:lang w:val="en"/>
        </w:rPr>
        <w:t xml:space="preserve">Presentations scheduled or completed </w:t>
      </w:r>
    </w:p>
    <w:p w14:paraId="181608D6" w14:textId="77777777" w:rsidR="00DE6E2A" w:rsidRDefault="00DE6E2A" w:rsidP="00F1006A">
      <w:pPr>
        <w:pStyle w:val="Heading3"/>
      </w:pPr>
      <w:bookmarkStart w:id="0" w:name="_Toc501113965"/>
    </w:p>
    <w:p w14:paraId="4870235E" w14:textId="34BED59F" w:rsidR="00F1006A" w:rsidRPr="007703D7" w:rsidRDefault="00F1006A" w:rsidP="00F1006A">
      <w:pPr>
        <w:pStyle w:val="Heading3"/>
      </w:pPr>
      <w:r>
        <w:t>Goal 2</w:t>
      </w:r>
    </w:p>
    <w:p w14:paraId="5B706798" w14:textId="439FE7BE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 xml:space="preserve">Policies </w:t>
      </w:r>
      <w:r>
        <w:rPr>
          <w:lang w:val="en"/>
        </w:rPr>
        <w:t>a</w:t>
      </w:r>
      <w:r w:rsidRPr="00F1006A">
        <w:rPr>
          <w:lang w:val="en"/>
        </w:rPr>
        <w:t xml:space="preserve">dopted this </w:t>
      </w:r>
      <w:r>
        <w:rPr>
          <w:lang w:val="en"/>
        </w:rPr>
        <w:t>q</w:t>
      </w:r>
      <w:r w:rsidRPr="00F1006A">
        <w:rPr>
          <w:lang w:val="en"/>
        </w:rPr>
        <w:t>uarter</w:t>
      </w:r>
      <w:r w:rsidRPr="00F1006A">
        <w:t> </w:t>
      </w:r>
    </w:p>
    <w:p w14:paraId="024322EA" w14:textId="089E4A46" w:rsidR="00F1006A" w:rsidRPr="00F1006A" w:rsidRDefault="00F1006A" w:rsidP="00F1006A">
      <w:pPr>
        <w:pStyle w:val="ListParagraph"/>
        <w:numPr>
          <w:ilvl w:val="1"/>
          <w:numId w:val="4"/>
        </w:numPr>
      </w:pPr>
      <w:r w:rsidRPr="00F1006A">
        <w:rPr>
          <w:lang w:val="en"/>
        </w:rPr>
        <w:t>T</w:t>
      </w:r>
      <w:r>
        <w:rPr>
          <w:lang w:val="en"/>
        </w:rPr>
        <w:t xml:space="preserve">obacco </w:t>
      </w:r>
      <w:r w:rsidRPr="00F1006A">
        <w:rPr>
          <w:lang w:val="en"/>
        </w:rPr>
        <w:t>F</w:t>
      </w:r>
      <w:r>
        <w:rPr>
          <w:lang w:val="en"/>
        </w:rPr>
        <w:t>ree</w:t>
      </w:r>
      <w:r w:rsidRPr="00F1006A">
        <w:rPr>
          <w:lang w:val="en"/>
        </w:rPr>
        <w:t>/N</w:t>
      </w:r>
      <w:r>
        <w:rPr>
          <w:lang w:val="en"/>
        </w:rPr>
        <w:t xml:space="preserve">icotine </w:t>
      </w:r>
      <w:r w:rsidRPr="00F1006A">
        <w:rPr>
          <w:lang w:val="en"/>
        </w:rPr>
        <w:t>F</w:t>
      </w:r>
      <w:r>
        <w:rPr>
          <w:lang w:val="en"/>
        </w:rPr>
        <w:t>ree</w:t>
      </w:r>
      <w:r w:rsidRPr="00F1006A">
        <w:rPr>
          <w:lang w:val="en"/>
        </w:rPr>
        <w:t xml:space="preserve"> Policies</w:t>
      </w:r>
      <w:r w:rsidRPr="00F1006A">
        <w:t> </w:t>
      </w:r>
    </w:p>
    <w:p w14:paraId="649F25AD" w14:textId="77777777" w:rsidR="00F1006A" w:rsidRPr="00F1006A" w:rsidRDefault="00F1006A" w:rsidP="00F1006A">
      <w:pPr>
        <w:pStyle w:val="ListParagraph"/>
        <w:numPr>
          <w:ilvl w:val="1"/>
          <w:numId w:val="4"/>
        </w:numPr>
      </w:pPr>
      <w:r w:rsidRPr="00F1006A">
        <w:rPr>
          <w:lang w:val="en"/>
        </w:rPr>
        <w:t>Smoke Free Homes policies</w:t>
      </w:r>
      <w:r w:rsidRPr="00F1006A">
        <w:t> </w:t>
      </w:r>
    </w:p>
    <w:p w14:paraId="4875404E" w14:textId="6A227E93" w:rsidR="00F1006A" w:rsidRPr="00F1006A" w:rsidRDefault="00F1006A" w:rsidP="00F1006A">
      <w:pPr>
        <w:pStyle w:val="ListParagraph"/>
        <w:numPr>
          <w:ilvl w:val="0"/>
          <w:numId w:val="4"/>
        </w:numPr>
      </w:pPr>
      <w:r>
        <w:rPr>
          <w:lang w:val="en"/>
        </w:rPr>
        <w:t>Total current policies in county</w:t>
      </w:r>
    </w:p>
    <w:p w14:paraId="5530D4BD" w14:textId="77777777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Presentations scheduled or completed</w:t>
      </w:r>
      <w:r w:rsidRPr="00F1006A">
        <w:t> </w:t>
      </w:r>
    </w:p>
    <w:tbl>
      <w:tblPr>
        <w:tblStyle w:val="ListTable1Light-Accent6"/>
        <w:tblpPr w:leftFromText="180" w:rightFromText="180" w:vertAnchor="text" w:horzAnchor="margin" w:tblpY="332"/>
        <w:tblW w:w="4975" w:type="pct"/>
        <w:tblLook w:val="04A0" w:firstRow="1" w:lastRow="0" w:firstColumn="1" w:lastColumn="0" w:noHBand="0" w:noVBand="1"/>
        <w:tblDescription w:val="Content table"/>
      </w:tblPr>
      <w:tblGrid>
        <w:gridCol w:w="2339"/>
        <w:gridCol w:w="1889"/>
        <w:gridCol w:w="542"/>
        <w:gridCol w:w="2250"/>
        <w:gridCol w:w="2293"/>
      </w:tblGrid>
      <w:tr w:rsidR="00F1006A" w14:paraId="67470C75" w14:textId="77777777" w:rsidTr="00F10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pct"/>
            <w:vAlign w:val="center"/>
          </w:tcPr>
          <w:p w14:paraId="0421E352" w14:textId="623EF56E" w:rsidR="00F1006A" w:rsidRDefault="00F1006A" w:rsidP="00B72DD9">
            <w:pPr>
              <w:spacing w:before="100"/>
            </w:pPr>
            <w:r>
              <w:t>TF/NF Policies</w:t>
            </w:r>
          </w:p>
        </w:tc>
        <w:tc>
          <w:tcPr>
            <w:tcW w:w="1305" w:type="pct"/>
            <w:gridSpan w:val="2"/>
            <w:vAlign w:val="center"/>
          </w:tcPr>
          <w:p w14:paraId="231A6E80" w14:textId="3A365561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SFH Policies</w:t>
            </w:r>
          </w:p>
        </w:tc>
        <w:tc>
          <w:tcPr>
            <w:tcW w:w="1208" w:type="pct"/>
            <w:vAlign w:val="center"/>
          </w:tcPr>
          <w:p w14:paraId="480DE754" w14:textId="339B4FBD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 Policies</w:t>
            </w:r>
          </w:p>
        </w:tc>
        <w:tc>
          <w:tcPr>
            <w:tcW w:w="1231" w:type="pct"/>
            <w:vAlign w:val="center"/>
          </w:tcPr>
          <w:p w14:paraId="58704D01" w14:textId="040113F7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Presentations</w:t>
            </w:r>
          </w:p>
        </w:tc>
      </w:tr>
      <w:tr w:rsidR="00F1006A" w14:paraId="5D16E50B" w14:textId="77777777" w:rsidTr="00F1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gridSpan w:val="2"/>
            <w:vAlign w:val="center"/>
          </w:tcPr>
          <w:p w14:paraId="2BB5D054" w14:textId="77777777" w:rsidR="00F1006A" w:rsidRDefault="00F1006A" w:rsidP="00B72DD9"/>
        </w:tc>
        <w:tc>
          <w:tcPr>
            <w:tcW w:w="291" w:type="pct"/>
            <w:vAlign w:val="center"/>
          </w:tcPr>
          <w:p w14:paraId="7905E899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8" w:type="pct"/>
            <w:vAlign w:val="center"/>
          </w:tcPr>
          <w:p w14:paraId="72B93DB9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pct"/>
            <w:vAlign w:val="center"/>
          </w:tcPr>
          <w:p w14:paraId="4781E40F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5838FA8B" w14:textId="77777777" w:rsidTr="00F1006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gridSpan w:val="2"/>
            <w:vAlign w:val="center"/>
          </w:tcPr>
          <w:p w14:paraId="525DCFC8" w14:textId="77777777" w:rsidR="00F1006A" w:rsidRDefault="00F1006A" w:rsidP="00B72DD9"/>
        </w:tc>
        <w:tc>
          <w:tcPr>
            <w:tcW w:w="291" w:type="pct"/>
            <w:vAlign w:val="center"/>
          </w:tcPr>
          <w:p w14:paraId="73F8FE00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8" w:type="pct"/>
            <w:vAlign w:val="center"/>
          </w:tcPr>
          <w:p w14:paraId="323537BE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pct"/>
            <w:vAlign w:val="center"/>
          </w:tcPr>
          <w:p w14:paraId="3EA843AC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06A" w14:paraId="36511DD3" w14:textId="77777777" w:rsidTr="00F1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gridSpan w:val="2"/>
            <w:vAlign w:val="center"/>
          </w:tcPr>
          <w:p w14:paraId="1CF09744" w14:textId="77777777" w:rsidR="00F1006A" w:rsidRDefault="00F1006A" w:rsidP="00B72DD9"/>
        </w:tc>
        <w:tc>
          <w:tcPr>
            <w:tcW w:w="291" w:type="pct"/>
            <w:vAlign w:val="center"/>
          </w:tcPr>
          <w:p w14:paraId="54E7CD57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8" w:type="pct"/>
            <w:vAlign w:val="center"/>
          </w:tcPr>
          <w:p w14:paraId="5BBD60F0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pct"/>
            <w:vAlign w:val="center"/>
          </w:tcPr>
          <w:p w14:paraId="0B3CCB54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62AC7824" w14:textId="77777777" w:rsidTr="00F1006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pct"/>
            <w:gridSpan w:val="2"/>
            <w:vAlign w:val="center"/>
          </w:tcPr>
          <w:p w14:paraId="60F1E5FE" w14:textId="77777777" w:rsidR="00F1006A" w:rsidRDefault="00F1006A" w:rsidP="00B72DD9"/>
        </w:tc>
        <w:tc>
          <w:tcPr>
            <w:tcW w:w="291" w:type="pct"/>
            <w:vAlign w:val="center"/>
          </w:tcPr>
          <w:p w14:paraId="3B111FE9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8" w:type="pct"/>
            <w:vAlign w:val="center"/>
          </w:tcPr>
          <w:p w14:paraId="1B01F0EF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pct"/>
            <w:vAlign w:val="center"/>
          </w:tcPr>
          <w:p w14:paraId="3484B8A6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C747F6" w14:textId="050379C3" w:rsidR="00F1006A" w:rsidRPr="007703D7" w:rsidRDefault="00F1006A" w:rsidP="00F1006A">
      <w:pPr>
        <w:pStyle w:val="Heading3"/>
      </w:pPr>
      <w:r>
        <w:lastRenderedPageBreak/>
        <w:t>Goal 3</w:t>
      </w:r>
    </w:p>
    <w:p w14:paraId="683DC0AA" w14:textId="12C4F3A2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Q</w:t>
      </w:r>
      <w:r>
        <w:rPr>
          <w:lang w:val="en"/>
        </w:rPr>
        <w:t>uitline/MLMQ</w:t>
      </w:r>
      <w:r w:rsidRPr="00F1006A">
        <w:rPr>
          <w:lang w:val="en"/>
        </w:rPr>
        <w:t xml:space="preserve"> </w:t>
      </w:r>
      <w:r>
        <w:rPr>
          <w:lang w:val="en"/>
        </w:rPr>
        <w:t>e</w:t>
      </w:r>
      <w:r w:rsidRPr="00F1006A">
        <w:rPr>
          <w:lang w:val="en"/>
        </w:rPr>
        <w:t>nrollments this quarter</w:t>
      </w:r>
      <w:r w:rsidRPr="00F1006A">
        <w:t> </w:t>
      </w:r>
    </w:p>
    <w:p w14:paraId="24152B80" w14:textId="3C132AF3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Q</w:t>
      </w:r>
      <w:r>
        <w:rPr>
          <w:lang w:val="en"/>
        </w:rPr>
        <w:t>uitline/MLMQ</w:t>
      </w:r>
      <w:r w:rsidRPr="00F1006A">
        <w:rPr>
          <w:lang w:val="en"/>
        </w:rPr>
        <w:t xml:space="preserve"> </w:t>
      </w:r>
      <w:r>
        <w:rPr>
          <w:lang w:val="en"/>
        </w:rPr>
        <w:t>e</w:t>
      </w:r>
      <w:r w:rsidRPr="00F1006A">
        <w:rPr>
          <w:lang w:val="en"/>
        </w:rPr>
        <w:t>nrollments year-to-date</w:t>
      </w:r>
      <w:r w:rsidRPr="00F1006A">
        <w:t> </w:t>
      </w:r>
    </w:p>
    <w:p w14:paraId="5B329CFF" w14:textId="68D93E67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Q</w:t>
      </w:r>
      <w:r>
        <w:rPr>
          <w:lang w:val="en"/>
        </w:rPr>
        <w:t>uitline/MLMQ</w:t>
      </w:r>
      <w:r w:rsidRPr="00F1006A">
        <w:rPr>
          <w:lang w:val="en"/>
        </w:rPr>
        <w:t xml:space="preserve"> program updates </w:t>
      </w:r>
      <w:r w:rsidRPr="00F1006A">
        <w:t> </w:t>
      </w:r>
    </w:p>
    <w:p w14:paraId="3FBDD820" w14:textId="77777777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Presentations scheduled or completed</w:t>
      </w:r>
      <w:r w:rsidRPr="00F1006A">
        <w:t> </w:t>
      </w:r>
    </w:p>
    <w:tbl>
      <w:tblPr>
        <w:tblStyle w:val="ListTable1Light-Accent6"/>
        <w:tblpPr w:leftFromText="180" w:rightFromText="180" w:vertAnchor="text" w:horzAnchor="margin" w:tblpY="332"/>
        <w:tblW w:w="4975" w:type="pct"/>
        <w:tblLook w:val="04A0" w:firstRow="1" w:lastRow="0" w:firstColumn="1" w:lastColumn="0" w:noHBand="0" w:noVBand="1"/>
        <w:tblDescription w:val="Content table"/>
      </w:tblPr>
      <w:tblGrid>
        <w:gridCol w:w="2431"/>
        <w:gridCol w:w="1710"/>
        <w:gridCol w:w="2790"/>
        <w:gridCol w:w="2382"/>
      </w:tblGrid>
      <w:tr w:rsidR="00F1006A" w14:paraId="5B7EC92B" w14:textId="77777777" w:rsidTr="00F10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vAlign w:val="center"/>
          </w:tcPr>
          <w:p w14:paraId="29447C01" w14:textId="1E782E56" w:rsidR="00F1006A" w:rsidRDefault="00F1006A" w:rsidP="00B72DD9">
            <w:pPr>
              <w:spacing w:before="100"/>
            </w:pPr>
            <w:r>
              <w:t>Enrollments this Quarter</w:t>
            </w:r>
          </w:p>
        </w:tc>
        <w:tc>
          <w:tcPr>
            <w:tcW w:w="918" w:type="pct"/>
            <w:vAlign w:val="center"/>
          </w:tcPr>
          <w:p w14:paraId="4355FAAB" w14:textId="58664932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Enrollments YTD</w:t>
            </w:r>
          </w:p>
        </w:tc>
        <w:tc>
          <w:tcPr>
            <w:tcW w:w="1498" w:type="pct"/>
            <w:vAlign w:val="center"/>
          </w:tcPr>
          <w:p w14:paraId="547E56D3" w14:textId="3FBA6FAB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 Updates</w:t>
            </w:r>
          </w:p>
        </w:tc>
        <w:tc>
          <w:tcPr>
            <w:tcW w:w="1279" w:type="pct"/>
            <w:vAlign w:val="center"/>
          </w:tcPr>
          <w:p w14:paraId="0DD5BB4A" w14:textId="77777777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Presentations</w:t>
            </w:r>
          </w:p>
        </w:tc>
      </w:tr>
      <w:tr w:rsidR="00F1006A" w14:paraId="269E4496" w14:textId="77777777" w:rsidTr="00F1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vAlign w:val="center"/>
          </w:tcPr>
          <w:p w14:paraId="29F854CF" w14:textId="77777777" w:rsidR="00F1006A" w:rsidRDefault="00F1006A" w:rsidP="00B72DD9"/>
        </w:tc>
        <w:tc>
          <w:tcPr>
            <w:tcW w:w="918" w:type="pct"/>
            <w:vAlign w:val="center"/>
          </w:tcPr>
          <w:p w14:paraId="36DA490A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8" w:type="pct"/>
            <w:vAlign w:val="center"/>
          </w:tcPr>
          <w:p w14:paraId="6F30D52E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pct"/>
            <w:vAlign w:val="center"/>
          </w:tcPr>
          <w:p w14:paraId="3F6F29AA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604E87AE" w14:textId="77777777" w:rsidTr="00F1006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vAlign w:val="center"/>
          </w:tcPr>
          <w:p w14:paraId="20BA0290" w14:textId="77777777" w:rsidR="00F1006A" w:rsidRDefault="00F1006A" w:rsidP="00B72DD9"/>
        </w:tc>
        <w:tc>
          <w:tcPr>
            <w:tcW w:w="918" w:type="pct"/>
            <w:vAlign w:val="center"/>
          </w:tcPr>
          <w:p w14:paraId="1B012083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8" w:type="pct"/>
            <w:vAlign w:val="center"/>
          </w:tcPr>
          <w:p w14:paraId="1548FF09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pct"/>
            <w:vAlign w:val="center"/>
          </w:tcPr>
          <w:p w14:paraId="2C6CADA6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06A" w14:paraId="5D315D92" w14:textId="77777777" w:rsidTr="00F10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vAlign w:val="center"/>
          </w:tcPr>
          <w:p w14:paraId="3FB7F7E7" w14:textId="77777777" w:rsidR="00F1006A" w:rsidRDefault="00F1006A" w:rsidP="00B72DD9"/>
        </w:tc>
        <w:tc>
          <w:tcPr>
            <w:tcW w:w="918" w:type="pct"/>
            <w:vAlign w:val="center"/>
          </w:tcPr>
          <w:p w14:paraId="0FAE1CA8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8" w:type="pct"/>
            <w:vAlign w:val="center"/>
          </w:tcPr>
          <w:p w14:paraId="258E144D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pct"/>
            <w:vAlign w:val="center"/>
          </w:tcPr>
          <w:p w14:paraId="56AD9B73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55D19212" w14:textId="77777777" w:rsidTr="00F1006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pct"/>
            <w:vAlign w:val="center"/>
          </w:tcPr>
          <w:p w14:paraId="49DF9F3A" w14:textId="77777777" w:rsidR="00F1006A" w:rsidRDefault="00F1006A" w:rsidP="00B72DD9"/>
        </w:tc>
        <w:tc>
          <w:tcPr>
            <w:tcW w:w="918" w:type="pct"/>
            <w:vAlign w:val="center"/>
          </w:tcPr>
          <w:p w14:paraId="22EC5135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8" w:type="pct"/>
            <w:vAlign w:val="center"/>
          </w:tcPr>
          <w:p w14:paraId="5EF42FA0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pct"/>
            <w:vAlign w:val="center"/>
          </w:tcPr>
          <w:p w14:paraId="58D3F101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6214DE" w14:textId="77777777" w:rsidR="00F1006A" w:rsidRPr="00F1006A" w:rsidRDefault="00F1006A" w:rsidP="00F1006A"/>
    <w:p w14:paraId="58E1E43B" w14:textId="0012A801" w:rsidR="00F1006A" w:rsidRPr="007703D7" w:rsidRDefault="00F1006A" w:rsidP="00F1006A">
      <w:pPr>
        <w:pStyle w:val="Heading3"/>
      </w:pPr>
      <w:r>
        <w:t>Goal 4</w:t>
      </w:r>
    </w:p>
    <w:p w14:paraId="127EEA1A" w14:textId="046F4CEF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>Media sharing, social media posts</w:t>
      </w:r>
    </w:p>
    <w:p w14:paraId="29E791C8" w14:textId="752BE342" w:rsidR="00F1006A" w:rsidRPr="00F1006A" w:rsidRDefault="00F1006A" w:rsidP="00F1006A">
      <w:pPr>
        <w:pStyle w:val="ListParagraph"/>
        <w:numPr>
          <w:ilvl w:val="0"/>
          <w:numId w:val="4"/>
        </w:numPr>
      </w:pPr>
      <w:r w:rsidRPr="00F1006A">
        <w:rPr>
          <w:lang w:val="en"/>
        </w:rPr>
        <w:t xml:space="preserve">Event Updates </w:t>
      </w:r>
      <w:r>
        <w:rPr>
          <w:lang w:val="en"/>
        </w:rPr>
        <w:t>–</w:t>
      </w:r>
      <w:r w:rsidRPr="00F1006A">
        <w:rPr>
          <w:lang w:val="en"/>
        </w:rPr>
        <w:t xml:space="preserve"> </w:t>
      </w:r>
      <w:r>
        <w:rPr>
          <w:lang w:val="en"/>
        </w:rPr>
        <w:t xml:space="preserve">can </w:t>
      </w:r>
      <w:r w:rsidRPr="00F1006A">
        <w:rPr>
          <w:lang w:val="en"/>
        </w:rPr>
        <w:t>coalition members participate</w:t>
      </w:r>
      <w:r w:rsidRPr="00F1006A">
        <w:t> </w:t>
      </w:r>
      <w:r>
        <w:t>or share</w:t>
      </w:r>
    </w:p>
    <w:tbl>
      <w:tblPr>
        <w:tblStyle w:val="ListTable1Light-Accent6"/>
        <w:tblpPr w:leftFromText="180" w:rightFromText="180" w:vertAnchor="text" w:horzAnchor="margin" w:tblpY="332"/>
        <w:tblW w:w="5000" w:type="pct"/>
        <w:tblLook w:val="04A0" w:firstRow="1" w:lastRow="0" w:firstColumn="1" w:lastColumn="0" w:noHBand="0" w:noVBand="1"/>
        <w:tblDescription w:val="Content table"/>
      </w:tblPr>
      <w:tblGrid>
        <w:gridCol w:w="3061"/>
        <w:gridCol w:w="3744"/>
        <w:gridCol w:w="234"/>
        <w:gridCol w:w="2321"/>
      </w:tblGrid>
      <w:tr w:rsidR="00F1006A" w14:paraId="6A95A9F4" w14:textId="77777777" w:rsidTr="00DE6E2A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65" w:type="pct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pct"/>
            <w:vAlign w:val="center"/>
          </w:tcPr>
          <w:p w14:paraId="0F57F58B" w14:textId="61745FBD" w:rsidR="00F1006A" w:rsidRDefault="00F1006A" w:rsidP="00B72DD9">
            <w:pPr>
              <w:spacing w:before="100"/>
            </w:pPr>
            <w:r>
              <w:t>Media Sharing</w:t>
            </w:r>
          </w:p>
        </w:tc>
        <w:tc>
          <w:tcPr>
            <w:tcW w:w="2000" w:type="pct"/>
            <w:vAlign w:val="center"/>
          </w:tcPr>
          <w:p w14:paraId="3C7380A8" w14:textId="7CA10A87" w:rsidR="00F1006A" w:rsidRDefault="00F1006A" w:rsidP="00B72DD9">
            <w:pPr>
              <w:spacing w:before="1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Event Updates</w:t>
            </w:r>
          </w:p>
        </w:tc>
      </w:tr>
      <w:tr w:rsidR="00DE6E2A" w14:paraId="238F5D77" w14:textId="77777777" w:rsidTr="00DE6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pct"/>
            <w:vAlign w:val="center"/>
          </w:tcPr>
          <w:p w14:paraId="0AA5EF07" w14:textId="77777777" w:rsidR="00F1006A" w:rsidRDefault="00F1006A" w:rsidP="00B72DD9"/>
        </w:tc>
        <w:tc>
          <w:tcPr>
            <w:tcW w:w="2000" w:type="pct"/>
            <w:vAlign w:val="center"/>
          </w:tcPr>
          <w:p w14:paraId="1ACF9CE9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" w:type="pct"/>
            <w:vAlign w:val="center"/>
          </w:tcPr>
          <w:p w14:paraId="29C3676B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9" w:type="pct"/>
            <w:vAlign w:val="center"/>
          </w:tcPr>
          <w:p w14:paraId="4863465E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3645EFE2" w14:textId="77777777" w:rsidTr="00DE6E2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pct"/>
            <w:vAlign w:val="center"/>
          </w:tcPr>
          <w:p w14:paraId="4E01657D" w14:textId="77777777" w:rsidR="00F1006A" w:rsidRDefault="00F1006A" w:rsidP="00B72DD9"/>
        </w:tc>
        <w:tc>
          <w:tcPr>
            <w:tcW w:w="2000" w:type="pct"/>
            <w:vAlign w:val="center"/>
          </w:tcPr>
          <w:p w14:paraId="269F3C49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" w:type="pct"/>
            <w:vAlign w:val="center"/>
          </w:tcPr>
          <w:p w14:paraId="45D8881F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9" w:type="pct"/>
            <w:vAlign w:val="center"/>
          </w:tcPr>
          <w:p w14:paraId="1EEAF1AB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6E2A" w14:paraId="1F788F91" w14:textId="77777777" w:rsidTr="00DE6E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pct"/>
            <w:vAlign w:val="center"/>
          </w:tcPr>
          <w:p w14:paraId="341084DF" w14:textId="77777777" w:rsidR="00F1006A" w:rsidRDefault="00F1006A" w:rsidP="00B72DD9"/>
        </w:tc>
        <w:tc>
          <w:tcPr>
            <w:tcW w:w="2000" w:type="pct"/>
            <w:vAlign w:val="center"/>
          </w:tcPr>
          <w:p w14:paraId="78C63BB2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" w:type="pct"/>
            <w:vAlign w:val="center"/>
          </w:tcPr>
          <w:p w14:paraId="67ED0FF3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9" w:type="pct"/>
            <w:vAlign w:val="center"/>
          </w:tcPr>
          <w:p w14:paraId="0C89D9E3" w14:textId="77777777" w:rsidR="00F1006A" w:rsidRDefault="00F1006A" w:rsidP="00B72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06A" w14:paraId="6A4371B6" w14:textId="77777777" w:rsidTr="00DE6E2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pct"/>
            <w:vAlign w:val="center"/>
          </w:tcPr>
          <w:p w14:paraId="6F2866B2" w14:textId="77777777" w:rsidR="00F1006A" w:rsidRDefault="00F1006A" w:rsidP="00B72DD9"/>
        </w:tc>
        <w:tc>
          <w:tcPr>
            <w:tcW w:w="2000" w:type="pct"/>
            <w:vAlign w:val="center"/>
          </w:tcPr>
          <w:p w14:paraId="7BF89D44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" w:type="pct"/>
            <w:vAlign w:val="center"/>
          </w:tcPr>
          <w:p w14:paraId="0BB63B68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9" w:type="pct"/>
            <w:vAlign w:val="center"/>
          </w:tcPr>
          <w:p w14:paraId="6911C870" w14:textId="77777777" w:rsidR="00F1006A" w:rsidRDefault="00F1006A" w:rsidP="00B72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86E4B14" w14:textId="77777777" w:rsidR="00F1006A" w:rsidRPr="00F1006A" w:rsidRDefault="00F1006A" w:rsidP="00F1006A"/>
    <w:p w14:paraId="367C5466" w14:textId="77777777" w:rsidR="00F1006A" w:rsidRDefault="00F1006A" w:rsidP="005F587F">
      <w:pPr>
        <w:pStyle w:val="Heading2"/>
      </w:pPr>
    </w:p>
    <w:bookmarkEnd w:id="0"/>
    <w:p w14:paraId="5CF9092D" w14:textId="77777777" w:rsidR="00F1006A" w:rsidRDefault="00F1006A" w:rsidP="005F587F">
      <w:pPr>
        <w:pStyle w:val="Heading2"/>
      </w:pPr>
    </w:p>
    <w:sectPr w:rsidR="00F1006A" w:rsidSect="00991A9E">
      <w:headerReference w:type="default" r:id="rId11"/>
      <w:footerReference w:type="default" r:id="rId12"/>
      <w:pgSz w:w="12240" w:h="15840"/>
      <w:pgMar w:top="175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8F4DC" w14:textId="77777777" w:rsidR="00601C09" w:rsidRDefault="00601C09" w:rsidP="00ED0FA2">
      <w:pPr>
        <w:spacing w:after="0" w:line="240" w:lineRule="auto"/>
      </w:pPr>
      <w:r>
        <w:separator/>
      </w:r>
    </w:p>
  </w:endnote>
  <w:endnote w:type="continuationSeparator" w:id="0">
    <w:p w14:paraId="3888A458" w14:textId="77777777" w:rsidR="00601C09" w:rsidRDefault="00601C09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0813" w14:textId="4221E996" w:rsidR="00991A9E" w:rsidRPr="00991A9E" w:rsidRDefault="00991A9E">
    <w:pPr>
      <w:pStyle w:val="Footer"/>
      <w:rPr>
        <w:rFonts w:cstheme="minorHAnsi"/>
        <w:sz w:val="20"/>
        <w:szCs w:val="20"/>
      </w:rPr>
    </w:pPr>
    <w:r w:rsidRPr="00991A9E">
      <w:rPr>
        <w:rFonts w:cstheme="minorHAnsi"/>
        <w:sz w:val="20"/>
        <w:szCs w:val="20"/>
      </w:rPr>
      <w:t>470-0206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9AA75" w14:textId="77777777" w:rsidR="00601C09" w:rsidRDefault="00601C09" w:rsidP="00ED0FA2">
      <w:pPr>
        <w:spacing w:after="0" w:line="240" w:lineRule="auto"/>
      </w:pPr>
      <w:r>
        <w:separator/>
      </w:r>
    </w:p>
  </w:footnote>
  <w:footnote w:type="continuationSeparator" w:id="0">
    <w:p w14:paraId="23BEE919" w14:textId="77777777" w:rsidR="00601C09" w:rsidRDefault="00601C09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BC04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C2BC72" wp14:editId="29C44B24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79E9C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6A8362DE" wp14:editId="4D74C0BB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0FBD"/>
    <w:multiLevelType w:val="multilevel"/>
    <w:tmpl w:val="0130C9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3874FD3"/>
    <w:multiLevelType w:val="multilevel"/>
    <w:tmpl w:val="42E8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CA63BA"/>
    <w:multiLevelType w:val="multilevel"/>
    <w:tmpl w:val="3AAE70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5FE3B4E"/>
    <w:multiLevelType w:val="multilevel"/>
    <w:tmpl w:val="BC30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5E50D0"/>
    <w:multiLevelType w:val="multilevel"/>
    <w:tmpl w:val="092672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3A5C03"/>
    <w:multiLevelType w:val="multilevel"/>
    <w:tmpl w:val="3B7C6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C917968"/>
    <w:multiLevelType w:val="multilevel"/>
    <w:tmpl w:val="D9DC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A546EE2"/>
    <w:multiLevelType w:val="multilevel"/>
    <w:tmpl w:val="362E0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36403"/>
    <w:multiLevelType w:val="multilevel"/>
    <w:tmpl w:val="3054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629AA"/>
    <w:multiLevelType w:val="multilevel"/>
    <w:tmpl w:val="1E842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DE7D51"/>
    <w:multiLevelType w:val="multilevel"/>
    <w:tmpl w:val="B666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81EB0"/>
    <w:multiLevelType w:val="multilevel"/>
    <w:tmpl w:val="0788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B429EF"/>
    <w:multiLevelType w:val="multilevel"/>
    <w:tmpl w:val="BCD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20" w15:restartNumberingAfterBreak="0">
    <w:nsid w:val="76A2064F"/>
    <w:multiLevelType w:val="multilevel"/>
    <w:tmpl w:val="7466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D811CD5"/>
    <w:multiLevelType w:val="multilevel"/>
    <w:tmpl w:val="95B4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568147">
    <w:abstractNumId w:val="10"/>
  </w:num>
  <w:num w:numId="2" w16cid:durableId="529688289">
    <w:abstractNumId w:val="15"/>
  </w:num>
  <w:num w:numId="3" w16cid:durableId="655499794">
    <w:abstractNumId w:val="1"/>
  </w:num>
  <w:num w:numId="4" w16cid:durableId="1634825399">
    <w:abstractNumId w:val="17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9"/>
  </w:num>
  <w:num w:numId="8" w16cid:durableId="1913923778">
    <w:abstractNumId w:val="12"/>
  </w:num>
  <w:num w:numId="9" w16cid:durableId="250706062">
    <w:abstractNumId w:val="9"/>
  </w:num>
  <w:num w:numId="10" w16cid:durableId="1295284856">
    <w:abstractNumId w:val="6"/>
  </w:num>
  <w:num w:numId="11" w16cid:durableId="1049108648">
    <w:abstractNumId w:val="7"/>
  </w:num>
  <w:num w:numId="12" w16cid:durableId="625624403">
    <w:abstractNumId w:val="3"/>
  </w:num>
  <w:num w:numId="13" w16cid:durableId="575476080">
    <w:abstractNumId w:val="20"/>
  </w:num>
  <w:num w:numId="14" w16cid:durableId="858660288">
    <w:abstractNumId w:val="4"/>
  </w:num>
  <w:num w:numId="15" w16cid:durableId="819544336">
    <w:abstractNumId w:val="2"/>
  </w:num>
  <w:num w:numId="16" w16cid:durableId="115299604">
    <w:abstractNumId w:val="11"/>
  </w:num>
  <w:num w:numId="17" w16cid:durableId="1909147479">
    <w:abstractNumId w:val="8"/>
  </w:num>
  <w:num w:numId="18" w16cid:durableId="966200135">
    <w:abstractNumId w:val="13"/>
  </w:num>
  <w:num w:numId="19" w16cid:durableId="1924146000">
    <w:abstractNumId w:val="14"/>
  </w:num>
  <w:num w:numId="20" w16cid:durableId="1748264847">
    <w:abstractNumId w:val="21"/>
  </w:num>
  <w:num w:numId="21" w16cid:durableId="189102396">
    <w:abstractNumId w:val="5"/>
  </w:num>
  <w:num w:numId="22" w16cid:durableId="74055818">
    <w:abstractNumId w:val="18"/>
  </w:num>
  <w:num w:numId="23" w16cid:durableId="1367744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A4"/>
    <w:rsid w:val="00051975"/>
    <w:rsid w:val="001F66B9"/>
    <w:rsid w:val="002B6086"/>
    <w:rsid w:val="00342B93"/>
    <w:rsid w:val="003D4E77"/>
    <w:rsid w:val="004E77FB"/>
    <w:rsid w:val="0051080D"/>
    <w:rsid w:val="00521A34"/>
    <w:rsid w:val="00590C3E"/>
    <w:rsid w:val="005F587F"/>
    <w:rsid w:val="00601B30"/>
    <w:rsid w:val="00601C09"/>
    <w:rsid w:val="006303C7"/>
    <w:rsid w:val="00671349"/>
    <w:rsid w:val="0071057A"/>
    <w:rsid w:val="00714B6E"/>
    <w:rsid w:val="00733588"/>
    <w:rsid w:val="007703D7"/>
    <w:rsid w:val="00787B92"/>
    <w:rsid w:val="007B72D9"/>
    <w:rsid w:val="007E0B4A"/>
    <w:rsid w:val="008676D9"/>
    <w:rsid w:val="008B00EA"/>
    <w:rsid w:val="008C4366"/>
    <w:rsid w:val="008D6F19"/>
    <w:rsid w:val="008F3462"/>
    <w:rsid w:val="009022EC"/>
    <w:rsid w:val="00903F88"/>
    <w:rsid w:val="00914BD3"/>
    <w:rsid w:val="00931436"/>
    <w:rsid w:val="009416A4"/>
    <w:rsid w:val="00967CE9"/>
    <w:rsid w:val="009800A3"/>
    <w:rsid w:val="00991A9E"/>
    <w:rsid w:val="009B5B7D"/>
    <w:rsid w:val="009E560F"/>
    <w:rsid w:val="00A478C8"/>
    <w:rsid w:val="00A57921"/>
    <w:rsid w:val="00A63588"/>
    <w:rsid w:val="00A828ED"/>
    <w:rsid w:val="00B33E59"/>
    <w:rsid w:val="00B64635"/>
    <w:rsid w:val="00BD086C"/>
    <w:rsid w:val="00C41082"/>
    <w:rsid w:val="00D36BC3"/>
    <w:rsid w:val="00D817D2"/>
    <w:rsid w:val="00DA1414"/>
    <w:rsid w:val="00DE0E1F"/>
    <w:rsid w:val="00DE6E2A"/>
    <w:rsid w:val="00E368B6"/>
    <w:rsid w:val="00E56796"/>
    <w:rsid w:val="00E601E7"/>
    <w:rsid w:val="00E84ABA"/>
    <w:rsid w:val="00EB14F9"/>
    <w:rsid w:val="00ED0FA2"/>
    <w:rsid w:val="00F1006A"/>
    <w:rsid w:val="00F707FA"/>
    <w:rsid w:val="00FA5524"/>
    <w:rsid w:val="00FD1645"/>
    <w:rsid w:val="00FF1CD1"/>
    <w:rsid w:val="4146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22FFE"/>
  <w15:chartTrackingRefBased/>
  <w15:docId w15:val="{50B71A7A-7893-462B-8DBB-325DC93F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1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purl.org/dc/elements/1.1/"/>
    <ds:schemaRef ds:uri="http://www.w3.org/XML/1998/namespace"/>
    <ds:schemaRef ds:uri="e0b805e8-c967-4d1c-993a-9bf901049d3a"/>
    <ds:schemaRef ds:uri="http://purl.org/dc/terms/"/>
    <ds:schemaRef ds:uri="17169cdf-514c-400e-a2ce-7ebc9fe4766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113DE2E-6C1F-4F09-A2AE-3595B185E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(1).dotx</Template>
  <TotalTime>2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470-0206, Coalition Meeting Report 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470-0206, Coalition Meeting Report </dc:title>
  <dc:subject/>
  <dc:creator>Iowa Department of Health and Human Services</dc:creator>
  <cp:keywords/>
  <dc:description/>
  <cp:lastModifiedBy>James, Tyler [HHS]</cp:lastModifiedBy>
  <cp:revision>4</cp:revision>
  <dcterms:created xsi:type="dcterms:W3CDTF">2025-06-25T14:04:00Z</dcterms:created>
  <dcterms:modified xsi:type="dcterms:W3CDTF">2025-06-25T14:35:00Z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