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146E1" w14:textId="137852C4" w:rsidR="001A48B4" w:rsidRDefault="005F0FE4" w:rsidP="00E638CA">
      <w:pPr>
        <w:pStyle w:val="Heading1"/>
        <w:jc w:val="center"/>
        <w:rPr>
          <w:sz w:val="28"/>
          <w:szCs w:val="28"/>
        </w:rPr>
      </w:pPr>
      <w:r w:rsidRPr="00A11BF5">
        <w:rPr>
          <w:sz w:val="28"/>
          <w:szCs w:val="28"/>
        </w:rPr>
        <w:t xml:space="preserve">SFY 2026 Substance Use &amp; Problem Gambling Prevention </w:t>
      </w:r>
      <w:r w:rsidR="000822F2" w:rsidRPr="00A11BF5">
        <w:rPr>
          <w:sz w:val="28"/>
          <w:szCs w:val="28"/>
        </w:rPr>
        <w:t>Action Plan</w:t>
      </w:r>
    </w:p>
    <w:p w14:paraId="04C1A984" w14:textId="77777777" w:rsidR="00E638CA" w:rsidRPr="00E638CA" w:rsidRDefault="00E638CA" w:rsidP="00E638CA"/>
    <w:p w14:paraId="79D68689" w14:textId="662727A6" w:rsidR="00A11BF5" w:rsidRPr="00E638CA" w:rsidRDefault="00A11BF5" w:rsidP="7A23617C">
      <w:pPr>
        <w:pStyle w:val="Heading2"/>
        <w:rPr>
          <w:rFonts w:asciiTheme="minorHAnsi" w:hAnsiTheme="minorHAnsi" w:cstheme="minorBidi"/>
          <w:sz w:val="24"/>
          <w:szCs w:val="24"/>
        </w:rPr>
      </w:pPr>
      <w:r>
        <w:t>Instructions: </w:t>
      </w:r>
    </w:p>
    <w:p w14:paraId="1438568F" w14:textId="29B0FF9A" w:rsidR="00E638CA" w:rsidRPr="00A11BF5" w:rsidRDefault="00A11BF5" w:rsidP="1C896217">
      <w:r w:rsidRPr="1C896217">
        <w:t>Each prevention organization will be responsible for developing a county action plan (using the template on the following page</w:t>
      </w:r>
      <w:r w:rsidR="001A48B4" w:rsidRPr="1C896217">
        <w:t>s</w:t>
      </w:r>
      <w:r w:rsidRPr="1C896217">
        <w:t>) for each identified prevention priority and strategy. See the instructions below for instructions on completing each section of the action plan template. </w:t>
      </w:r>
    </w:p>
    <w:p w14:paraId="128AEE5B" w14:textId="537800C3" w:rsidR="00A11BF5" w:rsidRPr="00A11BF5" w:rsidRDefault="00A11BF5" w:rsidP="00A11BF5">
      <w:pPr>
        <w:rPr>
          <w:rFonts w:cstheme="minorHAnsi"/>
        </w:rPr>
      </w:pPr>
      <w:r w:rsidRPr="00A11BF5">
        <w:rPr>
          <w:rFonts w:cstheme="minorHAnsi"/>
          <w:b/>
          <w:bCs/>
        </w:rPr>
        <w:t>Prevention Priority Area:</w:t>
      </w:r>
      <w:r w:rsidRPr="00A11BF5">
        <w:rPr>
          <w:rFonts w:cstheme="minorHAnsi"/>
        </w:rPr>
        <w:t xml:space="preserve"> Insert one of the following prevention priorities the strategy will address: Alcohol, Tobacco, Marijuana, Prescription Medications/Opioids, Problem Gambling, Methamphetamine, or Suicide. </w:t>
      </w:r>
    </w:p>
    <w:p w14:paraId="0ED9FA1A" w14:textId="54613BD5" w:rsidR="00A11BF5" w:rsidRPr="00A11BF5" w:rsidRDefault="00A11BF5" w:rsidP="00A11BF5">
      <w:pPr>
        <w:rPr>
          <w:rFonts w:cstheme="minorHAnsi"/>
        </w:rPr>
      </w:pPr>
      <w:r w:rsidRPr="00A11BF5">
        <w:rPr>
          <w:rFonts w:cstheme="minorHAnsi"/>
          <w:b/>
          <w:bCs/>
        </w:rPr>
        <w:t>County Name</w:t>
      </w:r>
      <w:r w:rsidRPr="00A11BF5">
        <w:rPr>
          <w:rFonts w:cstheme="minorHAnsi"/>
        </w:rPr>
        <w:t>: Include the county name. </w:t>
      </w:r>
    </w:p>
    <w:p w14:paraId="02AFBAB9" w14:textId="09A835FE" w:rsidR="00A11BF5" w:rsidRPr="00A11BF5" w:rsidRDefault="00A11BF5" w:rsidP="72D31CDC">
      <w:r w:rsidRPr="72D31CDC">
        <w:rPr>
          <w:b/>
          <w:bCs/>
        </w:rPr>
        <w:t>Strategy</w:t>
      </w:r>
      <w:r w:rsidRPr="72D31CDC">
        <w:t xml:space="preserve">: Insert the name of the strategy to be implemented. </w:t>
      </w:r>
    </w:p>
    <w:p w14:paraId="1591239E" w14:textId="72D253FB" w:rsidR="00A11BF5" w:rsidRPr="00A11BF5" w:rsidRDefault="00A11BF5" w:rsidP="752DD68D">
      <w:r w:rsidRPr="752DD68D">
        <w:rPr>
          <w:b/>
          <w:bCs/>
        </w:rPr>
        <w:t>Short-Term Outcome:</w:t>
      </w:r>
      <w:r w:rsidRPr="752DD68D">
        <w:t xml:space="preserve"> State the degree of change the project will seek related to each service within </w:t>
      </w:r>
      <w:r w:rsidR="1224D6FC" w:rsidRPr="752DD68D">
        <w:t>State Fiscal Year (</w:t>
      </w:r>
      <w:r w:rsidRPr="752DD68D">
        <w:t>SFY</w:t>
      </w:r>
      <w:r w:rsidR="5075C8AE" w:rsidRPr="752DD68D">
        <w:t>)</w:t>
      </w:r>
      <w:r w:rsidRPr="752DD68D">
        <w:t xml:space="preserve"> 2026. Each </w:t>
      </w:r>
      <w:r w:rsidR="55F4435C" w:rsidRPr="752DD68D">
        <w:t>s</w:t>
      </w:r>
      <w:r w:rsidRPr="752DD68D">
        <w:t>trategy will have one short-term outcome and should: </w:t>
      </w:r>
    </w:p>
    <w:p w14:paraId="7C1011CD" w14:textId="77777777" w:rsidR="00A11BF5" w:rsidRPr="00A11BF5" w:rsidRDefault="00A11BF5" w:rsidP="00A11BF5">
      <w:pPr>
        <w:numPr>
          <w:ilvl w:val="0"/>
          <w:numId w:val="9"/>
        </w:numPr>
        <w:rPr>
          <w:rFonts w:cstheme="minorHAnsi"/>
        </w:rPr>
      </w:pPr>
      <w:r w:rsidRPr="00A11BF5">
        <w:rPr>
          <w:rFonts w:cstheme="minorHAnsi"/>
        </w:rPr>
        <w:t>Be written in the SMART format (Specific, Measurable, Attainable, Realistic, and Time-sensitive), </w:t>
      </w:r>
    </w:p>
    <w:p w14:paraId="0F87E887" w14:textId="77777777" w:rsidR="00A11BF5" w:rsidRPr="00A11BF5" w:rsidRDefault="00A11BF5" w:rsidP="00A11BF5">
      <w:pPr>
        <w:numPr>
          <w:ilvl w:val="0"/>
          <w:numId w:val="10"/>
        </w:numPr>
        <w:rPr>
          <w:rFonts w:cstheme="minorHAnsi"/>
        </w:rPr>
      </w:pPr>
      <w:r w:rsidRPr="00A11BF5">
        <w:rPr>
          <w:rFonts w:cstheme="minorHAnsi"/>
        </w:rPr>
        <w:t xml:space="preserve">Include only </w:t>
      </w:r>
      <w:r w:rsidRPr="00451756">
        <w:rPr>
          <w:rFonts w:cstheme="minorHAnsi"/>
          <w:b/>
          <w:bCs/>
        </w:rPr>
        <w:t>one</w:t>
      </w:r>
      <w:r w:rsidRPr="00A11BF5">
        <w:rPr>
          <w:rFonts w:cstheme="minorHAnsi"/>
        </w:rPr>
        <w:t xml:space="preserve"> measure of change,  </w:t>
      </w:r>
    </w:p>
    <w:p w14:paraId="6BF02AAD" w14:textId="77777777" w:rsidR="00A11BF5" w:rsidRPr="00A11BF5" w:rsidRDefault="00A11BF5" w:rsidP="00A11BF5">
      <w:pPr>
        <w:numPr>
          <w:ilvl w:val="0"/>
          <w:numId w:val="11"/>
        </w:numPr>
        <w:rPr>
          <w:rFonts w:cstheme="minorHAnsi"/>
        </w:rPr>
      </w:pPr>
      <w:r w:rsidRPr="00A11BF5">
        <w:rPr>
          <w:rFonts w:cstheme="minorHAnsi"/>
        </w:rPr>
        <w:t>Provide baseline data for the measure (as of July 1, 2025), and  </w:t>
      </w:r>
    </w:p>
    <w:p w14:paraId="77A2326B" w14:textId="77777777" w:rsidR="00A11BF5" w:rsidRPr="00A11BF5" w:rsidRDefault="00A11BF5" w:rsidP="00A11BF5">
      <w:pPr>
        <w:numPr>
          <w:ilvl w:val="0"/>
          <w:numId w:val="12"/>
        </w:numPr>
        <w:rPr>
          <w:rFonts w:cstheme="minorHAnsi"/>
        </w:rPr>
      </w:pPr>
      <w:r w:rsidRPr="00A11BF5">
        <w:rPr>
          <w:rFonts w:cstheme="minorHAnsi"/>
        </w:rPr>
        <w:t>State how the change will be measured. </w:t>
      </w:r>
    </w:p>
    <w:p w14:paraId="7F35BF58" w14:textId="30A35971" w:rsidR="001A48B4" w:rsidRPr="00E638CA" w:rsidRDefault="00A11BF5" w:rsidP="72D31CDC">
      <w:r w:rsidRPr="00B332D4">
        <w:rPr>
          <w:b/>
          <w:bCs/>
        </w:rPr>
        <w:t>Example:</w:t>
      </w:r>
      <w:r w:rsidRPr="752DD68D">
        <w:t xml:space="preserve"> “By June 30, 2026, a minimum of </w:t>
      </w:r>
      <w:r w:rsidR="1235542F" w:rsidRPr="752DD68D">
        <w:t>five</w:t>
      </w:r>
      <w:r w:rsidRPr="752DD68D">
        <w:t xml:space="preserve"> new policies will be implemented or existing policies strengthened which restrict alcohol use at community events (baseline: 20 community events that served alcohol in 2025). This will be measured through collection of signed/approved policies." </w:t>
      </w:r>
    </w:p>
    <w:p w14:paraId="593E47D9" w14:textId="0BDB82CE" w:rsidR="00A11BF5" w:rsidRPr="00A11BF5" w:rsidRDefault="00A11BF5" w:rsidP="72D31CDC">
      <w:r w:rsidRPr="72D31CDC">
        <w:t>When developing the short-term outcome, consider the appropriate dosage (the percentage of the population of focus engaged in a service) and frequency (how often the service occurs) for each service.  </w:t>
      </w:r>
    </w:p>
    <w:p w14:paraId="065DE59F" w14:textId="4A9B8B95" w:rsidR="00A11BF5" w:rsidRDefault="00A11BF5" w:rsidP="00451756">
      <w:pPr>
        <w:pageBreakBefore/>
        <w:spacing w:before="120"/>
      </w:pPr>
      <w:r w:rsidRPr="72D31CDC">
        <w:rPr>
          <w:b/>
          <w:bCs/>
        </w:rPr>
        <w:lastRenderedPageBreak/>
        <w:t>Action Steps</w:t>
      </w:r>
      <w:r w:rsidRPr="72D31CDC">
        <w:t xml:space="preserve">: Provide a list of the key action steps that will need to </w:t>
      </w:r>
      <w:proofErr w:type="gramStart"/>
      <w:r w:rsidRPr="72D31CDC">
        <w:t>occur</w:t>
      </w:r>
      <w:proofErr w:type="gramEnd"/>
      <w:r w:rsidRPr="72D31CDC">
        <w:t xml:space="preserve"> in order to implement the service. A minimum of four action steps should be </w:t>
      </w:r>
      <w:proofErr w:type="gramStart"/>
      <w:r w:rsidRPr="72D31CDC">
        <w:t>included per</w:t>
      </w:r>
      <w:proofErr w:type="gramEnd"/>
      <w:r w:rsidRPr="72D31CDC">
        <w:t xml:space="preserve"> strategy. Include specific numbers within the action steps to reflect the level of effort provided (e.g. 10 presentations serving 150 people). </w:t>
      </w:r>
    </w:p>
    <w:p w14:paraId="4C6AB4EB" w14:textId="7C7AF5D5" w:rsidR="00A11BF5" w:rsidRPr="00A11BF5" w:rsidRDefault="00A11BF5" w:rsidP="00A11BF5">
      <w:pPr>
        <w:rPr>
          <w:rFonts w:cstheme="minorHAnsi"/>
        </w:rPr>
      </w:pPr>
      <w:r w:rsidRPr="00A11BF5">
        <w:rPr>
          <w:rFonts w:cstheme="minorHAnsi"/>
          <w:b/>
          <w:bCs/>
        </w:rPr>
        <w:t>Timeline</w:t>
      </w:r>
      <w:r w:rsidRPr="00A11BF5">
        <w:rPr>
          <w:rFonts w:cstheme="minorHAnsi"/>
        </w:rPr>
        <w:t>: List the expected start and end date for each step (month/year). Timelines should not be written as the fiscal year (i.e., July 2025-June 2026) unless the intention is to address the action step year-round. </w:t>
      </w:r>
    </w:p>
    <w:p w14:paraId="3140A457" w14:textId="3ACF276B" w:rsidR="00A11BF5" w:rsidRPr="00A11BF5" w:rsidRDefault="00A11BF5" w:rsidP="00A11BF5">
      <w:pPr>
        <w:rPr>
          <w:rFonts w:cstheme="minorHAnsi"/>
        </w:rPr>
      </w:pPr>
      <w:r w:rsidRPr="00A11BF5">
        <w:rPr>
          <w:rFonts w:cstheme="minorHAnsi"/>
          <w:b/>
          <w:bCs/>
        </w:rPr>
        <w:t xml:space="preserve">Location: </w:t>
      </w:r>
      <w:r w:rsidRPr="00A11BF5">
        <w:rPr>
          <w:rFonts w:cstheme="minorHAnsi"/>
        </w:rPr>
        <w:t>List the specific location where the action step will occur. This may be a specific city, town or section of the county or a school district. Avoid using “countywide” as the location unless the action step reaches the entire county population (e.g., a media campaign). Do not use the names of private businesses as the location, rather use the sector name such as “worksites”.  </w:t>
      </w:r>
    </w:p>
    <w:p w14:paraId="0C511EFC" w14:textId="4D1FF18A" w:rsidR="00A11BF5" w:rsidRPr="00A11BF5" w:rsidRDefault="00A11BF5" w:rsidP="00A11BF5">
      <w:pPr>
        <w:rPr>
          <w:rFonts w:cstheme="minorHAnsi"/>
        </w:rPr>
      </w:pPr>
      <w:r w:rsidRPr="00A11BF5">
        <w:rPr>
          <w:rFonts w:cstheme="minorHAnsi"/>
          <w:b/>
          <w:bCs/>
        </w:rPr>
        <w:t>Center for Substance Abuse Prevention (CSAP) Strategy</w:t>
      </w:r>
      <w:r w:rsidRPr="00A11BF5">
        <w:rPr>
          <w:rFonts w:cstheme="minorHAnsi"/>
        </w:rPr>
        <w:t xml:space="preserve">: </w:t>
      </w:r>
      <w:r w:rsidR="00C038CF">
        <w:rPr>
          <w:rFonts w:cstheme="minorHAnsi"/>
        </w:rPr>
        <w:t xml:space="preserve">Insert </w:t>
      </w:r>
      <w:r w:rsidRPr="00A11BF5">
        <w:rPr>
          <w:rFonts w:cstheme="minorHAnsi"/>
        </w:rPr>
        <w:t xml:space="preserve">the </w:t>
      </w:r>
      <w:r w:rsidR="00C038CF">
        <w:rPr>
          <w:rFonts w:cstheme="minorHAnsi"/>
        </w:rPr>
        <w:t xml:space="preserve">name of the </w:t>
      </w:r>
      <w:r w:rsidRPr="00A11BF5">
        <w:rPr>
          <w:rFonts w:cstheme="minorHAnsi"/>
        </w:rPr>
        <w:t>CSAP Strategy the action step will best address</w:t>
      </w:r>
      <w:r w:rsidR="00C038CF">
        <w:rPr>
          <w:rFonts w:cstheme="minorHAnsi"/>
        </w:rPr>
        <w:t xml:space="preserve">: Information Dissemination, </w:t>
      </w:r>
      <w:r w:rsidR="00DF49FC">
        <w:rPr>
          <w:rFonts w:cstheme="minorHAnsi"/>
        </w:rPr>
        <w:t>Education, Alternatives, Environmental, Community-Based Process, or Problem ID &amp; Referral.</w:t>
      </w:r>
    </w:p>
    <w:p w14:paraId="6D3F25B1" w14:textId="5531EF52" w:rsidR="00A11BF5" w:rsidRPr="00A11BF5" w:rsidRDefault="00A11BF5" w:rsidP="00A11BF5">
      <w:pPr>
        <w:rPr>
          <w:rFonts w:cstheme="minorHAnsi"/>
        </w:rPr>
      </w:pPr>
      <w:r w:rsidRPr="00A11BF5">
        <w:rPr>
          <w:rFonts w:cstheme="minorHAnsi"/>
          <w:b/>
          <w:bCs/>
        </w:rPr>
        <w:t>Institute of Medicine (IOM) Category</w:t>
      </w:r>
      <w:r w:rsidRPr="00A11BF5">
        <w:rPr>
          <w:rFonts w:cstheme="minorHAnsi"/>
        </w:rPr>
        <w:t xml:space="preserve">: </w:t>
      </w:r>
      <w:r w:rsidR="00C038CF">
        <w:rPr>
          <w:rFonts w:cstheme="minorHAnsi"/>
        </w:rPr>
        <w:t xml:space="preserve">Insert </w:t>
      </w:r>
      <w:r w:rsidRPr="00A11BF5">
        <w:rPr>
          <w:rFonts w:cstheme="minorHAnsi"/>
        </w:rPr>
        <w:t>the IOM Category the action step will best address</w:t>
      </w:r>
      <w:r w:rsidR="00DF49FC">
        <w:rPr>
          <w:rFonts w:cstheme="minorHAnsi"/>
        </w:rPr>
        <w:t>: Universal, Selective, or Indicated.</w:t>
      </w:r>
      <w:r w:rsidRPr="00A11BF5">
        <w:rPr>
          <w:rFonts w:cstheme="minorHAnsi"/>
        </w:rPr>
        <w:t> </w:t>
      </w:r>
    </w:p>
    <w:p w14:paraId="52FD875F" w14:textId="56F809CC" w:rsidR="00A11BF5" w:rsidRPr="00A11BF5" w:rsidRDefault="00A11BF5" w:rsidP="00A11BF5">
      <w:pPr>
        <w:rPr>
          <w:rFonts w:cstheme="minorHAnsi"/>
        </w:rPr>
      </w:pPr>
      <w:r w:rsidRPr="00A11BF5">
        <w:rPr>
          <w:rFonts w:cstheme="minorHAnsi"/>
          <w:b/>
          <w:bCs/>
        </w:rPr>
        <w:t>Process Indicator:</w:t>
      </w:r>
      <w:r w:rsidRPr="00A11BF5">
        <w:rPr>
          <w:rFonts w:cstheme="minorHAnsi"/>
        </w:rPr>
        <w:t xml:space="preserve"> List the method(s) that will be used to monitor the extent to which each action step is occurring as planned (e.g. meeting notes, sign-in sheets, signed policy, etc.). In short, what documentation could be used to show completion of the action step? </w:t>
      </w:r>
    </w:p>
    <w:p w14:paraId="633F35F4" w14:textId="77777777" w:rsidR="00A11BF5" w:rsidRPr="00A11BF5" w:rsidRDefault="00A11BF5" w:rsidP="00A11BF5">
      <w:pPr>
        <w:rPr>
          <w:rFonts w:cstheme="minorHAnsi"/>
        </w:rPr>
      </w:pPr>
      <w:r w:rsidRPr="00A11BF5">
        <w:rPr>
          <w:rFonts w:cstheme="minorHAnsi"/>
        </w:rPr>
        <w:t> </w:t>
      </w:r>
    </w:p>
    <w:p w14:paraId="0B05C7CE" w14:textId="77777777" w:rsidR="00A11BF5" w:rsidRPr="00A11BF5" w:rsidRDefault="00A11BF5" w:rsidP="00A11BF5">
      <w:pPr>
        <w:rPr>
          <w:rFonts w:cstheme="minorHAnsi"/>
        </w:rPr>
      </w:pPr>
      <w:r w:rsidRPr="00A11BF5">
        <w:rPr>
          <w:rFonts w:cstheme="minorHAnsi"/>
          <w:b/>
          <w:bCs/>
          <w:i/>
          <w:iCs/>
        </w:rPr>
        <w:t>Please paste additional action plan tables and add additional/delete unneeded rows for action steps as needed.</w:t>
      </w:r>
      <w:r w:rsidRPr="00A11BF5">
        <w:rPr>
          <w:rFonts w:cstheme="minorHAnsi"/>
        </w:rPr>
        <w:t> </w:t>
      </w:r>
    </w:p>
    <w:p w14:paraId="34627A0D" w14:textId="772BD095" w:rsidR="72D31CDC" w:rsidRDefault="72D31CDC" w:rsidP="72D31CDC"/>
    <w:p w14:paraId="59478CAA" w14:textId="2DDBCC5A" w:rsidR="00997A0D" w:rsidRDefault="00997A0D" w:rsidP="00451756">
      <w:pPr>
        <w:pStyle w:val="Heading1"/>
        <w:pageBreakBefore/>
        <w:jc w:val="center"/>
        <w:rPr>
          <w:sz w:val="28"/>
          <w:szCs w:val="28"/>
        </w:rPr>
      </w:pPr>
      <w:r w:rsidRPr="00A11BF5">
        <w:rPr>
          <w:sz w:val="28"/>
          <w:szCs w:val="28"/>
        </w:rPr>
        <w:lastRenderedPageBreak/>
        <w:t>SFY 2026 Substance Use &amp; Problem Gambling Prevention Action Plan</w:t>
      </w:r>
    </w:p>
    <w:p w14:paraId="7F4936BB" w14:textId="77777777" w:rsidR="00997A0D" w:rsidRDefault="00997A0D"/>
    <w:tbl>
      <w:tblPr>
        <w:tblW w:w="1377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4230"/>
        <w:gridCol w:w="1565"/>
        <w:gridCol w:w="2039"/>
        <w:gridCol w:w="2234"/>
        <w:gridCol w:w="3342"/>
      </w:tblGrid>
      <w:tr w:rsidR="00997A0D" w:rsidRPr="00997A0D" w14:paraId="43E95F5C" w14:textId="77777777" w:rsidTr="00451756">
        <w:trPr>
          <w:trHeight w:val="300"/>
        </w:trPr>
        <w:tc>
          <w:tcPr>
            <w:tcW w:w="13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14:paraId="7E52A74E" w14:textId="77777777" w:rsidR="00997A0D" w:rsidRPr="00E638CA" w:rsidRDefault="00997A0D" w:rsidP="00E638CA">
            <w:pPr>
              <w:rPr>
                <w:b/>
                <w:bCs/>
              </w:rPr>
            </w:pPr>
            <w:r w:rsidRPr="00E638CA">
              <w:rPr>
                <w:b/>
                <w:bCs/>
              </w:rPr>
              <w:t>Prevention Priority Area:  </w:t>
            </w:r>
          </w:p>
        </w:tc>
      </w:tr>
      <w:tr w:rsidR="00997A0D" w:rsidRPr="00997A0D" w14:paraId="66A52663" w14:textId="77777777" w:rsidTr="00451756">
        <w:trPr>
          <w:trHeight w:val="75"/>
        </w:trPr>
        <w:tc>
          <w:tcPr>
            <w:tcW w:w="13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FC285B" w14:textId="77777777" w:rsidR="00997A0D" w:rsidRPr="00E638CA" w:rsidRDefault="00997A0D" w:rsidP="00E638CA">
            <w:pPr>
              <w:rPr>
                <w:b/>
                <w:bCs/>
              </w:rPr>
            </w:pPr>
            <w:r w:rsidRPr="00E638CA">
              <w:rPr>
                <w:b/>
                <w:bCs/>
              </w:rPr>
              <w:t>County:  </w:t>
            </w:r>
          </w:p>
        </w:tc>
      </w:tr>
      <w:tr w:rsidR="00997A0D" w:rsidRPr="00997A0D" w14:paraId="7495D853" w14:textId="77777777" w:rsidTr="00451756">
        <w:trPr>
          <w:trHeight w:val="60"/>
        </w:trPr>
        <w:tc>
          <w:tcPr>
            <w:tcW w:w="13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BEA391" w14:textId="77777777" w:rsidR="00997A0D" w:rsidRPr="00E638CA" w:rsidRDefault="00997A0D" w:rsidP="00E638CA">
            <w:pPr>
              <w:rPr>
                <w:b/>
                <w:bCs/>
              </w:rPr>
            </w:pPr>
            <w:r w:rsidRPr="00E638CA">
              <w:rPr>
                <w:b/>
                <w:bCs/>
              </w:rPr>
              <w:t>Strategy: </w:t>
            </w:r>
          </w:p>
        </w:tc>
      </w:tr>
      <w:tr w:rsidR="00997A0D" w:rsidRPr="00997A0D" w14:paraId="0B3686E5" w14:textId="77777777" w:rsidTr="00451756">
        <w:trPr>
          <w:trHeight w:val="210"/>
        </w:trPr>
        <w:tc>
          <w:tcPr>
            <w:tcW w:w="13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98E283" w14:textId="77777777" w:rsidR="00997A0D" w:rsidRPr="004D7DFC" w:rsidRDefault="00997A0D" w:rsidP="00E638CA">
            <w:pPr>
              <w:rPr>
                <w:b/>
                <w:bCs/>
              </w:rPr>
            </w:pPr>
            <w:r w:rsidRPr="004D7DFC">
              <w:rPr>
                <w:b/>
                <w:bCs/>
              </w:rPr>
              <w:t>Short-Term Outcome: </w:t>
            </w:r>
          </w:p>
        </w:tc>
      </w:tr>
      <w:tr w:rsidR="00C038CF" w:rsidRPr="00997A0D" w14:paraId="256F7E63" w14:textId="77777777" w:rsidTr="00451756">
        <w:trPr>
          <w:trHeight w:val="495"/>
        </w:trPr>
        <w:tc>
          <w:tcPr>
            <w:tcW w:w="45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5E1C7B9" w14:textId="4F16FB0C" w:rsidR="00997A0D" w:rsidRPr="004D7DFC" w:rsidRDefault="00997A0D" w:rsidP="004D7DFC">
            <w:pPr>
              <w:jc w:val="center"/>
              <w:rPr>
                <w:b/>
                <w:bCs/>
              </w:rPr>
            </w:pPr>
            <w:r w:rsidRPr="004D7DFC">
              <w:rPr>
                <w:b/>
                <w:bCs/>
              </w:rPr>
              <w:t>Action Steps</w:t>
            </w: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01B7D775" w14:textId="3FA9E2B0" w:rsidR="00997A0D" w:rsidRPr="004D7DFC" w:rsidRDefault="00997A0D" w:rsidP="004D7DFC">
            <w:pPr>
              <w:jc w:val="center"/>
              <w:rPr>
                <w:b/>
                <w:bCs/>
              </w:rPr>
            </w:pPr>
            <w:r w:rsidRPr="004D7DFC">
              <w:rPr>
                <w:b/>
                <w:bCs/>
              </w:rPr>
              <w:t>Timeline</w:t>
            </w:r>
          </w:p>
        </w:tc>
        <w:tc>
          <w:tcPr>
            <w:tcW w:w="20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04D14F6A" w14:textId="736A3FEB" w:rsidR="00997A0D" w:rsidRPr="004D7DFC" w:rsidRDefault="00997A0D" w:rsidP="004D7DFC">
            <w:pPr>
              <w:jc w:val="center"/>
              <w:rPr>
                <w:b/>
                <w:bCs/>
              </w:rPr>
            </w:pPr>
            <w:r w:rsidRPr="004D7DFC">
              <w:rPr>
                <w:b/>
                <w:bCs/>
              </w:rPr>
              <w:t>Location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CE059EB" w14:textId="4E230D3C" w:rsidR="00997A0D" w:rsidRPr="004D7DFC" w:rsidRDefault="00997A0D" w:rsidP="004D7DFC">
            <w:pPr>
              <w:jc w:val="center"/>
              <w:rPr>
                <w:b/>
                <w:bCs/>
              </w:rPr>
            </w:pPr>
            <w:r w:rsidRPr="004D7DFC">
              <w:rPr>
                <w:b/>
                <w:bCs/>
              </w:rPr>
              <w:t>CSAP Strategy</w:t>
            </w:r>
          </w:p>
        </w:tc>
        <w:tc>
          <w:tcPr>
            <w:tcW w:w="33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75E676FB" w14:textId="7A209592" w:rsidR="00997A0D" w:rsidRPr="004D7DFC" w:rsidRDefault="00997A0D" w:rsidP="004D7DFC">
            <w:pPr>
              <w:jc w:val="center"/>
              <w:rPr>
                <w:b/>
                <w:bCs/>
              </w:rPr>
            </w:pPr>
            <w:r w:rsidRPr="004D7DFC">
              <w:rPr>
                <w:b/>
                <w:bCs/>
              </w:rPr>
              <w:t>Process Indicators</w:t>
            </w:r>
          </w:p>
        </w:tc>
      </w:tr>
      <w:tr w:rsidR="00DF49FC" w:rsidRPr="00997A0D" w14:paraId="6A09CE12" w14:textId="77777777" w:rsidTr="00451756">
        <w:trPr>
          <w:trHeight w:val="138"/>
        </w:trPr>
        <w:tc>
          <w:tcPr>
            <w:tcW w:w="459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50518A" w14:textId="77777777" w:rsidR="00997A0D" w:rsidRPr="00997A0D" w:rsidRDefault="00997A0D" w:rsidP="004D7DFC">
            <w:pPr>
              <w:jc w:val="center"/>
            </w:pP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54F01A" w14:textId="77777777" w:rsidR="00997A0D" w:rsidRPr="00997A0D" w:rsidRDefault="00997A0D" w:rsidP="004D7DFC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8BEE88" w14:textId="77777777" w:rsidR="00997A0D" w:rsidRPr="00997A0D" w:rsidRDefault="00997A0D" w:rsidP="004D7DFC">
            <w:pPr>
              <w:jc w:val="center"/>
            </w:pP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7D4AD67B" w14:textId="31BFA22C" w:rsidR="00997A0D" w:rsidRPr="004D7DFC" w:rsidRDefault="00997A0D" w:rsidP="004D7DFC">
            <w:pPr>
              <w:jc w:val="center"/>
              <w:rPr>
                <w:b/>
                <w:bCs/>
              </w:rPr>
            </w:pPr>
            <w:r w:rsidRPr="004D7DFC">
              <w:rPr>
                <w:b/>
                <w:bCs/>
              </w:rPr>
              <w:t>IOM Category</w:t>
            </w:r>
          </w:p>
        </w:tc>
        <w:tc>
          <w:tcPr>
            <w:tcW w:w="33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132F49" w14:textId="77777777" w:rsidR="00997A0D" w:rsidRPr="00997A0D" w:rsidRDefault="00997A0D" w:rsidP="00E638CA"/>
        </w:tc>
      </w:tr>
      <w:tr w:rsidR="00C038CF" w:rsidRPr="00997A0D" w14:paraId="3190EDA4" w14:textId="77777777" w:rsidTr="00451756">
        <w:trPr>
          <w:trHeight w:val="300"/>
        </w:trPr>
        <w:tc>
          <w:tcPr>
            <w:tcW w:w="36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14:paraId="15337E7B" w14:textId="1FBD30A0" w:rsidR="00997A0D" w:rsidRPr="00997A0D" w:rsidRDefault="00997A0D" w:rsidP="004D7DFC">
            <w:pPr>
              <w:jc w:val="center"/>
            </w:pPr>
            <w:r w:rsidRPr="00997A0D">
              <w:t>1.</w:t>
            </w:r>
          </w:p>
        </w:tc>
        <w:tc>
          <w:tcPr>
            <w:tcW w:w="42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14:paraId="7387E469" w14:textId="77777777" w:rsidR="00997A0D" w:rsidRPr="00997A0D" w:rsidRDefault="00997A0D" w:rsidP="00E638CA">
            <w:r w:rsidRPr="00997A0D">
              <w:t> 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14:paraId="3F528508" w14:textId="77777777" w:rsidR="00997A0D" w:rsidRPr="00997A0D" w:rsidRDefault="00997A0D" w:rsidP="00E638CA">
            <w:r w:rsidRPr="00997A0D">
              <w:t> </w:t>
            </w:r>
          </w:p>
        </w:tc>
        <w:tc>
          <w:tcPr>
            <w:tcW w:w="20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14:paraId="5BC66B88" w14:textId="77777777" w:rsidR="00997A0D" w:rsidRPr="00997A0D" w:rsidRDefault="00997A0D" w:rsidP="00E638CA">
            <w:r w:rsidRPr="00997A0D">
              <w:t> 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182243" w14:textId="5C3BB6CE" w:rsidR="00997A0D" w:rsidRPr="00997A0D" w:rsidRDefault="00997A0D" w:rsidP="00E638CA">
            <w:r w:rsidRPr="00997A0D">
              <w:t>​​</w:t>
            </w:r>
          </w:p>
        </w:tc>
        <w:tc>
          <w:tcPr>
            <w:tcW w:w="3342" w:type="dxa"/>
            <w:vMerge w:val="restart"/>
            <w:tcBorders>
              <w:top w:val="single" w:sz="6" w:space="0" w:color="000000"/>
              <w:left w:val="single" w:sz="6" w:space="0" w:color="auto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14:paraId="46E746B8" w14:textId="77777777" w:rsidR="00997A0D" w:rsidRPr="00997A0D" w:rsidRDefault="00997A0D" w:rsidP="00E638CA">
            <w:r w:rsidRPr="00997A0D">
              <w:t> </w:t>
            </w:r>
          </w:p>
        </w:tc>
      </w:tr>
      <w:tr w:rsidR="00C038CF" w:rsidRPr="00997A0D" w14:paraId="2B4C1B50" w14:textId="77777777" w:rsidTr="00451756">
        <w:trPr>
          <w:trHeight w:val="300"/>
        </w:trPr>
        <w:tc>
          <w:tcPr>
            <w:tcW w:w="36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F97C87" w14:textId="77777777" w:rsidR="00997A0D" w:rsidRPr="00997A0D" w:rsidRDefault="00997A0D" w:rsidP="004D7DFC">
            <w:pPr>
              <w:jc w:val="center"/>
            </w:pPr>
          </w:p>
        </w:tc>
        <w:tc>
          <w:tcPr>
            <w:tcW w:w="4230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2B199D" w14:textId="77777777" w:rsidR="00997A0D" w:rsidRPr="00997A0D" w:rsidRDefault="00997A0D" w:rsidP="00E638CA"/>
        </w:tc>
        <w:tc>
          <w:tcPr>
            <w:tcW w:w="1565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827C52" w14:textId="77777777" w:rsidR="00997A0D" w:rsidRPr="00997A0D" w:rsidRDefault="00997A0D" w:rsidP="00E638CA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E818EE" w14:textId="77777777" w:rsidR="00997A0D" w:rsidRPr="00997A0D" w:rsidRDefault="00997A0D" w:rsidP="00E638CA"/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110C59" w14:textId="558F1B7F" w:rsidR="00997A0D" w:rsidRPr="00997A0D" w:rsidRDefault="00997A0D" w:rsidP="00E638CA"/>
        </w:tc>
        <w:tc>
          <w:tcPr>
            <w:tcW w:w="3342" w:type="dxa"/>
            <w:vMerge/>
            <w:tcBorders>
              <w:top w:val="single" w:sz="6" w:space="0" w:color="000000"/>
              <w:left w:val="single" w:sz="6" w:space="0" w:color="auto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137A6A" w14:textId="77777777" w:rsidR="00997A0D" w:rsidRPr="00997A0D" w:rsidRDefault="00997A0D" w:rsidP="00E638CA"/>
        </w:tc>
      </w:tr>
      <w:tr w:rsidR="00C038CF" w:rsidRPr="00997A0D" w14:paraId="09FEFD9C" w14:textId="77777777" w:rsidTr="00451756">
        <w:trPr>
          <w:trHeight w:val="300"/>
        </w:trPr>
        <w:tc>
          <w:tcPr>
            <w:tcW w:w="360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hideMark/>
          </w:tcPr>
          <w:p w14:paraId="21C087A2" w14:textId="37FF3E45" w:rsidR="00997A0D" w:rsidRPr="00997A0D" w:rsidRDefault="00997A0D" w:rsidP="004D7DFC">
            <w:pPr>
              <w:jc w:val="center"/>
            </w:pPr>
            <w:r w:rsidRPr="00997A0D">
              <w:t>2.</w:t>
            </w:r>
          </w:p>
        </w:tc>
        <w:tc>
          <w:tcPr>
            <w:tcW w:w="4230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hideMark/>
          </w:tcPr>
          <w:p w14:paraId="722014D6" w14:textId="77777777" w:rsidR="00997A0D" w:rsidRPr="00997A0D" w:rsidRDefault="00997A0D" w:rsidP="00E638CA">
            <w:r w:rsidRPr="00997A0D">
              <w:t> </w:t>
            </w:r>
          </w:p>
        </w:tc>
        <w:tc>
          <w:tcPr>
            <w:tcW w:w="1565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hideMark/>
          </w:tcPr>
          <w:p w14:paraId="53CC3E6B" w14:textId="77777777" w:rsidR="00997A0D" w:rsidRPr="00997A0D" w:rsidRDefault="00997A0D" w:rsidP="00E638CA">
            <w:r w:rsidRPr="00997A0D">
              <w:t> </w:t>
            </w:r>
          </w:p>
        </w:tc>
        <w:tc>
          <w:tcPr>
            <w:tcW w:w="2039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hideMark/>
          </w:tcPr>
          <w:p w14:paraId="5D835F45" w14:textId="77777777" w:rsidR="00997A0D" w:rsidRPr="00997A0D" w:rsidRDefault="00997A0D" w:rsidP="00E638CA">
            <w:r w:rsidRPr="00997A0D">
              <w:t> </w:t>
            </w:r>
          </w:p>
        </w:tc>
        <w:tc>
          <w:tcPr>
            <w:tcW w:w="2234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EAB016" w14:textId="6E1EAFC6" w:rsidR="00997A0D" w:rsidRPr="00997A0D" w:rsidRDefault="00997A0D" w:rsidP="00E638CA"/>
        </w:tc>
        <w:tc>
          <w:tcPr>
            <w:tcW w:w="3342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hideMark/>
          </w:tcPr>
          <w:p w14:paraId="2D72038D" w14:textId="77777777" w:rsidR="00997A0D" w:rsidRPr="00997A0D" w:rsidRDefault="00997A0D" w:rsidP="00E638CA">
            <w:r w:rsidRPr="00997A0D">
              <w:t> </w:t>
            </w:r>
          </w:p>
        </w:tc>
      </w:tr>
      <w:tr w:rsidR="00C038CF" w:rsidRPr="00997A0D" w14:paraId="4B45047E" w14:textId="77777777" w:rsidTr="00451756">
        <w:trPr>
          <w:trHeight w:val="300"/>
        </w:trPr>
        <w:tc>
          <w:tcPr>
            <w:tcW w:w="360" w:type="dxa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5404CB" w14:textId="77777777" w:rsidR="00997A0D" w:rsidRPr="00997A0D" w:rsidRDefault="00997A0D" w:rsidP="004D7DFC">
            <w:pPr>
              <w:jc w:val="center"/>
            </w:pPr>
          </w:p>
        </w:tc>
        <w:tc>
          <w:tcPr>
            <w:tcW w:w="4230" w:type="dxa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489F49" w14:textId="77777777" w:rsidR="00997A0D" w:rsidRPr="00997A0D" w:rsidRDefault="00997A0D" w:rsidP="00E638CA"/>
        </w:tc>
        <w:tc>
          <w:tcPr>
            <w:tcW w:w="1565" w:type="dxa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138E8E" w14:textId="77777777" w:rsidR="00997A0D" w:rsidRPr="00997A0D" w:rsidRDefault="00997A0D" w:rsidP="00E638CA"/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50D207" w14:textId="77777777" w:rsidR="00997A0D" w:rsidRPr="00997A0D" w:rsidRDefault="00997A0D" w:rsidP="00E638CA"/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11961483" w14:textId="2A4A3A90" w:rsidR="00997A0D" w:rsidRPr="00997A0D" w:rsidRDefault="00997A0D" w:rsidP="00E638CA"/>
        </w:tc>
        <w:tc>
          <w:tcPr>
            <w:tcW w:w="3342" w:type="dxa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9DA162" w14:textId="77777777" w:rsidR="00997A0D" w:rsidRPr="00997A0D" w:rsidRDefault="00997A0D" w:rsidP="00E638CA"/>
        </w:tc>
      </w:tr>
      <w:tr w:rsidR="00C038CF" w:rsidRPr="00997A0D" w14:paraId="0736CFE4" w14:textId="77777777" w:rsidTr="00451756">
        <w:trPr>
          <w:trHeight w:val="300"/>
        </w:trPr>
        <w:tc>
          <w:tcPr>
            <w:tcW w:w="360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hideMark/>
          </w:tcPr>
          <w:p w14:paraId="31CA3216" w14:textId="5604B63B" w:rsidR="00997A0D" w:rsidRPr="00997A0D" w:rsidRDefault="00997A0D" w:rsidP="004D7DFC">
            <w:pPr>
              <w:jc w:val="center"/>
            </w:pPr>
            <w:r w:rsidRPr="00997A0D">
              <w:t>3.</w:t>
            </w:r>
          </w:p>
        </w:tc>
        <w:tc>
          <w:tcPr>
            <w:tcW w:w="4230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hideMark/>
          </w:tcPr>
          <w:p w14:paraId="34F04771" w14:textId="77777777" w:rsidR="00997A0D" w:rsidRPr="00997A0D" w:rsidRDefault="00997A0D" w:rsidP="00E638CA">
            <w:r w:rsidRPr="00997A0D">
              <w:t> </w:t>
            </w:r>
          </w:p>
        </w:tc>
        <w:tc>
          <w:tcPr>
            <w:tcW w:w="1565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hideMark/>
          </w:tcPr>
          <w:p w14:paraId="00F17E8A" w14:textId="77777777" w:rsidR="00997A0D" w:rsidRPr="00997A0D" w:rsidRDefault="00997A0D" w:rsidP="00E638CA">
            <w:r w:rsidRPr="00997A0D">
              <w:t> </w:t>
            </w:r>
          </w:p>
        </w:tc>
        <w:tc>
          <w:tcPr>
            <w:tcW w:w="2039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hideMark/>
          </w:tcPr>
          <w:p w14:paraId="4B90285C" w14:textId="77777777" w:rsidR="00997A0D" w:rsidRPr="00997A0D" w:rsidRDefault="00997A0D" w:rsidP="00E638CA">
            <w:r w:rsidRPr="00997A0D">
              <w:t> </w:t>
            </w:r>
          </w:p>
        </w:tc>
        <w:tc>
          <w:tcPr>
            <w:tcW w:w="2234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691C0C" w14:textId="7CB5750F" w:rsidR="00997A0D" w:rsidRPr="00997A0D" w:rsidRDefault="00997A0D" w:rsidP="00E638CA"/>
        </w:tc>
        <w:tc>
          <w:tcPr>
            <w:tcW w:w="3342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hideMark/>
          </w:tcPr>
          <w:p w14:paraId="7F6600BA" w14:textId="77777777" w:rsidR="00997A0D" w:rsidRPr="00997A0D" w:rsidRDefault="00997A0D" w:rsidP="00E638CA">
            <w:r w:rsidRPr="00997A0D">
              <w:t> </w:t>
            </w:r>
          </w:p>
        </w:tc>
      </w:tr>
      <w:tr w:rsidR="00C038CF" w:rsidRPr="00997A0D" w14:paraId="4B982F1B" w14:textId="77777777" w:rsidTr="00451756">
        <w:trPr>
          <w:trHeight w:val="300"/>
        </w:trPr>
        <w:tc>
          <w:tcPr>
            <w:tcW w:w="360" w:type="dxa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D21C18" w14:textId="77777777" w:rsidR="00997A0D" w:rsidRPr="00997A0D" w:rsidRDefault="00997A0D" w:rsidP="004D7DFC">
            <w:pPr>
              <w:jc w:val="center"/>
            </w:pPr>
          </w:p>
        </w:tc>
        <w:tc>
          <w:tcPr>
            <w:tcW w:w="4230" w:type="dxa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8C9C64" w14:textId="77777777" w:rsidR="00997A0D" w:rsidRPr="00997A0D" w:rsidRDefault="00997A0D" w:rsidP="00E638CA"/>
        </w:tc>
        <w:tc>
          <w:tcPr>
            <w:tcW w:w="1565" w:type="dxa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58495F" w14:textId="77777777" w:rsidR="00997A0D" w:rsidRPr="00997A0D" w:rsidRDefault="00997A0D" w:rsidP="00E638CA"/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039F53" w14:textId="77777777" w:rsidR="00997A0D" w:rsidRPr="00997A0D" w:rsidRDefault="00997A0D" w:rsidP="00E638CA"/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4803F683" w14:textId="5858BCFB" w:rsidR="00997A0D" w:rsidRPr="00997A0D" w:rsidRDefault="00997A0D" w:rsidP="00E638CA"/>
        </w:tc>
        <w:tc>
          <w:tcPr>
            <w:tcW w:w="3342" w:type="dxa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14E4BE" w14:textId="77777777" w:rsidR="00997A0D" w:rsidRPr="00997A0D" w:rsidRDefault="00997A0D" w:rsidP="00E638CA"/>
        </w:tc>
      </w:tr>
      <w:tr w:rsidR="00C038CF" w:rsidRPr="00997A0D" w14:paraId="03EC47F9" w14:textId="77777777" w:rsidTr="00451756">
        <w:trPr>
          <w:trHeight w:val="375"/>
        </w:trPr>
        <w:tc>
          <w:tcPr>
            <w:tcW w:w="360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hideMark/>
          </w:tcPr>
          <w:p w14:paraId="2853EFBC" w14:textId="0DCFD51F" w:rsidR="00997A0D" w:rsidRPr="00997A0D" w:rsidRDefault="00997A0D" w:rsidP="004D7DFC">
            <w:pPr>
              <w:jc w:val="center"/>
            </w:pPr>
            <w:r w:rsidRPr="00997A0D">
              <w:t>4.</w:t>
            </w:r>
          </w:p>
        </w:tc>
        <w:tc>
          <w:tcPr>
            <w:tcW w:w="4230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hideMark/>
          </w:tcPr>
          <w:p w14:paraId="3720B95E" w14:textId="77777777" w:rsidR="00997A0D" w:rsidRPr="00997A0D" w:rsidRDefault="00997A0D" w:rsidP="00E638CA">
            <w:r w:rsidRPr="00997A0D">
              <w:t> </w:t>
            </w:r>
          </w:p>
        </w:tc>
        <w:tc>
          <w:tcPr>
            <w:tcW w:w="1565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hideMark/>
          </w:tcPr>
          <w:p w14:paraId="7D741C38" w14:textId="77777777" w:rsidR="00997A0D" w:rsidRPr="00997A0D" w:rsidRDefault="00997A0D" w:rsidP="00E638CA">
            <w:r w:rsidRPr="00997A0D">
              <w:t> </w:t>
            </w:r>
          </w:p>
        </w:tc>
        <w:tc>
          <w:tcPr>
            <w:tcW w:w="2039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hideMark/>
          </w:tcPr>
          <w:p w14:paraId="6A6B7EB6" w14:textId="77777777" w:rsidR="00997A0D" w:rsidRPr="00997A0D" w:rsidRDefault="00997A0D" w:rsidP="00E638CA">
            <w:r w:rsidRPr="00997A0D">
              <w:t> </w:t>
            </w:r>
          </w:p>
        </w:tc>
        <w:tc>
          <w:tcPr>
            <w:tcW w:w="2234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E8FB63" w14:textId="5F56BED3" w:rsidR="00997A0D" w:rsidRPr="00997A0D" w:rsidRDefault="00997A0D" w:rsidP="00E638CA"/>
        </w:tc>
        <w:tc>
          <w:tcPr>
            <w:tcW w:w="3342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hideMark/>
          </w:tcPr>
          <w:p w14:paraId="5D00D4B0" w14:textId="77777777" w:rsidR="00997A0D" w:rsidRPr="00997A0D" w:rsidRDefault="00997A0D" w:rsidP="00E638CA">
            <w:r w:rsidRPr="00997A0D">
              <w:t> </w:t>
            </w:r>
          </w:p>
        </w:tc>
      </w:tr>
      <w:tr w:rsidR="00C038CF" w:rsidRPr="00997A0D" w14:paraId="247BEF51" w14:textId="77777777" w:rsidTr="00451756">
        <w:trPr>
          <w:trHeight w:val="315"/>
        </w:trPr>
        <w:tc>
          <w:tcPr>
            <w:tcW w:w="360" w:type="dxa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91BB61" w14:textId="77777777" w:rsidR="00997A0D" w:rsidRPr="00997A0D" w:rsidRDefault="00997A0D" w:rsidP="00E638CA"/>
        </w:tc>
        <w:tc>
          <w:tcPr>
            <w:tcW w:w="4230" w:type="dxa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CE3A40" w14:textId="77777777" w:rsidR="00997A0D" w:rsidRPr="00997A0D" w:rsidRDefault="00997A0D" w:rsidP="00E638CA"/>
        </w:tc>
        <w:tc>
          <w:tcPr>
            <w:tcW w:w="1565" w:type="dxa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9D840F" w14:textId="77777777" w:rsidR="00997A0D" w:rsidRPr="00997A0D" w:rsidRDefault="00997A0D" w:rsidP="00E638CA"/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E03959" w14:textId="77777777" w:rsidR="00997A0D" w:rsidRPr="00997A0D" w:rsidRDefault="00997A0D" w:rsidP="00E638CA"/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7704D595" w14:textId="1DE39619" w:rsidR="00997A0D" w:rsidRPr="00997A0D" w:rsidRDefault="00997A0D" w:rsidP="00E638CA"/>
        </w:tc>
        <w:tc>
          <w:tcPr>
            <w:tcW w:w="3342" w:type="dxa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82B58F" w14:textId="77777777" w:rsidR="00997A0D" w:rsidRPr="00997A0D" w:rsidRDefault="00997A0D" w:rsidP="00E638CA"/>
        </w:tc>
      </w:tr>
    </w:tbl>
    <w:p w14:paraId="46092B11" w14:textId="77777777" w:rsidR="001A48B4" w:rsidRDefault="001A48B4"/>
    <w:p w14:paraId="2CAA1CA2" w14:textId="77777777" w:rsidR="00DF49FC" w:rsidRDefault="00DF49FC"/>
    <w:p w14:paraId="62805A23" w14:textId="72E94F6F" w:rsidR="72D31CDC" w:rsidRDefault="72D31CDC" w:rsidP="72D31CDC"/>
    <w:p w14:paraId="2AAAAC8B" w14:textId="6B905E34" w:rsidR="00DF49FC" w:rsidRDefault="00DF49FC" w:rsidP="00451756">
      <w:pPr>
        <w:pStyle w:val="Heading1"/>
        <w:pageBreakBefore/>
        <w:jc w:val="center"/>
        <w:rPr>
          <w:sz w:val="28"/>
          <w:szCs w:val="28"/>
        </w:rPr>
      </w:pPr>
      <w:r w:rsidRPr="00A11BF5">
        <w:rPr>
          <w:sz w:val="28"/>
          <w:szCs w:val="28"/>
        </w:rPr>
        <w:lastRenderedPageBreak/>
        <w:t>SFY 2026 Substance Use &amp; Problem Gambling Prevention Action Plan</w:t>
      </w:r>
    </w:p>
    <w:p w14:paraId="3274A392" w14:textId="77777777" w:rsidR="00DF49FC" w:rsidRPr="00DF49FC" w:rsidRDefault="00DF49FC" w:rsidP="7A23617C">
      <w:pPr>
        <w:rPr>
          <w:sz w:val="18"/>
          <w:szCs w:val="18"/>
        </w:rPr>
      </w:pPr>
    </w:p>
    <w:tbl>
      <w:tblPr>
        <w:tblW w:w="1377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4230"/>
        <w:gridCol w:w="1565"/>
        <w:gridCol w:w="2039"/>
        <w:gridCol w:w="2234"/>
        <w:gridCol w:w="3342"/>
      </w:tblGrid>
      <w:tr w:rsidR="00DF49FC" w:rsidRPr="00997A0D" w14:paraId="15BFEDF5" w14:textId="77777777" w:rsidTr="00451756">
        <w:trPr>
          <w:trHeight w:val="300"/>
        </w:trPr>
        <w:tc>
          <w:tcPr>
            <w:tcW w:w="13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14:paraId="090EBEF2" w14:textId="77777777" w:rsidR="00DF49FC" w:rsidRPr="00E638CA" w:rsidRDefault="00DF49FC" w:rsidP="003744CE">
            <w:pPr>
              <w:rPr>
                <w:b/>
                <w:bCs/>
              </w:rPr>
            </w:pPr>
            <w:r w:rsidRPr="00E638CA">
              <w:rPr>
                <w:b/>
                <w:bCs/>
              </w:rPr>
              <w:t>Prevention Priority Area:  </w:t>
            </w:r>
          </w:p>
        </w:tc>
      </w:tr>
      <w:tr w:rsidR="00DF49FC" w:rsidRPr="00997A0D" w14:paraId="6C981EE9" w14:textId="77777777" w:rsidTr="00451756">
        <w:trPr>
          <w:trHeight w:val="75"/>
        </w:trPr>
        <w:tc>
          <w:tcPr>
            <w:tcW w:w="13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1891A3" w14:textId="77777777" w:rsidR="00DF49FC" w:rsidRPr="00E638CA" w:rsidRDefault="00DF49FC" w:rsidP="003744CE">
            <w:pPr>
              <w:rPr>
                <w:b/>
                <w:bCs/>
              </w:rPr>
            </w:pPr>
            <w:r w:rsidRPr="00E638CA">
              <w:rPr>
                <w:b/>
                <w:bCs/>
              </w:rPr>
              <w:t>County:  </w:t>
            </w:r>
          </w:p>
        </w:tc>
      </w:tr>
      <w:tr w:rsidR="00DF49FC" w:rsidRPr="00997A0D" w14:paraId="0A1AFB46" w14:textId="77777777" w:rsidTr="00451756">
        <w:trPr>
          <w:trHeight w:val="60"/>
        </w:trPr>
        <w:tc>
          <w:tcPr>
            <w:tcW w:w="13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E6C4DC" w14:textId="77777777" w:rsidR="00DF49FC" w:rsidRPr="00E638CA" w:rsidRDefault="00DF49FC" w:rsidP="003744CE">
            <w:pPr>
              <w:rPr>
                <w:b/>
                <w:bCs/>
              </w:rPr>
            </w:pPr>
            <w:r w:rsidRPr="00E638CA">
              <w:rPr>
                <w:b/>
                <w:bCs/>
              </w:rPr>
              <w:t>Strategy: </w:t>
            </w:r>
          </w:p>
        </w:tc>
      </w:tr>
      <w:tr w:rsidR="00DF49FC" w:rsidRPr="00997A0D" w14:paraId="0548214A" w14:textId="77777777" w:rsidTr="00451756">
        <w:trPr>
          <w:trHeight w:val="210"/>
        </w:trPr>
        <w:tc>
          <w:tcPr>
            <w:tcW w:w="13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266D9E" w14:textId="77777777" w:rsidR="00DF49FC" w:rsidRPr="004D7DFC" w:rsidRDefault="00DF49FC" w:rsidP="003744CE">
            <w:pPr>
              <w:rPr>
                <w:b/>
                <w:bCs/>
              </w:rPr>
            </w:pPr>
            <w:r w:rsidRPr="004D7DFC">
              <w:rPr>
                <w:b/>
                <w:bCs/>
              </w:rPr>
              <w:t>Short-Term Outcome: </w:t>
            </w:r>
          </w:p>
        </w:tc>
      </w:tr>
      <w:tr w:rsidR="00DF49FC" w:rsidRPr="00997A0D" w14:paraId="629B0C94" w14:textId="77777777" w:rsidTr="00451756">
        <w:trPr>
          <w:trHeight w:val="495"/>
        </w:trPr>
        <w:tc>
          <w:tcPr>
            <w:tcW w:w="45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31D406" w14:textId="77777777" w:rsidR="00DF49FC" w:rsidRPr="004D7DFC" w:rsidRDefault="00DF49FC" w:rsidP="003744CE">
            <w:pPr>
              <w:jc w:val="center"/>
              <w:rPr>
                <w:b/>
                <w:bCs/>
              </w:rPr>
            </w:pPr>
            <w:r w:rsidRPr="004D7DFC">
              <w:rPr>
                <w:b/>
                <w:bCs/>
              </w:rPr>
              <w:t>Action Steps</w:t>
            </w: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 w:themeColor="text1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9FB03E" w14:textId="77777777" w:rsidR="00DF49FC" w:rsidRPr="004D7DFC" w:rsidRDefault="00DF49FC" w:rsidP="003744CE">
            <w:pPr>
              <w:jc w:val="center"/>
              <w:rPr>
                <w:b/>
                <w:bCs/>
              </w:rPr>
            </w:pPr>
            <w:r w:rsidRPr="004D7DFC">
              <w:rPr>
                <w:b/>
                <w:bCs/>
              </w:rPr>
              <w:t>Timeline</w:t>
            </w:r>
          </w:p>
        </w:tc>
        <w:tc>
          <w:tcPr>
            <w:tcW w:w="20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 w:themeColor="text1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38E7A1" w14:textId="77777777" w:rsidR="00DF49FC" w:rsidRPr="004D7DFC" w:rsidRDefault="00DF49FC" w:rsidP="003744CE">
            <w:pPr>
              <w:jc w:val="center"/>
              <w:rPr>
                <w:b/>
                <w:bCs/>
              </w:rPr>
            </w:pPr>
            <w:r w:rsidRPr="004D7DFC">
              <w:rPr>
                <w:b/>
                <w:bCs/>
              </w:rPr>
              <w:t>Location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1AF2AB" w14:textId="77777777" w:rsidR="00DF49FC" w:rsidRPr="004D7DFC" w:rsidRDefault="00DF49FC" w:rsidP="003744CE">
            <w:pPr>
              <w:jc w:val="center"/>
              <w:rPr>
                <w:b/>
                <w:bCs/>
              </w:rPr>
            </w:pPr>
            <w:r w:rsidRPr="004D7DFC">
              <w:rPr>
                <w:b/>
                <w:bCs/>
              </w:rPr>
              <w:t>CSAP Strategy</w:t>
            </w:r>
          </w:p>
        </w:tc>
        <w:tc>
          <w:tcPr>
            <w:tcW w:w="33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 w:themeColor="text1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DC4DA2" w14:textId="77777777" w:rsidR="00DF49FC" w:rsidRPr="004D7DFC" w:rsidRDefault="00DF49FC" w:rsidP="003744CE">
            <w:pPr>
              <w:jc w:val="center"/>
              <w:rPr>
                <w:b/>
                <w:bCs/>
              </w:rPr>
            </w:pPr>
            <w:r w:rsidRPr="004D7DFC">
              <w:rPr>
                <w:b/>
                <w:bCs/>
              </w:rPr>
              <w:t>Process Indicators</w:t>
            </w:r>
          </w:p>
        </w:tc>
      </w:tr>
      <w:tr w:rsidR="00DF49FC" w:rsidRPr="00997A0D" w14:paraId="1BEFDC0F" w14:textId="77777777" w:rsidTr="00451756">
        <w:trPr>
          <w:trHeight w:val="138"/>
        </w:trPr>
        <w:tc>
          <w:tcPr>
            <w:tcW w:w="4590" w:type="dxa"/>
            <w:gridSpan w:val="2"/>
            <w:vMerge/>
            <w:vAlign w:val="center"/>
            <w:hideMark/>
          </w:tcPr>
          <w:p w14:paraId="713E639A" w14:textId="77777777" w:rsidR="00DF49FC" w:rsidRPr="00997A0D" w:rsidRDefault="00DF49FC" w:rsidP="003744CE">
            <w:pPr>
              <w:jc w:val="center"/>
            </w:pPr>
          </w:p>
        </w:tc>
        <w:tc>
          <w:tcPr>
            <w:tcW w:w="1565" w:type="dxa"/>
            <w:vMerge/>
            <w:vAlign w:val="center"/>
            <w:hideMark/>
          </w:tcPr>
          <w:p w14:paraId="018002FC" w14:textId="77777777" w:rsidR="00DF49FC" w:rsidRPr="00997A0D" w:rsidRDefault="00DF49FC" w:rsidP="003744CE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14:paraId="26FF30BA" w14:textId="77777777" w:rsidR="00DF49FC" w:rsidRPr="00997A0D" w:rsidRDefault="00DF49FC" w:rsidP="003744CE">
            <w:pPr>
              <w:jc w:val="center"/>
            </w:pP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000000" w:themeColor="text1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D055F" w14:textId="77777777" w:rsidR="00DF49FC" w:rsidRPr="004D7DFC" w:rsidRDefault="00DF49FC" w:rsidP="003744CE">
            <w:pPr>
              <w:jc w:val="center"/>
              <w:rPr>
                <w:b/>
                <w:bCs/>
              </w:rPr>
            </w:pPr>
            <w:r w:rsidRPr="004D7DFC">
              <w:rPr>
                <w:b/>
                <w:bCs/>
              </w:rPr>
              <w:t>IOM Category</w:t>
            </w:r>
          </w:p>
        </w:tc>
        <w:tc>
          <w:tcPr>
            <w:tcW w:w="3342" w:type="dxa"/>
            <w:vMerge/>
            <w:vAlign w:val="center"/>
            <w:hideMark/>
          </w:tcPr>
          <w:p w14:paraId="53C3DC86" w14:textId="77777777" w:rsidR="00DF49FC" w:rsidRPr="00997A0D" w:rsidRDefault="00DF49FC" w:rsidP="003744CE"/>
        </w:tc>
      </w:tr>
      <w:tr w:rsidR="00DF49FC" w:rsidRPr="00997A0D" w14:paraId="3DC31E3D" w14:textId="77777777" w:rsidTr="00451756">
        <w:trPr>
          <w:trHeight w:val="300"/>
        </w:trPr>
        <w:tc>
          <w:tcPr>
            <w:tcW w:w="36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BD9DF4C" w14:textId="77777777" w:rsidR="00DF49FC" w:rsidRPr="00997A0D" w:rsidRDefault="00DF49FC" w:rsidP="003744CE">
            <w:pPr>
              <w:jc w:val="center"/>
            </w:pPr>
            <w:r w:rsidRPr="00997A0D">
              <w:t>1.</w:t>
            </w:r>
          </w:p>
        </w:tc>
        <w:tc>
          <w:tcPr>
            <w:tcW w:w="423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0585B1F" w14:textId="77777777" w:rsidR="00DF49FC" w:rsidRPr="00997A0D" w:rsidRDefault="00DF49FC" w:rsidP="003744CE">
            <w:r w:rsidRPr="00997A0D">
              <w:t> </w:t>
            </w:r>
          </w:p>
        </w:tc>
        <w:tc>
          <w:tcPr>
            <w:tcW w:w="156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68AC9F68" w14:textId="77777777" w:rsidR="00DF49FC" w:rsidRPr="00997A0D" w:rsidRDefault="00DF49FC" w:rsidP="003744CE">
            <w:r w:rsidRPr="00997A0D">
              <w:t> </w:t>
            </w:r>
          </w:p>
        </w:tc>
        <w:tc>
          <w:tcPr>
            <w:tcW w:w="2039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16C4F3E" w14:textId="77777777" w:rsidR="00DF49FC" w:rsidRPr="00997A0D" w:rsidRDefault="00DF49FC" w:rsidP="003744CE">
            <w:r w:rsidRPr="00997A0D">
              <w:t> </w:t>
            </w:r>
          </w:p>
        </w:tc>
        <w:tc>
          <w:tcPr>
            <w:tcW w:w="22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DE07" w14:textId="77777777" w:rsidR="00DF49FC" w:rsidRPr="00997A0D" w:rsidRDefault="00DF49FC" w:rsidP="003744CE">
            <w:r w:rsidRPr="00997A0D">
              <w:t>​​</w:t>
            </w:r>
          </w:p>
        </w:tc>
        <w:tc>
          <w:tcPr>
            <w:tcW w:w="3342" w:type="dxa"/>
            <w:vMerge w:val="restart"/>
            <w:tcBorders>
              <w:top w:val="single" w:sz="6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01DAB0F3" w14:textId="77777777" w:rsidR="00DF49FC" w:rsidRPr="00997A0D" w:rsidRDefault="00DF49FC" w:rsidP="003744CE">
            <w:r w:rsidRPr="00997A0D">
              <w:t> </w:t>
            </w:r>
          </w:p>
        </w:tc>
      </w:tr>
      <w:tr w:rsidR="00DF49FC" w:rsidRPr="00997A0D" w14:paraId="740BCBAF" w14:textId="77777777" w:rsidTr="00451756">
        <w:trPr>
          <w:trHeight w:val="300"/>
        </w:trPr>
        <w:tc>
          <w:tcPr>
            <w:tcW w:w="360" w:type="dxa"/>
            <w:vMerge/>
            <w:vAlign w:val="center"/>
            <w:hideMark/>
          </w:tcPr>
          <w:p w14:paraId="016BDA57" w14:textId="77777777" w:rsidR="00DF49FC" w:rsidRPr="00997A0D" w:rsidRDefault="00DF49FC" w:rsidP="003744CE">
            <w:pPr>
              <w:jc w:val="center"/>
            </w:pPr>
          </w:p>
        </w:tc>
        <w:tc>
          <w:tcPr>
            <w:tcW w:w="4230" w:type="dxa"/>
            <w:vMerge/>
            <w:vAlign w:val="center"/>
            <w:hideMark/>
          </w:tcPr>
          <w:p w14:paraId="21A3ED5C" w14:textId="77777777" w:rsidR="00DF49FC" w:rsidRPr="00997A0D" w:rsidRDefault="00DF49FC" w:rsidP="003744CE"/>
        </w:tc>
        <w:tc>
          <w:tcPr>
            <w:tcW w:w="1565" w:type="dxa"/>
            <w:vMerge/>
            <w:vAlign w:val="center"/>
            <w:hideMark/>
          </w:tcPr>
          <w:p w14:paraId="28D5AD47" w14:textId="77777777" w:rsidR="00DF49FC" w:rsidRPr="00997A0D" w:rsidRDefault="00DF49FC" w:rsidP="003744CE"/>
        </w:tc>
        <w:tc>
          <w:tcPr>
            <w:tcW w:w="0" w:type="auto"/>
            <w:vMerge/>
            <w:vAlign w:val="center"/>
            <w:hideMark/>
          </w:tcPr>
          <w:p w14:paraId="28654D61" w14:textId="77777777" w:rsidR="00DF49FC" w:rsidRPr="00997A0D" w:rsidRDefault="00DF49FC" w:rsidP="003744CE"/>
        </w:tc>
        <w:tc>
          <w:tcPr>
            <w:tcW w:w="22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156567F" w14:textId="77777777" w:rsidR="00DF49FC" w:rsidRPr="00997A0D" w:rsidRDefault="00DF49FC" w:rsidP="003744CE"/>
        </w:tc>
        <w:tc>
          <w:tcPr>
            <w:tcW w:w="3342" w:type="dxa"/>
            <w:vMerge/>
            <w:vAlign w:val="center"/>
            <w:hideMark/>
          </w:tcPr>
          <w:p w14:paraId="78411692" w14:textId="77777777" w:rsidR="00DF49FC" w:rsidRPr="00997A0D" w:rsidRDefault="00DF49FC" w:rsidP="003744CE"/>
        </w:tc>
      </w:tr>
      <w:tr w:rsidR="00DF49FC" w:rsidRPr="00997A0D" w14:paraId="4D6215C7" w14:textId="77777777" w:rsidTr="00451756">
        <w:trPr>
          <w:trHeight w:val="300"/>
        </w:trPr>
        <w:tc>
          <w:tcPr>
            <w:tcW w:w="360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hideMark/>
          </w:tcPr>
          <w:p w14:paraId="0391E11A" w14:textId="77777777" w:rsidR="00DF49FC" w:rsidRPr="00997A0D" w:rsidRDefault="00DF49FC" w:rsidP="003744CE">
            <w:pPr>
              <w:jc w:val="center"/>
            </w:pPr>
            <w:r w:rsidRPr="00997A0D">
              <w:t>2.</w:t>
            </w:r>
          </w:p>
        </w:tc>
        <w:tc>
          <w:tcPr>
            <w:tcW w:w="4230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hideMark/>
          </w:tcPr>
          <w:p w14:paraId="0E7564E9" w14:textId="77777777" w:rsidR="00DF49FC" w:rsidRPr="00997A0D" w:rsidRDefault="00DF49FC" w:rsidP="003744CE">
            <w:r w:rsidRPr="00997A0D">
              <w:t> </w:t>
            </w:r>
          </w:p>
        </w:tc>
        <w:tc>
          <w:tcPr>
            <w:tcW w:w="1565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hideMark/>
          </w:tcPr>
          <w:p w14:paraId="48ACF68A" w14:textId="77777777" w:rsidR="00DF49FC" w:rsidRPr="00997A0D" w:rsidRDefault="00DF49FC" w:rsidP="003744CE">
            <w:r w:rsidRPr="00997A0D">
              <w:t> </w:t>
            </w:r>
          </w:p>
        </w:tc>
        <w:tc>
          <w:tcPr>
            <w:tcW w:w="2039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hideMark/>
          </w:tcPr>
          <w:p w14:paraId="2E7AF94E" w14:textId="77777777" w:rsidR="00DF49FC" w:rsidRPr="00997A0D" w:rsidRDefault="00DF49FC" w:rsidP="003744CE">
            <w:r w:rsidRPr="00997A0D">
              <w:t> </w:t>
            </w:r>
          </w:p>
        </w:tc>
        <w:tc>
          <w:tcPr>
            <w:tcW w:w="2234" w:type="dxa"/>
            <w:tcBorders>
              <w:top w:val="single" w:sz="12" w:space="0" w:color="000000" w:themeColor="text1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BAF1C3" w14:textId="77777777" w:rsidR="00DF49FC" w:rsidRPr="00997A0D" w:rsidRDefault="00DF49FC" w:rsidP="003744CE"/>
        </w:tc>
        <w:tc>
          <w:tcPr>
            <w:tcW w:w="3342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hideMark/>
          </w:tcPr>
          <w:p w14:paraId="24D9AA2C" w14:textId="77777777" w:rsidR="00DF49FC" w:rsidRPr="00997A0D" w:rsidRDefault="00DF49FC" w:rsidP="003744CE">
            <w:r w:rsidRPr="00997A0D">
              <w:t> </w:t>
            </w:r>
          </w:p>
        </w:tc>
      </w:tr>
      <w:tr w:rsidR="00DF49FC" w:rsidRPr="00997A0D" w14:paraId="256124D9" w14:textId="77777777" w:rsidTr="00451756">
        <w:trPr>
          <w:trHeight w:val="300"/>
        </w:trPr>
        <w:tc>
          <w:tcPr>
            <w:tcW w:w="360" w:type="dxa"/>
            <w:vMerge/>
            <w:vAlign w:val="center"/>
            <w:hideMark/>
          </w:tcPr>
          <w:p w14:paraId="46EA4B2F" w14:textId="77777777" w:rsidR="00DF49FC" w:rsidRPr="00997A0D" w:rsidRDefault="00DF49FC" w:rsidP="003744CE">
            <w:pPr>
              <w:jc w:val="center"/>
            </w:pPr>
          </w:p>
        </w:tc>
        <w:tc>
          <w:tcPr>
            <w:tcW w:w="4230" w:type="dxa"/>
            <w:vMerge/>
            <w:vAlign w:val="center"/>
            <w:hideMark/>
          </w:tcPr>
          <w:p w14:paraId="25532663" w14:textId="77777777" w:rsidR="00DF49FC" w:rsidRPr="00997A0D" w:rsidRDefault="00DF49FC" w:rsidP="003744CE"/>
        </w:tc>
        <w:tc>
          <w:tcPr>
            <w:tcW w:w="1565" w:type="dxa"/>
            <w:vMerge/>
            <w:vAlign w:val="center"/>
            <w:hideMark/>
          </w:tcPr>
          <w:p w14:paraId="01F4756A" w14:textId="77777777" w:rsidR="00DF49FC" w:rsidRPr="00997A0D" w:rsidRDefault="00DF49FC" w:rsidP="003744CE"/>
        </w:tc>
        <w:tc>
          <w:tcPr>
            <w:tcW w:w="0" w:type="auto"/>
            <w:vMerge/>
            <w:vAlign w:val="center"/>
            <w:hideMark/>
          </w:tcPr>
          <w:p w14:paraId="1A4927FF" w14:textId="77777777" w:rsidR="00DF49FC" w:rsidRPr="00997A0D" w:rsidRDefault="00DF49FC" w:rsidP="003744CE"/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vAlign w:val="center"/>
          </w:tcPr>
          <w:p w14:paraId="039015DE" w14:textId="77777777" w:rsidR="00DF49FC" w:rsidRPr="00997A0D" w:rsidRDefault="00DF49FC" w:rsidP="003744CE"/>
        </w:tc>
        <w:tc>
          <w:tcPr>
            <w:tcW w:w="3342" w:type="dxa"/>
            <w:vMerge/>
            <w:vAlign w:val="center"/>
            <w:hideMark/>
          </w:tcPr>
          <w:p w14:paraId="49A3A0EB" w14:textId="77777777" w:rsidR="00DF49FC" w:rsidRPr="00997A0D" w:rsidRDefault="00DF49FC" w:rsidP="003744CE"/>
        </w:tc>
      </w:tr>
      <w:tr w:rsidR="00DF49FC" w:rsidRPr="00997A0D" w14:paraId="258B404F" w14:textId="77777777" w:rsidTr="00451756">
        <w:trPr>
          <w:trHeight w:val="300"/>
        </w:trPr>
        <w:tc>
          <w:tcPr>
            <w:tcW w:w="360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hideMark/>
          </w:tcPr>
          <w:p w14:paraId="1ACF6BA1" w14:textId="77777777" w:rsidR="00DF49FC" w:rsidRPr="00997A0D" w:rsidRDefault="00DF49FC" w:rsidP="003744CE">
            <w:pPr>
              <w:jc w:val="center"/>
            </w:pPr>
            <w:r w:rsidRPr="00997A0D">
              <w:t>3.</w:t>
            </w:r>
          </w:p>
        </w:tc>
        <w:tc>
          <w:tcPr>
            <w:tcW w:w="4230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hideMark/>
          </w:tcPr>
          <w:p w14:paraId="2260CE51" w14:textId="77777777" w:rsidR="00DF49FC" w:rsidRPr="00997A0D" w:rsidRDefault="00DF49FC" w:rsidP="003744CE">
            <w:r w:rsidRPr="00997A0D">
              <w:t> </w:t>
            </w:r>
          </w:p>
        </w:tc>
        <w:tc>
          <w:tcPr>
            <w:tcW w:w="1565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hideMark/>
          </w:tcPr>
          <w:p w14:paraId="76D7B032" w14:textId="77777777" w:rsidR="00DF49FC" w:rsidRPr="00997A0D" w:rsidRDefault="00DF49FC" w:rsidP="003744CE">
            <w:r w:rsidRPr="00997A0D">
              <w:t> </w:t>
            </w:r>
          </w:p>
        </w:tc>
        <w:tc>
          <w:tcPr>
            <w:tcW w:w="2039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hideMark/>
          </w:tcPr>
          <w:p w14:paraId="4B8F65E6" w14:textId="77777777" w:rsidR="00DF49FC" w:rsidRPr="00997A0D" w:rsidRDefault="00DF49FC" w:rsidP="003744CE">
            <w:r w:rsidRPr="00997A0D">
              <w:t> </w:t>
            </w:r>
          </w:p>
        </w:tc>
        <w:tc>
          <w:tcPr>
            <w:tcW w:w="2234" w:type="dxa"/>
            <w:tcBorders>
              <w:top w:val="single" w:sz="12" w:space="0" w:color="000000" w:themeColor="text1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450C95" w14:textId="77777777" w:rsidR="00DF49FC" w:rsidRPr="00997A0D" w:rsidRDefault="00DF49FC" w:rsidP="003744CE"/>
        </w:tc>
        <w:tc>
          <w:tcPr>
            <w:tcW w:w="3342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hideMark/>
          </w:tcPr>
          <w:p w14:paraId="0F009CC7" w14:textId="77777777" w:rsidR="00DF49FC" w:rsidRPr="00997A0D" w:rsidRDefault="00DF49FC" w:rsidP="003744CE">
            <w:r w:rsidRPr="00997A0D">
              <w:t> </w:t>
            </w:r>
          </w:p>
        </w:tc>
      </w:tr>
      <w:tr w:rsidR="00DF49FC" w:rsidRPr="00997A0D" w14:paraId="341818A6" w14:textId="77777777" w:rsidTr="00451756">
        <w:trPr>
          <w:trHeight w:val="300"/>
        </w:trPr>
        <w:tc>
          <w:tcPr>
            <w:tcW w:w="360" w:type="dxa"/>
            <w:vMerge/>
            <w:vAlign w:val="center"/>
            <w:hideMark/>
          </w:tcPr>
          <w:p w14:paraId="6A2ECB26" w14:textId="77777777" w:rsidR="00DF49FC" w:rsidRPr="00997A0D" w:rsidRDefault="00DF49FC" w:rsidP="003744CE">
            <w:pPr>
              <w:jc w:val="center"/>
            </w:pPr>
          </w:p>
        </w:tc>
        <w:tc>
          <w:tcPr>
            <w:tcW w:w="4230" w:type="dxa"/>
            <w:vMerge/>
            <w:vAlign w:val="center"/>
            <w:hideMark/>
          </w:tcPr>
          <w:p w14:paraId="20345057" w14:textId="77777777" w:rsidR="00DF49FC" w:rsidRPr="00997A0D" w:rsidRDefault="00DF49FC" w:rsidP="003744CE"/>
        </w:tc>
        <w:tc>
          <w:tcPr>
            <w:tcW w:w="1565" w:type="dxa"/>
            <w:vMerge/>
            <w:vAlign w:val="center"/>
            <w:hideMark/>
          </w:tcPr>
          <w:p w14:paraId="11FAE3CA" w14:textId="77777777" w:rsidR="00DF49FC" w:rsidRPr="00997A0D" w:rsidRDefault="00DF49FC" w:rsidP="003744CE"/>
        </w:tc>
        <w:tc>
          <w:tcPr>
            <w:tcW w:w="0" w:type="auto"/>
            <w:vMerge/>
            <w:vAlign w:val="center"/>
            <w:hideMark/>
          </w:tcPr>
          <w:p w14:paraId="6101691D" w14:textId="77777777" w:rsidR="00DF49FC" w:rsidRPr="00997A0D" w:rsidRDefault="00DF49FC" w:rsidP="003744CE"/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vAlign w:val="center"/>
          </w:tcPr>
          <w:p w14:paraId="0E2A683D" w14:textId="77777777" w:rsidR="00DF49FC" w:rsidRPr="00997A0D" w:rsidRDefault="00DF49FC" w:rsidP="003744CE"/>
        </w:tc>
        <w:tc>
          <w:tcPr>
            <w:tcW w:w="3342" w:type="dxa"/>
            <w:vMerge/>
            <w:vAlign w:val="center"/>
            <w:hideMark/>
          </w:tcPr>
          <w:p w14:paraId="0BED9274" w14:textId="77777777" w:rsidR="00DF49FC" w:rsidRPr="00997A0D" w:rsidRDefault="00DF49FC" w:rsidP="003744CE"/>
        </w:tc>
      </w:tr>
      <w:tr w:rsidR="00DF49FC" w:rsidRPr="00997A0D" w14:paraId="4687894D" w14:textId="77777777" w:rsidTr="00451756">
        <w:trPr>
          <w:trHeight w:val="360"/>
        </w:trPr>
        <w:tc>
          <w:tcPr>
            <w:tcW w:w="360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hideMark/>
          </w:tcPr>
          <w:p w14:paraId="1B766E1A" w14:textId="77777777" w:rsidR="00DF49FC" w:rsidRPr="00997A0D" w:rsidRDefault="00DF49FC" w:rsidP="003744CE">
            <w:pPr>
              <w:jc w:val="center"/>
            </w:pPr>
            <w:r w:rsidRPr="00997A0D">
              <w:t>4.</w:t>
            </w:r>
          </w:p>
        </w:tc>
        <w:tc>
          <w:tcPr>
            <w:tcW w:w="4230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hideMark/>
          </w:tcPr>
          <w:p w14:paraId="296A8E19" w14:textId="77777777" w:rsidR="00DF49FC" w:rsidRPr="00997A0D" w:rsidRDefault="00DF49FC" w:rsidP="003744CE">
            <w:r w:rsidRPr="00997A0D">
              <w:t> </w:t>
            </w:r>
          </w:p>
        </w:tc>
        <w:tc>
          <w:tcPr>
            <w:tcW w:w="1565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hideMark/>
          </w:tcPr>
          <w:p w14:paraId="77DA26D3" w14:textId="77777777" w:rsidR="00DF49FC" w:rsidRPr="00997A0D" w:rsidRDefault="00DF49FC" w:rsidP="003744CE">
            <w:r w:rsidRPr="00997A0D">
              <w:t> </w:t>
            </w:r>
          </w:p>
        </w:tc>
        <w:tc>
          <w:tcPr>
            <w:tcW w:w="2039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hideMark/>
          </w:tcPr>
          <w:p w14:paraId="07107361" w14:textId="77777777" w:rsidR="00DF49FC" w:rsidRPr="00997A0D" w:rsidRDefault="00DF49FC" w:rsidP="003744CE">
            <w:r w:rsidRPr="00997A0D">
              <w:t> </w:t>
            </w:r>
          </w:p>
        </w:tc>
        <w:tc>
          <w:tcPr>
            <w:tcW w:w="2234" w:type="dxa"/>
            <w:tcBorders>
              <w:top w:val="single" w:sz="12" w:space="0" w:color="000000" w:themeColor="text1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26F422" w14:textId="77777777" w:rsidR="00DF49FC" w:rsidRPr="00997A0D" w:rsidRDefault="00DF49FC" w:rsidP="003744CE"/>
        </w:tc>
        <w:tc>
          <w:tcPr>
            <w:tcW w:w="3342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hideMark/>
          </w:tcPr>
          <w:p w14:paraId="7A70700D" w14:textId="77777777" w:rsidR="00DF49FC" w:rsidRPr="00997A0D" w:rsidRDefault="00DF49FC" w:rsidP="003744CE">
            <w:r w:rsidRPr="00997A0D">
              <w:t> </w:t>
            </w:r>
          </w:p>
        </w:tc>
      </w:tr>
      <w:tr w:rsidR="00DF49FC" w:rsidRPr="00997A0D" w14:paraId="1DFE4A40" w14:textId="77777777" w:rsidTr="00451756">
        <w:trPr>
          <w:trHeight w:val="315"/>
        </w:trPr>
        <w:tc>
          <w:tcPr>
            <w:tcW w:w="360" w:type="dxa"/>
            <w:vMerge/>
            <w:vAlign w:val="center"/>
            <w:hideMark/>
          </w:tcPr>
          <w:p w14:paraId="58AB1C13" w14:textId="77777777" w:rsidR="00DF49FC" w:rsidRPr="00997A0D" w:rsidRDefault="00DF49FC" w:rsidP="003744CE"/>
        </w:tc>
        <w:tc>
          <w:tcPr>
            <w:tcW w:w="4230" w:type="dxa"/>
            <w:vMerge/>
            <w:vAlign w:val="center"/>
            <w:hideMark/>
          </w:tcPr>
          <w:p w14:paraId="3760DB38" w14:textId="77777777" w:rsidR="00DF49FC" w:rsidRPr="00997A0D" w:rsidRDefault="00DF49FC" w:rsidP="003744CE"/>
        </w:tc>
        <w:tc>
          <w:tcPr>
            <w:tcW w:w="1565" w:type="dxa"/>
            <w:vMerge/>
            <w:vAlign w:val="center"/>
            <w:hideMark/>
          </w:tcPr>
          <w:p w14:paraId="19C6D6C7" w14:textId="77777777" w:rsidR="00DF49FC" w:rsidRPr="00997A0D" w:rsidRDefault="00DF49FC" w:rsidP="003744CE"/>
        </w:tc>
        <w:tc>
          <w:tcPr>
            <w:tcW w:w="0" w:type="auto"/>
            <w:vMerge/>
            <w:vAlign w:val="center"/>
            <w:hideMark/>
          </w:tcPr>
          <w:p w14:paraId="7C2A4530" w14:textId="77777777" w:rsidR="00DF49FC" w:rsidRPr="00997A0D" w:rsidRDefault="00DF49FC" w:rsidP="003744CE"/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auto"/>
            <w:vAlign w:val="center"/>
          </w:tcPr>
          <w:p w14:paraId="7CAD4BC7" w14:textId="77777777" w:rsidR="00DF49FC" w:rsidRPr="00997A0D" w:rsidRDefault="00DF49FC" w:rsidP="003744CE"/>
        </w:tc>
        <w:tc>
          <w:tcPr>
            <w:tcW w:w="3342" w:type="dxa"/>
            <w:vMerge/>
            <w:vAlign w:val="center"/>
            <w:hideMark/>
          </w:tcPr>
          <w:p w14:paraId="1F410F8D" w14:textId="77777777" w:rsidR="00DF49FC" w:rsidRPr="00997A0D" w:rsidRDefault="00DF49FC" w:rsidP="003744CE"/>
        </w:tc>
      </w:tr>
    </w:tbl>
    <w:p w14:paraId="0D337021" w14:textId="2B6112AC" w:rsidR="72D31CDC" w:rsidRDefault="72D31CDC" w:rsidP="72D31CDC"/>
    <w:p w14:paraId="0B935808" w14:textId="08C3DE5B" w:rsidR="72D31CDC" w:rsidRDefault="72D31CDC" w:rsidP="72D31CDC"/>
    <w:p w14:paraId="35A9AA3C" w14:textId="0C137B2C" w:rsidR="72D31CDC" w:rsidRDefault="72D31CDC" w:rsidP="72D31CDC"/>
    <w:p w14:paraId="4A83D3AC" w14:textId="134997A2" w:rsidR="72D31CDC" w:rsidRDefault="72D31CDC" w:rsidP="72D31CDC"/>
    <w:p w14:paraId="79C76DBC" w14:textId="2307AE0D" w:rsidR="72D31CDC" w:rsidRDefault="72D31CDC" w:rsidP="72D31CDC"/>
    <w:p w14:paraId="366D4FA6" w14:textId="50B7F924" w:rsidR="3A4C2260" w:rsidRDefault="3A4C2260" w:rsidP="00451756">
      <w:pPr>
        <w:pStyle w:val="Heading1"/>
        <w:pageBreakBefore/>
        <w:jc w:val="center"/>
        <w:rPr>
          <w:sz w:val="28"/>
          <w:szCs w:val="28"/>
        </w:rPr>
      </w:pPr>
      <w:r w:rsidRPr="72D31CDC">
        <w:rPr>
          <w:sz w:val="28"/>
          <w:szCs w:val="28"/>
        </w:rPr>
        <w:lastRenderedPageBreak/>
        <w:t>SFY 2026 Substance Use &amp; Problem Gambling Prevention Action Plan</w:t>
      </w:r>
    </w:p>
    <w:p w14:paraId="5DE69AE2" w14:textId="4FE9683C" w:rsidR="72D31CDC" w:rsidRDefault="72D31CDC" w:rsidP="72D31CDC"/>
    <w:tbl>
      <w:tblPr>
        <w:tblStyle w:val="TableGrid"/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4107"/>
        <w:gridCol w:w="2309"/>
        <w:gridCol w:w="2040"/>
        <w:gridCol w:w="2160"/>
        <w:gridCol w:w="2726"/>
      </w:tblGrid>
      <w:tr w:rsidR="72D31CDC" w14:paraId="55A99DEC" w14:textId="77777777" w:rsidTr="00451756">
        <w:trPr>
          <w:trHeight w:val="60"/>
        </w:trPr>
        <w:tc>
          <w:tcPr>
            <w:tcW w:w="138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8F8"/>
            <w:tcMar>
              <w:left w:w="90" w:type="dxa"/>
              <w:right w:w="90" w:type="dxa"/>
            </w:tcMar>
          </w:tcPr>
          <w:p w14:paraId="552136DB" w14:textId="35FB1FBF" w:rsidR="72D31CDC" w:rsidRDefault="72D31CDC" w:rsidP="72D31CDC">
            <w:pPr>
              <w:rPr>
                <w:rFonts w:ascii="Arial" w:eastAsia="Arial" w:hAnsi="Arial" w:cs="Arial"/>
                <w:color w:val="000000" w:themeColor="text1"/>
                <w:szCs w:val="24"/>
              </w:rPr>
            </w:pPr>
            <w:r w:rsidRPr="72D31CDC">
              <w:rPr>
                <w:rFonts w:ascii="Arial" w:eastAsia="Arial" w:hAnsi="Arial" w:cs="Arial"/>
                <w:b/>
                <w:bCs/>
                <w:color w:val="000000" w:themeColor="text1"/>
                <w:szCs w:val="24"/>
              </w:rPr>
              <w:t xml:space="preserve">County: </w:t>
            </w:r>
          </w:p>
        </w:tc>
      </w:tr>
      <w:tr w:rsidR="72D31CDC" w14:paraId="7727A7D2" w14:textId="77777777" w:rsidTr="00451756">
        <w:trPr>
          <w:trHeight w:val="60"/>
        </w:trPr>
        <w:tc>
          <w:tcPr>
            <w:tcW w:w="138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11405093" w14:textId="25481022" w:rsidR="72D31CDC" w:rsidRDefault="72D31CDC" w:rsidP="72D31CDC">
            <w:pPr>
              <w:rPr>
                <w:rFonts w:ascii="Arial" w:eastAsia="Arial" w:hAnsi="Arial" w:cs="Arial"/>
                <w:color w:val="000000" w:themeColor="text1"/>
                <w:szCs w:val="24"/>
              </w:rPr>
            </w:pPr>
            <w:r w:rsidRPr="72D31CDC">
              <w:rPr>
                <w:rFonts w:ascii="Arial" w:eastAsia="Arial" w:hAnsi="Arial" w:cs="Arial"/>
                <w:b/>
                <w:bCs/>
                <w:color w:val="000000" w:themeColor="text1"/>
                <w:szCs w:val="24"/>
              </w:rPr>
              <w:t xml:space="preserve">Strategy: </w:t>
            </w:r>
            <w:r w:rsidRPr="72D31CDC">
              <w:rPr>
                <w:rFonts w:ascii="Arial" w:eastAsia="Arial" w:hAnsi="Arial" w:cs="Arial"/>
                <w:color w:val="000000" w:themeColor="text1"/>
                <w:szCs w:val="24"/>
              </w:rPr>
              <w:t>Collaborative Behavioral Health Prevention Services</w:t>
            </w:r>
          </w:p>
        </w:tc>
      </w:tr>
      <w:tr w:rsidR="72D31CDC" w14:paraId="58D6AEF4" w14:textId="77777777" w:rsidTr="00451756">
        <w:trPr>
          <w:trHeight w:val="195"/>
        </w:trPr>
        <w:tc>
          <w:tcPr>
            <w:tcW w:w="138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6E2783EF" w14:textId="66553625" w:rsidR="72D31CDC" w:rsidRDefault="72D31CDC" w:rsidP="72D31CDC">
            <w:pPr>
              <w:rPr>
                <w:rFonts w:ascii="Arial" w:eastAsia="Arial" w:hAnsi="Arial" w:cs="Arial"/>
                <w:color w:val="000000" w:themeColor="text1"/>
                <w:szCs w:val="24"/>
              </w:rPr>
            </w:pPr>
            <w:r w:rsidRPr="72D31CDC">
              <w:rPr>
                <w:rFonts w:ascii="Arial" w:eastAsia="Arial" w:hAnsi="Arial" w:cs="Arial"/>
                <w:b/>
                <w:bCs/>
                <w:color w:val="000000" w:themeColor="text1"/>
                <w:szCs w:val="24"/>
              </w:rPr>
              <w:t xml:space="preserve">Short-Term Outcome: </w:t>
            </w:r>
            <w:r w:rsidR="5EC82535" w:rsidRPr="72D31CDC">
              <w:rPr>
                <w:rFonts w:ascii="Arial" w:eastAsia="Arial" w:hAnsi="Arial" w:cs="Arial"/>
                <w:color w:val="000000" w:themeColor="text1"/>
                <w:szCs w:val="24"/>
              </w:rPr>
              <w:t>P</w:t>
            </w:r>
            <w:r w:rsidRPr="72D31CDC">
              <w:rPr>
                <w:rFonts w:ascii="Arial" w:eastAsia="Arial" w:hAnsi="Arial" w:cs="Arial"/>
                <w:color w:val="000000" w:themeColor="text1"/>
                <w:szCs w:val="24"/>
              </w:rPr>
              <w:t xml:space="preserve">artner organizations reached through presentations will show an 85% increase of knowledge on Iowa’s Behavioral Health service system as based on survey. </w:t>
            </w:r>
          </w:p>
        </w:tc>
      </w:tr>
      <w:tr w:rsidR="72D31CDC" w14:paraId="245A9118" w14:textId="77777777" w:rsidTr="00451756">
        <w:trPr>
          <w:trHeight w:val="495"/>
        </w:trPr>
        <w:tc>
          <w:tcPr>
            <w:tcW w:w="46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90" w:type="dxa"/>
              <w:right w:w="90" w:type="dxa"/>
            </w:tcMar>
            <w:vAlign w:val="center"/>
          </w:tcPr>
          <w:p w14:paraId="57185C80" w14:textId="0E32D30F" w:rsidR="72D31CDC" w:rsidRDefault="72D31CDC" w:rsidP="72D31CDC">
            <w:pPr>
              <w:jc w:val="center"/>
              <w:rPr>
                <w:rFonts w:ascii="Arial" w:eastAsia="Arial" w:hAnsi="Arial" w:cs="Arial"/>
                <w:color w:val="000000" w:themeColor="text1"/>
                <w:szCs w:val="24"/>
              </w:rPr>
            </w:pPr>
            <w:r w:rsidRPr="72D31CDC">
              <w:rPr>
                <w:rFonts w:ascii="Arial" w:eastAsia="Arial" w:hAnsi="Arial" w:cs="Arial"/>
                <w:b/>
                <w:bCs/>
                <w:color w:val="000000" w:themeColor="text1"/>
                <w:szCs w:val="24"/>
              </w:rPr>
              <w:t>Action Steps</w:t>
            </w:r>
          </w:p>
        </w:tc>
        <w:tc>
          <w:tcPr>
            <w:tcW w:w="23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 w:themeColor="text1"/>
              <w:right w:val="single" w:sz="6" w:space="0" w:color="auto"/>
            </w:tcBorders>
            <w:shd w:val="clear" w:color="auto" w:fill="F2F2F2" w:themeFill="background1" w:themeFillShade="F2"/>
            <w:tcMar>
              <w:left w:w="90" w:type="dxa"/>
              <w:right w:w="90" w:type="dxa"/>
            </w:tcMar>
            <w:vAlign w:val="center"/>
          </w:tcPr>
          <w:p w14:paraId="2F7CB251" w14:textId="2ABCDBD5" w:rsidR="72D31CDC" w:rsidRDefault="72D31CDC" w:rsidP="72D31CDC">
            <w:pPr>
              <w:jc w:val="center"/>
              <w:rPr>
                <w:rFonts w:ascii="Arial" w:eastAsia="Arial" w:hAnsi="Arial" w:cs="Arial"/>
                <w:color w:val="000000" w:themeColor="text1"/>
                <w:szCs w:val="24"/>
              </w:rPr>
            </w:pPr>
            <w:r w:rsidRPr="72D31CDC">
              <w:rPr>
                <w:rFonts w:ascii="Arial" w:eastAsia="Arial" w:hAnsi="Arial" w:cs="Arial"/>
                <w:b/>
                <w:bCs/>
                <w:color w:val="000000" w:themeColor="text1"/>
                <w:szCs w:val="24"/>
              </w:rPr>
              <w:t>Timeline</w:t>
            </w:r>
          </w:p>
        </w:tc>
        <w:tc>
          <w:tcPr>
            <w:tcW w:w="20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 w:themeColor="text1"/>
              <w:right w:val="single" w:sz="6" w:space="0" w:color="auto"/>
            </w:tcBorders>
            <w:shd w:val="clear" w:color="auto" w:fill="F2F2F2" w:themeFill="background1" w:themeFillShade="F2"/>
            <w:tcMar>
              <w:left w:w="90" w:type="dxa"/>
              <w:right w:w="90" w:type="dxa"/>
            </w:tcMar>
            <w:vAlign w:val="center"/>
          </w:tcPr>
          <w:p w14:paraId="54ED401A" w14:textId="0B836983" w:rsidR="72D31CDC" w:rsidRDefault="72D31CDC" w:rsidP="72D31CDC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Cs w:val="24"/>
              </w:rPr>
            </w:pPr>
            <w:r w:rsidRPr="72D31CDC">
              <w:rPr>
                <w:rFonts w:ascii="Arial" w:eastAsia="Arial" w:hAnsi="Arial" w:cs="Arial"/>
                <w:b/>
                <w:bCs/>
                <w:color w:val="000000" w:themeColor="text1"/>
                <w:szCs w:val="24"/>
              </w:rPr>
              <w:t>Location</w:t>
            </w:r>
          </w:p>
          <w:p w14:paraId="1945DCCA" w14:textId="7D2E3A30" w:rsidR="63696766" w:rsidRDefault="63696766" w:rsidP="72D31CDC">
            <w:pPr>
              <w:jc w:val="center"/>
              <w:rPr>
                <w:rFonts w:ascii="Arial" w:eastAsia="Arial" w:hAnsi="Arial" w:cs="Arial"/>
                <w:color w:val="000000" w:themeColor="text1"/>
                <w:szCs w:val="24"/>
              </w:rPr>
            </w:pPr>
            <w:r w:rsidRPr="72D31CDC">
              <w:rPr>
                <w:rFonts w:ascii="Arial" w:eastAsia="Arial" w:hAnsi="Arial" w:cs="Arial"/>
                <w:i/>
                <w:iCs/>
                <w:color w:val="000000" w:themeColor="text1"/>
                <w:szCs w:val="24"/>
              </w:rPr>
              <w:t xml:space="preserve">Insert </w:t>
            </w:r>
            <w:proofErr w:type="gramStart"/>
            <w:r w:rsidRPr="72D31CDC">
              <w:rPr>
                <w:rFonts w:ascii="Arial" w:eastAsia="Arial" w:hAnsi="Arial" w:cs="Arial"/>
                <w:i/>
                <w:iCs/>
                <w:color w:val="000000" w:themeColor="text1"/>
                <w:szCs w:val="24"/>
              </w:rPr>
              <w:t>name</w:t>
            </w:r>
            <w:proofErr w:type="gramEnd"/>
            <w:r w:rsidRPr="72D31CDC">
              <w:rPr>
                <w:rFonts w:ascii="Arial" w:eastAsia="Arial" w:hAnsi="Arial" w:cs="Arial"/>
                <w:i/>
                <w:iCs/>
                <w:color w:val="000000" w:themeColor="text1"/>
                <w:szCs w:val="24"/>
              </w:rPr>
              <w:t xml:space="preserve"> of </w:t>
            </w:r>
            <w:proofErr w:type="gramStart"/>
            <w:r w:rsidRPr="72D31CDC">
              <w:rPr>
                <w:rFonts w:ascii="Arial" w:eastAsia="Arial" w:hAnsi="Arial" w:cs="Arial"/>
                <w:i/>
                <w:iCs/>
                <w:color w:val="000000" w:themeColor="text1"/>
                <w:szCs w:val="24"/>
              </w:rPr>
              <w:t>city</w:t>
            </w:r>
            <w:proofErr w:type="gramEnd"/>
            <w:r w:rsidRPr="72D31CDC">
              <w:rPr>
                <w:rFonts w:ascii="Arial" w:eastAsia="Arial" w:hAnsi="Arial" w:cs="Arial"/>
                <w:i/>
                <w:iCs/>
                <w:color w:val="000000" w:themeColor="text1"/>
                <w:szCs w:val="24"/>
              </w:rPr>
              <w:t>/town where coalition meetings will be held.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90" w:type="dxa"/>
              <w:right w:w="90" w:type="dxa"/>
            </w:tcMar>
            <w:vAlign w:val="center"/>
          </w:tcPr>
          <w:p w14:paraId="1DAC7C70" w14:textId="439810B0" w:rsidR="72D31CDC" w:rsidRDefault="72D31CDC" w:rsidP="72D31CDC">
            <w:pPr>
              <w:jc w:val="center"/>
              <w:rPr>
                <w:rFonts w:ascii="Arial" w:eastAsia="Arial" w:hAnsi="Arial" w:cs="Arial"/>
                <w:color w:val="000000" w:themeColor="text1"/>
                <w:szCs w:val="24"/>
              </w:rPr>
            </w:pPr>
            <w:r w:rsidRPr="72D31CDC">
              <w:rPr>
                <w:rFonts w:ascii="Arial" w:eastAsia="Arial" w:hAnsi="Arial" w:cs="Arial"/>
                <w:b/>
                <w:bCs/>
                <w:color w:val="000000" w:themeColor="text1"/>
                <w:szCs w:val="24"/>
              </w:rPr>
              <w:t>CSAP Strategy</w:t>
            </w:r>
          </w:p>
        </w:tc>
        <w:tc>
          <w:tcPr>
            <w:tcW w:w="27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 w:themeColor="text1"/>
              <w:right w:val="single" w:sz="6" w:space="0" w:color="auto"/>
            </w:tcBorders>
            <w:shd w:val="clear" w:color="auto" w:fill="F2F2F2" w:themeFill="background1" w:themeFillShade="F2"/>
            <w:tcMar>
              <w:left w:w="90" w:type="dxa"/>
              <w:right w:w="90" w:type="dxa"/>
            </w:tcMar>
            <w:vAlign w:val="center"/>
          </w:tcPr>
          <w:p w14:paraId="600A1AB7" w14:textId="03DE52EC" w:rsidR="72D31CDC" w:rsidRDefault="72D31CDC" w:rsidP="72D31CDC">
            <w:pPr>
              <w:jc w:val="center"/>
              <w:rPr>
                <w:rFonts w:ascii="Arial" w:eastAsia="Arial" w:hAnsi="Arial" w:cs="Arial"/>
                <w:color w:val="000000" w:themeColor="text1"/>
                <w:szCs w:val="24"/>
              </w:rPr>
            </w:pPr>
            <w:r w:rsidRPr="72D31CDC">
              <w:rPr>
                <w:rFonts w:ascii="Arial" w:eastAsia="Arial" w:hAnsi="Arial" w:cs="Arial"/>
                <w:b/>
                <w:bCs/>
                <w:color w:val="000000" w:themeColor="text1"/>
                <w:szCs w:val="24"/>
              </w:rPr>
              <w:t>Process Indicators</w:t>
            </w:r>
          </w:p>
        </w:tc>
      </w:tr>
      <w:tr w:rsidR="72D31CDC" w14:paraId="01EC92FB" w14:textId="77777777" w:rsidTr="00451756">
        <w:trPr>
          <w:trHeight w:val="585"/>
        </w:trPr>
        <w:tc>
          <w:tcPr>
            <w:tcW w:w="4617" w:type="dxa"/>
            <w:gridSpan w:val="2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0EE0CF86" w14:textId="77777777" w:rsidR="00DD055B" w:rsidRDefault="00DD055B"/>
        </w:tc>
        <w:tc>
          <w:tcPr>
            <w:tcW w:w="2309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4C5DA1E4" w14:textId="77777777" w:rsidR="00DD055B" w:rsidRDefault="00DD055B"/>
        </w:tc>
        <w:tc>
          <w:tcPr>
            <w:tcW w:w="2040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14069817" w14:textId="77777777" w:rsidR="00DD055B" w:rsidRDefault="00DD055B"/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shd w:val="clear" w:color="auto" w:fill="F2F2F2" w:themeFill="background1" w:themeFillShade="F2"/>
            <w:tcMar>
              <w:left w:w="90" w:type="dxa"/>
              <w:right w:w="90" w:type="dxa"/>
            </w:tcMar>
            <w:vAlign w:val="center"/>
          </w:tcPr>
          <w:p w14:paraId="28875DAB" w14:textId="686CF819" w:rsidR="72D31CDC" w:rsidRDefault="72D31CDC" w:rsidP="72D31CDC">
            <w:pPr>
              <w:jc w:val="center"/>
              <w:rPr>
                <w:rFonts w:ascii="Arial" w:eastAsia="Arial" w:hAnsi="Arial" w:cs="Arial"/>
                <w:color w:val="000000" w:themeColor="text1"/>
                <w:szCs w:val="24"/>
              </w:rPr>
            </w:pPr>
            <w:r w:rsidRPr="72D31CDC">
              <w:rPr>
                <w:rFonts w:ascii="Arial" w:eastAsia="Arial" w:hAnsi="Arial" w:cs="Arial"/>
                <w:b/>
                <w:bCs/>
                <w:color w:val="000000" w:themeColor="text1"/>
                <w:szCs w:val="24"/>
              </w:rPr>
              <w:t>IOM Category</w:t>
            </w:r>
          </w:p>
        </w:tc>
        <w:tc>
          <w:tcPr>
            <w:tcW w:w="2726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2E131A9A" w14:textId="77777777" w:rsidR="00DD055B" w:rsidRDefault="00DD055B"/>
        </w:tc>
      </w:tr>
      <w:tr w:rsidR="72D31CDC" w14:paraId="0900325A" w14:textId="77777777" w:rsidTr="00451756">
        <w:trPr>
          <w:trHeight w:val="705"/>
        </w:trPr>
        <w:tc>
          <w:tcPr>
            <w:tcW w:w="510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1D19A323" w14:textId="7ED8D57D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1.</w:t>
            </w:r>
          </w:p>
        </w:tc>
        <w:tc>
          <w:tcPr>
            <w:tcW w:w="4107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32D7FF52" w14:textId="102424B8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Actively participate in at least one coalition for the minimum purpose of: 1) sharing program updates, 2) providing updates on presentations regarding Iowa’s Behavioral Health service system and 3) encouraging engagement in prevention efforts at the local level.</w:t>
            </w:r>
          </w:p>
        </w:tc>
        <w:tc>
          <w:tcPr>
            <w:tcW w:w="2309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2295D64B" w14:textId="25710CF7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Quarterly (minimum)</w:t>
            </w:r>
          </w:p>
        </w:tc>
        <w:tc>
          <w:tcPr>
            <w:tcW w:w="2040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080376BA" w14:textId="55DBB3DC" w:rsidR="72D31CDC" w:rsidRDefault="72D31CDC" w:rsidP="72D31CDC">
            <w:pPr>
              <w:rPr>
                <w:rFonts w:eastAsiaTheme="minorEastAsia"/>
                <w:i/>
                <w:iCs/>
                <w:color w:val="000000" w:themeColor="text1"/>
                <w:szCs w:val="24"/>
              </w:rPr>
            </w:pPr>
          </w:p>
        </w:tc>
        <w:tc>
          <w:tcPr>
            <w:tcW w:w="2160" w:type="dxa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  <w:vAlign w:val="center"/>
          </w:tcPr>
          <w:p w14:paraId="6C74FDBE" w14:textId="74FB99F9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 xml:space="preserve">  Comm.-</w:t>
            </w:r>
            <w:r w:rsidR="7A5B344E" w:rsidRPr="72D31CDC">
              <w:rPr>
                <w:rFonts w:eastAsiaTheme="minorEastAsia"/>
                <w:color w:val="000000" w:themeColor="text1"/>
                <w:szCs w:val="24"/>
              </w:rPr>
              <w:t xml:space="preserve"> </w:t>
            </w:r>
            <w:r w:rsidRPr="72D31CDC">
              <w:rPr>
                <w:rFonts w:eastAsiaTheme="minorEastAsia"/>
                <w:color w:val="000000" w:themeColor="text1"/>
                <w:szCs w:val="24"/>
              </w:rPr>
              <w:t xml:space="preserve">Based Process </w:t>
            </w:r>
          </w:p>
        </w:tc>
        <w:tc>
          <w:tcPr>
            <w:tcW w:w="2726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3AE4E02D" w14:textId="7F311E07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Agendas, meeting minutes</w:t>
            </w:r>
          </w:p>
        </w:tc>
      </w:tr>
      <w:tr w:rsidR="72D31CDC" w14:paraId="2D99474B" w14:textId="77777777" w:rsidTr="00451756">
        <w:trPr>
          <w:trHeight w:val="285"/>
        </w:trPr>
        <w:tc>
          <w:tcPr>
            <w:tcW w:w="510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6CA94AE4" w14:textId="77777777" w:rsidR="00DD055B" w:rsidRDefault="00DD055B"/>
        </w:tc>
        <w:tc>
          <w:tcPr>
            <w:tcW w:w="4107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3C4CE49E" w14:textId="77777777" w:rsidR="00DD055B" w:rsidRDefault="00DD055B"/>
        </w:tc>
        <w:tc>
          <w:tcPr>
            <w:tcW w:w="2309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48DFA982" w14:textId="77777777" w:rsidR="00DD055B" w:rsidRDefault="00DD055B"/>
        </w:tc>
        <w:tc>
          <w:tcPr>
            <w:tcW w:w="2040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2951C1C8" w14:textId="77777777" w:rsidR="00DD055B" w:rsidRDefault="00DD055B"/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  <w:vAlign w:val="center"/>
          </w:tcPr>
          <w:p w14:paraId="6A706854" w14:textId="18CBEA3D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 xml:space="preserve">  Universal </w:t>
            </w:r>
          </w:p>
        </w:tc>
        <w:tc>
          <w:tcPr>
            <w:tcW w:w="2726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1CA38C03" w14:textId="77777777" w:rsidR="00DD055B" w:rsidRDefault="00DD055B"/>
        </w:tc>
      </w:tr>
      <w:tr w:rsidR="72D31CDC" w14:paraId="093F3A5C" w14:textId="77777777" w:rsidTr="00451756">
        <w:trPr>
          <w:trHeight w:val="915"/>
        </w:trPr>
        <w:tc>
          <w:tcPr>
            <w:tcW w:w="510" w:type="dxa"/>
            <w:vMerge w:val="restart"/>
            <w:tcBorders>
              <w:top w:val="single" w:sz="12" w:space="0" w:color="000000" w:themeColor="text1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2156840F" w14:textId="3AE36BF4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2.</w:t>
            </w:r>
          </w:p>
        </w:tc>
        <w:tc>
          <w:tcPr>
            <w:tcW w:w="4107" w:type="dxa"/>
            <w:vMerge w:val="restart"/>
            <w:tcBorders>
              <w:top w:val="single" w:sz="12" w:space="0" w:color="000000" w:themeColor="text1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0567E68E" w14:textId="5085ED52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Meet with Behavioral Health Prevention Partners (including those contracted by Iowa Primary Care Association) to determine community groups to present to and develop a contact list.</w:t>
            </w:r>
          </w:p>
        </w:tc>
        <w:tc>
          <w:tcPr>
            <w:tcW w:w="2309" w:type="dxa"/>
            <w:vMerge w:val="restart"/>
            <w:tcBorders>
              <w:top w:val="single" w:sz="12" w:space="0" w:color="000000" w:themeColor="text1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6552A775" w14:textId="27C509D2" w:rsidR="4E97E52F" w:rsidRDefault="4E97E52F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Ongoing</w:t>
            </w:r>
          </w:p>
        </w:tc>
        <w:tc>
          <w:tcPr>
            <w:tcW w:w="2040" w:type="dxa"/>
            <w:vMerge w:val="restart"/>
            <w:tcBorders>
              <w:top w:val="single" w:sz="12" w:space="0" w:color="000000" w:themeColor="text1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268AD1B5" w14:textId="727AEB0F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  <w:vAlign w:val="center"/>
          </w:tcPr>
          <w:p w14:paraId="5078AFC1" w14:textId="729BA8A4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 xml:space="preserve">  Comm.-</w:t>
            </w:r>
            <w:r w:rsidR="34E2357D" w:rsidRPr="72D31CDC">
              <w:rPr>
                <w:rFonts w:eastAsiaTheme="minorEastAsia"/>
                <w:color w:val="000000" w:themeColor="text1"/>
                <w:szCs w:val="24"/>
              </w:rPr>
              <w:t xml:space="preserve"> </w:t>
            </w:r>
            <w:r w:rsidRPr="72D31CDC">
              <w:rPr>
                <w:rFonts w:eastAsiaTheme="minorEastAsia"/>
                <w:color w:val="000000" w:themeColor="text1"/>
                <w:szCs w:val="24"/>
              </w:rPr>
              <w:t xml:space="preserve">Based Process </w:t>
            </w:r>
          </w:p>
        </w:tc>
        <w:tc>
          <w:tcPr>
            <w:tcW w:w="2726" w:type="dxa"/>
            <w:vMerge w:val="restart"/>
            <w:tcBorders>
              <w:top w:val="single" w:sz="12" w:space="0" w:color="000000" w:themeColor="text1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2984A9CF" w14:textId="5D3E1B95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List of community contacts</w:t>
            </w:r>
          </w:p>
          <w:p w14:paraId="203204A8" w14:textId="2F71F923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</w:p>
        </w:tc>
      </w:tr>
      <w:tr w:rsidR="72D31CDC" w14:paraId="73BA46AE" w14:textId="77777777" w:rsidTr="00451756">
        <w:trPr>
          <w:trHeight w:val="915"/>
        </w:trPr>
        <w:tc>
          <w:tcPr>
            <w:tcW w:w="510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2A1F9BBA" w14:textId="77777777" w:rsidR="00DD055B" w:rsidRDefault="00DD055B"/>
        </w:tc>
        <w:tc>
          <w:tcPr>
            <w:tcW w:w="4107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34257FF5" w14:textId="77777777" w:rsidR="00DD055B" w:rsidRDefault="00DD055B"/>
        </w:tc>
        <w:tc>
          <w:tcPr>
            <w:tcW w:w="2309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40A85B4C" w14:textId="77777777" w:rsidR="00DD055B" w:rsidRDefault="00DD055B"/>
        </w:tc>
        <w:tc>
          <w:tcPr>
            <w:tcW w:w="2040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7A0902FA" w14:textId="77777777" w:rsidR="00DD055B" w:rsidRDefault="00DD055B"/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  <w:vAlign w:val="center"/>
          </w:tcPr>
          <w:p w14:paraId="1C16C2AF" w14:textId="5EEBDC15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 xml:space="preserve">  Universal </w:t>
            </w:r>
          </w:p>
        </w:tc>
        <w:tc>
          <w:tcPr>
            <w:tcW w:w="2726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44A3FFAD" w14:textId="77777777" w:rsidR="00DD055B" w:rsidRDefault="00DD055B"/>
        </w:tc>
      </w:tr>
      <w:tr w:rsidR="72D31CDC" w14:paraId="5252F752" w14:textId="77777777" w:rsidTr="00451756">
        <w:trPr>
          <w:trHeight w:val="300"/>
        </w:trPr>
        <w:tc>
          <w:tcPr>
            <w:tcW w:w="510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40C84088" w14:textId="20E0A5E7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lastRenderedPageBreak/>
              <w:t>3.</w:t>
            </w:r>
          </w:p>
        </w:tc>
        <w:tc>
          <w:tcPr>
            <w:tcW w:w="4107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71A31A23" w14:textId="70C04D74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Engage partner organizations via phone, email, and in-person contact to schedule a minimum of 10 community presentations reaching at least 100 total people.</w:t>
            </w:r>
          </w:p>
        </w:tc>
        <w:tc>
          <w:tcPr>
            <w:tcW w:w="2309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1A19D367" w14:textId="0EB6F3B7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Monthly</w:t>
            </w:r>
          </w:p>
        </w:tc>
        <w:tc>
          <w:tcPr>
            <w:tcW w:w="2040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4643C185" w14:textId="19DA0331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  <w:vAlign w:val="center"/>
          </w:tcPr>
          <w:p w14:paraId="27860F52" w14:textId="37420832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 xml:space="preserve">  Comm.-</w:t>
            </w:r>
            <w:r w:rsidR="64C35F07" w:rsidRPr="72D31CDC">
              <w:rPr>
                <w:rFonts w:eastAsiaTheme="minorEastAsia"/>
                <w:color w:val="000000" w:themeColor="text1"/>
                <w:szCs w:val="24"/>
              </w:rPr>
              <w:t xml:space="preserve"> </w:t>
            </w:r>
            <w:r w:rsidRPr="72D31CDC">
              <w:rPr>
                <w:rFonts w:eastAsiaTheme="minorEastAsia"/>
                <w:color w:val="000000" w:themeColor="text1"/>
                <w:szCs w:val="24"/>
              </w:rPr>
              <w:t xml:space="preserve">Based Process </w:t>
            </w:r>
          </w:p>
        </w:tc>
        <w:tc>
          <w:tcPr>
            <w:tcW w:w="2726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38015F0E" w14:textId="6F76AB2B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List of people/organizations contacted</w:t>
            </w:r>
          </w:p>
          <w:p w14:paraId="2D5036B8" w14:textId="0396A465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</w:p>
        </w:tc>
      </w:tr>
      <w:tr w:rsidR="72D31CDC" w14:paraId="3B030736" w14:textId="77777777" w:rsidTr="00451756">
        <w:trPr>
          <w:trHeight w:val="285"/>
        </w:trPr>
        <w:tc>
          <w:tcPr>
            <w:tcW w:w="510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4E5897E5" w14:textId="77777777" w:rsidR="00DD055B" w:rsidRDefault="00DD055B"/>
        </w:tc>
        <w:tc>
          <w:tcPr>
            <w:tcW w:w="4107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2F40DC8C" w14:textId="77777777" w:rsidR="00DD055B" w:rsidRDefault="00DD055B"/>
        </w:tc>
        <w:tc>
          <w:tcPr>
            <w:tcW w:w="2309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134688F7" w14:textId="77777777" w:rsidR="00DD055B" w:rsidRDefault="00DD055B"/>
        </w:tc>
        <w:tc>
          <w:tcPr>
            <w:tcW w:w="2040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3B9793DA" w14:textId="77777777" w:rsidR="00DD055B" w:rsidRDefault="00DD055B"/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  <w:vAlign w:val="center"/>
          </w:tcPr>
          <w:p w14:paraId="56EF0A35" w14:textId="749B88E1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 xml:space="preserve">  Universal </w:t>
            </w:r>
          </w:p>
        </w:tc>
        <w:tc>
          <w:tcPr>
            <w:tcW w:w="2726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62182D4D" w14:textId="77777777" w:rsidR="00DD055B" w:rsidRDefault="00DD055B"/>
        </w:tc>
      </w:tr>
      <w:tr w:rsidR="72D31CDC" w14:paraId="58790462" w14:textId="77777777" w:rsidTr="00451756">
        <w:trPr>
          <w:trHeight w:val="570"/>
        </w:trPr>
        <w:tc>
          <w:tcPr>
            <w:tcW w:w="510" w:type="dxa"/>
            <w:vMerge w:val="restart"/>
            <w:tcBorders>
              <w:top w:val="single" w:sz="12" w:space="0" w:color="000000" w:themeColor="text1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7463D571" w14:textId="4C9F1867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4.</w:t>
            </w:r>
          </w:p>
        </w:tc>
        <w:tc>
          <w:tcPr>
            <w:tcW w:w="4107" w:type="dxa"/>
            <w:vMerge w:val="restart"/>
            <w:tcBorders>
              <w:top w:val="single" w:sz="12" w:space="0" w:color="000000" w:themeColor="text1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722A7577" w14:textId="6BD47425" w:rsidR="72D31CDC" w:rsidRDefault="72D31CDC" w:rsidP="72D31CDC">
            <w:pPr>
              <w:rPr>
                <w:rFonts w:eastAsiaTheme="minorEastAsia"/>
                <w:color w:val="333333"/>
                <w:szCs w:val="24"/>
              </w:rPr>
            </w:pPr>
            <w:r w:rsidRPr="00113E03">
              <w:rPr>
                <w:rFonts w:eastAsiaTheme="minorEastAsia"/>
                <w:color w:val="000000" w:themeColor="text1"/>
                <w:szCs w:val="24"/>
              </w:rPr>
              <w:t>Facilitate a minimum of ten in-person community presentations to partner organizations per county assigned for coverage on prevention and expanding the work of prevention through Iowa’s Behavioral Health service system transformation.</w:t>
            </w:r>
          </w:p>
        </w:tc>
        <w:tc>
          <w:tcPr>
            <w:tcW w:w="2309" w:type="dxa"/>
            <w:vMerge w:val="restart"/>
            <w:tcBorders>
              <w:top w:val="single" w:sz="12" w:space="0" w:color="000000" w:themeColor="text1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25022F2B" w14:textId="4C4C6FE8" w:rsidR="55079142" w:rsidRDefault="55079142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Ongoing</w:t>
            </w:r>
          </w:p>
        </w:tc>
        <w:tc>
          <w:tcPr>
            <w:tcW w:w="2040" w:type="dxa"/>
            <w:vMerge w:val="restart"/>
            <w:tcBorders>
              <w:top w:val="single" w:sz="12" w:space="0" w:color="000000" w:themeColor="text1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72CFA483" w14:textId="15211CEF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  <w:vAlign w:val="center"/>
          </w:tcPr>
          <w:p w14:paraId="2C680FA4" w14:textId="5D8C5E90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 xml:space="preserve">  Information Dissemination </w:t>
            </w:r>
          </w:p>
          <w:p w14:paraId="6C7A5D70" w14:textId="15F1277D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726" w:type="dxa"/>
            <w:vMerge w:val="restart"/>
            <w:tcBorders>
              <w:top w:val="single" w:sz="12" w:space="0" w:color="000000" w:themeColor="text1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0A5985BA" w14:textId="7ADCAC2E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Agendas, meeting minutes</w:t>
            </w:r>
          </w:p>
        </w:tc>
      </w:tr>
      <w:tr w:rsidR="72D31CDC" w14:paraId="0E662BDB" w14:textId="77777777" w:rsidTr="00451756">
        <w:trPr>
          <w:trHeight w:val="570"/>
        </w:trPr>
        <w:tc>
          <w:tcPr>
            <w:tcW w:w="510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5A3414A3" w14:textId="77777777" w:rsidR="00DD055B" w:rsidRDefault="00DD055B"/>
        </w:tc>
        <w:tc>
          <w:tcPr>
            <w:tcW w:w="4107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7C6DA579" w14:textId="77777777" w:rsidR="00DD055B" w:rsidRDefault="00DD055B"/>
        </w:tc>
        <w:tc>
          <w:tcPr>
            <w:tcW w:w="2309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62FC03AA" w14:textId="77777777" w:rsidR="00DD055B" w:rsidRDefault="00DD055B"/>
        </w:tc>
        <w:tc>
          <w:tcPr>
            <w:tcW w:w="2040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15D72309" w14:textId="77777777" w:rsidR="00DD055B" w:rsidRDefault="00DD055B"/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  <w:vAlign w:val="center"/>
          </w:tcPr>
          <w:p w14:paraId="70FE0E27" w14:textId="442A6E1F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 xml:space="preserve">  Universal </w:t>
            </w:r>
          </w:p>
          <w:p w14:paraId="69B7C9EB" w14:textId="5ECAD7B6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726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38AE4AEB" w14:textId="77777777" w:rsidR="00DD055B" w:rsidRDefault="00DD055B"/>
        </w:tc>
      </w:tr>
      <w:tr w:rsidR="72D31CDC" w14:paraId="7C90B555" w14:textId="77777777" w:rsidTr="00451756">
        <w:trPr>
          <w:trHeight w:val="795"/>
        </w:trPr>
        <w:tc>
          <w:tcPr>
            <w:tcW w:w="510" w:type="dxa"/>
            <w:vMerge w:val="restart"/>
            <w:tcBorders>
              <w:top w:val="single" w:sz="12" w:space="0" w:color="000000" w:themeColor="text1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7D4057FF" w14:textId="517E7AF0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5.</w:t>
            </w:r>
          </w:p>
        </w:tc>
        <w:tc>
          <w:tcPr>
            <w:tcW w:w="4107" w:type="dxa"/>
            <w:vMerge w:val="restart"/>
            <w:tcBorders>
              <w:top w:val="single" w:sz="12" w:space="0" w:color="000000" w:themeColor="text1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009FD24B" w14:textId="4383D139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Conduct evaluation survey provided by Iowa HHS with adult participants following each presentation to determine awareness of Behavioral Health System Alignment, potential coalition involvement, and/or interest in receiving Behavioral Health Prevention Services.</w:t>
            </w:r>
          </w:p>
        </w:tc>
        <w:tc>
          <w:tcPr>
            <w:tcW w:w="2309" w:type="dxa"/>
            <w:vMerge w:val="restart"/>
            <w:tcBorders>
              <w:top w:val="single" w:sz="12" w:space="0" w:color="000000" w:themeColor="text1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682B1688" w14:textId="087E79E0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Monthly</w:t>
            </w:r>
          </w:p>
        </w:tc>
        <w:tc>
          <w:tcPr>
            <w:tcW w:w="2040" w:type="dxa"/>
            <w:vMerge w:val="restart"/>
            <w:tcBorders>
              <w:top w:val="single" w:sz="12" w:space="0" w:color="000000" w:themeColor="text1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37FE8C90" w14:textId="31039454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  <w:vAlign w:val="center"/>
          </w:tcPr>
          <w:p w14:paraId="286DA11D" w14:textId="6C0DFF54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 xml:space="preserve">  Comm.-Based Process </w:t>
            </w:r>
          </w:p>
          <w:p w14:paraId="15748836" w14:textId="5FAC1167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726" w:type="dxa"/>
            <w:vMerge w:val="restart"/>
            <w:tcBorders>
              <w:top w:val="single" w:sz="12" w:space="0" w:color="000000" w:themeColor="text1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09722251" w14:textId="3410EB43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Completed evaluations</w:t>
            </w:r>
          </w:p>
        </w:tc>
      </w:tr>
      <w:tr w:rsidR="72D31CDC" w14:paraId="5BF44352" w14:textId="77777777" w:rsidTr="00451756">
        <w:trPr>
          <w:trHeight w:val="795"/>
        </w:trPr>
        <w:tc>
          <w:tcPr>
            <w:tcW w:w="510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76229989" w14:textId="77777777" w:rsidR="00DD055B" w:rsidRDefault="00DD055B"/>
        </w:tc>
        <w:tc>
          <w:tcPr>
            <w:tcW w:w="4107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4A7CE7B0" w14:textId="77777777" w:rsidR="00DD055B" w:rsidRDefault="00DD055B"/>
        </w:tc>
        <w:tc>
          <w:tcPr>
            <w:tcW w:w="2309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35FC088B" w14:textId="77777777" w:rsidR="00DD055B" w:rsidRDefault="00DD055B"/>
        </w:tc>
        <w:tc>
          <w:tcPr>
            <w:tcW w:w="2040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719CDA0F" w14:textId="77777777" w:rsidR="00DD055B" w:rsidRDefault="00DD055B"/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  <w:vAlign w:val="center"/>
          </w:tcPr>
          <w:p w14:paraId="332632D8" w14:textId="463639A9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 xml:space="preserve">  Universal </w:t>
            </w:r>
          </w:p>
          <w:p w14:paraId="0A873305" w14:textId="58BCF379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726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6EDEB9E5" w14:textId="77777777" w:rsidR="00DD055B" w:rsidRDefault="00DD055B"/>
        </w:tc>
      </w:tr>
      <w:tr w:rsidR="72D31CDC" w14:paraId="1D3F5075" w14:textId="77777777" w:rsidTr="00451756">
        <w:trPr>
          <w:trHeight w:val="765"/>
        </w:trPr>
        <w:tc>
          <w:tcPr>
            <w:tcW w:w="510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0B3B743B" w14:textId="0301BE27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6.</w:t>
            </w:r>
          </w:p>
        </w:tc>
        <w:tc>
          <w:tcPr>
            <w:tcW w:w="4107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27EB9AE0" w14:textId="2390C0FC" w:rsidR="72D31CDC" w:rsidRDefault="72D31CDC" w:rsidP="72D31CDC">
            <w:pPr>
              <w:spacing w:line="276" w:lineRule="auto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Provide updates to district advisory councils as directed by Iowa PCA to highlight Behavioral Health Prevention Alignment efforts through in-person or virtual presentations or written summaries.</w:t>
            </w:r>
          </w:p>
        </w:tc>
        <w:tc>
          <w:tcPr>
            <w:tcW w:w="2309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0FEC9521" w14:textId="16ED521F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Quarterly</w:t>
            </w:r>
          </w:p>
          <w:p w14:paraId="480AA4C3" w14:textId="7A0E1A05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040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16B9F738" w14:textId="49831BD4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  <w:vAlign w:val="center"/>
          </w:tcPr>
          <w:p w14:paraId="63D7DF8D" w14:textId="588BD281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 xml:space="preserve">  Comm.-Based Process </w:t>
            </w:r>
          </w:p>
          <w:p w14:paraId="13385F7B" w14:textId="1D6D2016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726" w:type="dxa"/>
            <w:vMerge w:val="restart"/>
            <w:tcBorders>
              <w:top w:val="single" w:sz="12" w:space="0" w:color="000000" w:themeColor="text1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3D53765B" w14:textId="7B4C7601" w:rsidR="72D31CDC" w:rsidRDefault="72D31CDC" w:rsidP="72D31CDC">
            <w:pPr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>Agendas, meeting minutes</w:t>
            </w:r>
          </w:p>
        </w:tc>
      </w:tr>
      <w:tr w:rsidR="72D31CDC" w14:paraId="5823DA3E" w14:textId="77777777" w:rsidTr="00451756">
        <w:trPr>
          <w:trHeight w:val="765"/>
        </w:trPr>
        <w:tc>
          <w:tcPr>
            <w:tcW w:w="510" w:type="dxa"/>
            <w:vMerge/>
            <w:tcBorders>
              <w:top w:val="single" w:sz="0" w:space="0" w:color="000000" w:themeColor="text1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00A15CEB" w14:textId="77777777" w:rsidR="00DD055B" w:rsidRDefault="00DD055B"/>
        </w:tc>
        <w:tc>
          <w:tcPr>
            <w:tcW w:w="4107" w:type="dxa"/>
            <w:vMerge/>
            <w:tcBorders>
              <w:top w:val="single" w:sz="0" w:space="0" w:color="000000" w:themeColor="text1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226DA406" w14:textId="77777777" w:rsidR="00DD055B" w:rsidRDefault="00DD055B"/>
        </w:tc>
        <w:tc>
          <w:tcPr>
            <w:tcW w:w="2309" w:type="dxa"/>
            <w:vMerge/>
            <w:tcBorders>
              <w:top w:val="single" w:sz="0" w:space="0" w:color="000000" w:themeColor="text1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6ECFC61E" w14:textId="77777777" w:rsidR="00DD055B" w:rsidRDefault="00DD055B"/>
        </w:tc>
        <w:tc>
          <w:tcPr>
            <w:tcW w:w="2040" w:type="dxa"/>
            <w:vMerge/>
            <w:tcBorders>
              <w:top w:val="single" w:sz="0" w:space="0" w:color="000000" w:themeColor="text1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0B220693" w14:textId="77777777" w:rsidR="00DD055B" w:rsidRDefault="00DD055B"/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000000" w:themeColor="text1"/>
              <w:right w:val="single" w:sz="6" w:space="0" w:color="auto"/>
            </w:tcBorders>
            <w:tcMar>
              <w:left w:w="90" w:type="dxa"/>
              <w:right w:w="90" w:type="dxa"/>
            </w:tcMar>
            <w:vAlign w:val="center"/>
          </w:tcPr>
          <w:p w14:paraId="00A68A4D" w14:textId="6FF54CAE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  <w:r w:rsidRPr="72D31CDC">
              <w:rPr>
                <w:rFonts w:eastAsiaTheme="minorEastAsia"/>
                <w:color w:val="000000" w:themeColor="text1"/>
                <w:szCs w:val="24"/>
              </w:rPr>
              <w:t xml:space="preserve">  Universal </w:t>
            </w:r>
          </w:p>
          <w:p w14:paraId="7AA0035B" w14:textId="206C9718" w:rsidR="72D31CDC" w:rsidRDefault="72D31CDC" w:rsidP="72D31CDC">
            <w:pPr>
              <w:jc w:val="center"/>
              <w:rPr>
                <w:rFonts w:eastAsiaTheme="minorEastAsia"/>
                <w:color w:val="000000" w:themeColor="text1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0" w:space="0" w:color="000000" w:themeColor="text1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12A929C0" w14:textId="77777777" w:rsidR="00DD055B" w:rsidRDefault="00DD055B"/>
        </w:tc>
      </w:tr>
    </w:tbl>
    <w:p w14:paraId="60F38DDC" w14:textId="75C920AA" w:rsidR="72D31CDC" w:rsidRDefault="72D31CDC" w:rsidP="72D31CDC"/>
    <w:sectPr w:rsidR="72D31CDC" w:rsidSect="00451756">
      <w:headerReference w:type="default" r:id="rId11"/>
      <w:footerReference w:type="default" r:id="rId12"/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C89D4" w14:textId="77777777" w:rsidR="00522D15" w:rsidRDefault="00522D15" w:rsidP="00ED0FA2">
      <w:pPr>
        <w:spacing w:after="0" w:line="240" w:lineRule="auto"/>
      </w:pPr>
      <w:r>
        <w:separator/>
      </w:r>
    </w:p>
  </w:endnote>
  <w:endnote w:type="continuationSeparator" w:id="0">
    <w:p w14:paraId="2212F258" w14:textId="77777777" w:rsidR="00522D15" w:rsidRDefault="00522D15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2041B" w14:textId="41765D51" w:rsidR="00A0316C" w:rsidRPr="00451756" w:rsidRDefault="00451756">
    <w:pPr>
      <w:pStyle w:val="Footer"/>
      <w:rPr>
        <w:sz w:val="20"/>
        <w:szCs w:val="20"/>
      </w:rPr>
    </w:pPr>
    <w:r w:rsidRPr="00451756">
      <w:rPr>
        <w:sz w:val="20"/>
        <w:szCs w:val="20"/>
      </w:rPr>
      <w:t>470-0211 (07/25)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6ABFB" w14:textId="77777777" w:rsidR="00522D15" w:rsidRDefault="00522D15" w:rsidP="00ED0FA2">
      <w:pPr>
        <w:spacing w:after="0" w:line="240" w:lineRule="auto"/>
      </w:pPr>
      <w:r>
        <w:separator/>
      </w:r>
    </w:p>
  </w:footnote>
  <w:footnote w:type="continuationSeparator" w:id="0">
    <w:p w14:paraId="7FD4EA27" w14:textId="77777777" w:rsidR="00522D15" w:rsidRDefault="00522D15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F5AB4" w14:textId="7BBD54DD" w:rsidR="00ED0FA2" w:rsidRPr="00A63588" w:rsidRDefault="00B332D4" w:rsidP="00A63588">
    <w:pPr>
      <w:pStyle w:val="Header"/>
    </w:pPr>
    <w:sdt>
      <w:sdtPr>
        <w:id w:val="-502894332"/>
        <w:docPartObj>
          <w:docPartGallery w:val="Watermarks"/>
          <w:docPartUnique/>
        </w:docPartObj>
      </w:sdtPr>
      <w:sdtEndPr/>
      <w:sdtContent>
        <w:r w:rsidR="72D31CDC">
          <w:rPr>
            <w:noProof/>
          </w:rPr>
          <w:drawing>
            <wp:inline distT="0" distB="0" distL="0" distR="0" wp14:anchorId="17FC026D" wp14:editId="35515EA5">
              <wp:extent cx="2232025" cy="250190"/>
              <wp:effectExtent l="0" t="0" r="0" b="0"/>
              <wp:docPr id="956308942" name="Graphic 1056184939" descr="This is alt text to describe a three column graphic. Alt text should be concis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Graphic 105618493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32025" cy="2501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sdtContent>
    </w:sdt>
    <w:r w:rsidR="007E0B4A">
      <w:rPr>
        <w:noProof/>
      </w:rPr>
      <mc:AlternateContent>
        <mc:Choice Requires="wps">
          <w:drawing>
            <wp:inline distT="0" distB="0" distL="0" distR="0" wp14:anchorId="2B3F1C5A" wp14:editId="6167A89A">
              <wp:extent cx="8277225" cy="9525"/>
              <wp:effectExtent l="0" t="0" r="28575" b="28575"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27722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54F9D99" id="Straight Connector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" strokecolor="#04627a [3204]" strokeweight=".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37B5F"/>
    <w:multiLevelType w:val="multilevel"/>
    <w:tmpl w:val="8042E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BB1636D"/>
    <w:multiLevelType w:val="multilevel"/>
    <w:tmpl w:val="2612D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ascii="Wingdings 3" w:hAnsi="Wingdings 3" w:hint="default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A0DA2"/>
    <w:multiLevelType w:val="multilevel"/>
    <w:tmpl w:val="62501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69E0D7F"/>
    <w:multiLevelType w:val="multilevel"/>
    <w:tmpl w:val="C2AA8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ascii="Wingdings 3" w:hAnsi="Wingdings 3" w:hint="default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ascii="Cambria" w:hAnsi="Cambria" w:hint="default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ascii="Cambria" w:hAnsi="Cambria" w:hint="default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ascii="Cambria" w:hAnsi="Cambria" w:hint="default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ascii="Cambria" w:hAnsi="Cambria" w:hint="default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ascii="Wingdings" w:hAnsi="Wingdings" w:hint="default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ascii="Symbol" w:hAnsi="Symbol" w:hint="default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ascii="Courier New" w:hAnsi="Courier New" w:hint="default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ascii="Wingdings" w:hAnsi="Wingdings" w:hint="default"/>
        <w:color w:val="04627A" w:themeColor="accent1"/>
      </w:rPr>
    </w:lvl>
  </w:abstractNum>
  <w:num w:numId="1" w16cid:durableId="2016568147">
    <w:abstractNumId w:val="4"/>
  </w:num>
  <w:num w:numId="2" w16cid:durableId="529688289">
    <w:abstractNumId w:val="6"/>
  </w:num>
  <w:num w:numId="3" w16cid:durableId="655499794">
    <w:abstractNumId w:val="1"/>
  </w:num>
  <w:num w:numId="4" w16cid:durableId="1634825399">
    <w:abstractNumId w:val="9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10"/>
  </w:num>
  <w:num w:numId="8" w16cid:durableId="1913923778">
    <w:abstractNumId w:val="5"/>
  </w:num>
  <w:num w:numId="9" w16cid:durableId="301354914">
    <w:abstractNumId w:val="3"/>
  </w:num>
  <w:num w:numId="10" w16cid:durableId="1078139637">
    <w:abstractNumId w:val="8"/>
  </w:num>
  <w:num w:numId="11" w16cid:durableId="108282591">
    <w:abstractNumId w:val="2"/>
  </w:num>
  <w:num w:numId="12" w16cid:durableId="6608147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75"/>
    <w:rsid w:val="00037BD7"/>
    <w:rsid w:val="00051975"/>
    <w:rsid w:val="000822F2"/>
    <w:rsid w:val="00113E03"/>
    <w:rsid w:val="001A48B4"/>
    <w:rsid w:val="001F66B9"/>
    <w:rsid w:val="00267F6A"/>
    <w:rsid w:val="00342B93"/>
    <w:rsid w:val="003612B2"/>
    <w:rsid w:val="003D4E77"/>
    <w:rsid w:val="00451756"/>
    <w:rsid w:val="004D7DFC"/>
    <w:rsid w:val="004E77FB"/>
    <w:rsid w:val="004F6875"/>
    <w:rsid w:val="0051080D"/>
    <w:rsid w:val="00521A34"/>
    <w:rsid w:val="00522D15"/>
    <w:rsid w:val="005F0FE4"/>
    <w:rsid w:val="005F587F"/>
    <w:rsid w:val="006303C7"/>
    <w:rsid w:val="0071057A"/>
    <w:rsid w:val="00714B6E"/>
    <w:rsid w:val="00733588"/>
    <w:rsid w:val="007703D7"/>
    <w:rsid w:val="00787B92"/>
    <w:rsid w:val="00792C32"/>
    <w:rsid w:val="007E0B4A"/>
    <w:rsid w:val="0087413A"/>
    <w:rsid w:val="00896628"/>
    <w:rsid w:val="008B00EA"/>
    <w:rsid w:val="008C4366"/>
    <w:rsid w:val="008D6F19"/>
    <w:rsid w:val="008F3462"/>
    <w:rsid w:val="009022EC"/>
    <w:rsid w:val="00903F88"/>
    <w:rsid w:val="00914BD3"/>
    <w:rsid w:val="00931436"/>
    <w:rsid w:val="00957C5F"/>
    <w:rsid w:val="00967CE9"/>
    <w:rsid w:val="009800A3"/>
    <w:rsid w:val="00997A0D"/>
    <w:rsid w:val="009B5B7D"/>
    <w:rsid w:val="009E560F"/>
    <w:rsid w:val="00A0316C"/>
    <w:rsid w:val="00A11BF5"/>
    <w:rsid w:val="00A16CB0"/>
    <w:rsid w:val="00A57921"/>
    <w:rsid w:val="00A63588"/>
    <w:rsid w:val="00A64B2B"/>
    <w:rsid w:val="00A828ED"/>
    <w:rsid w:val="00AB0E01"/>
    <w:rsid w:val="00B332D4"/>
    <w:rsid w:val="00B33E59"/>
    <w:rsid w:val="00B47184"/>
    <w:rsid w:val="00B64635"/>
    <w:rsid w:val="00BB154A"/>
    <w:rsid w:val="00BC5A06"/>
    <w:rsid w:val="00BD086C"/>
    <w:rsid w:val="00C038CF"/>
    <w:rsid w:val="00CE029C"/>
    <w:rsid w:val="00D36BC3"/>
    <w:rsid w:val="00D817D2"/>
    <w:rsid w:val="00DA1414"/>
    <w:rsid w:val="00DD055B"/>
    <w:rsid w:val="00DE0E1F"/>
    <w:rsid w:val="00DF49FC"/>
    <w:rsid w:val="00E368B6"/>
    <w:rsid w:val="00E56796"/>
    <w:rsid w:val="00E638CA"/>
    <w:rsid w:val="00E84ABA"/>
    <w:rsid w:val="00E86171"/>
    <w:rsid w:val="00E92CD0"/>
    <w:rsid w:val="00ED0FA2"/>
    <w:rsid w:val="00F707FA"/>
    <w:rsid w:val="00FA5524"/>
    <w:rsid w:val="00FD1645"/>
    <w:rsid w:val="00FF1CD1"/>
    <w:rsid w:val="026CA1AB"/>
    <w:rsid w:val="0D2B024E"/>
    <w:rsid w:val="0F3ABC23"/>
    <w:rsid w:val="1224D6FC"/>
    <w:rsid w:val="1235542F"/>
    <w:rsid w:val="1729E3C2"/>
    <w:rsid w:val="1C896217"/>
    <w:rsid w:val="1FB445F7"/>
    <w:rsid w:val="253946FE"/>
    <w:rsid w:val="34E2357D"/>
    <w:rsid w:val="3A4C2260"/>
    <w:rsid w:val="3B301A0C"/>
    <w:rsid w:val="45A76E11"/>
    <w:rsid w:val="45E73335"/>
    <w:rsid w:val="4AEE2B19"/>
    <w:rsid w:val="4E97E52F"/>
    <w:rsid w:val="5075C8AE"/>
    <w:rsid w:val="55079142"/>
    <w:rsid w:val="55F4435C"/>
    <w:rsid w:val="599607F3"/>
    <w:rsid w:val="5EC82535"/>
    <w:rsid w:val="63696766"/>
    <w:rsid w:val="64C35F07"/>
    <w:rsid w:val="6CF93889"/>
    <w:rsid w:val="6DB5DADF"/>
    <w:rsid w:val="72D31CDC"/>
    <w:rsid w:val="72D9E428"/>
    <w:rsid w:val="752DD68D"/>
    <w:rsid w:val="77C586E6"/>
    <w:rsid w:val="7806715E"/>
    <w:rsid w:val="78219B3A"/>
    <w:rsid w:val="7A23617C"/>
    <w:rsid w:val="7A5B344E"/>
    <w:rsid w:val="7BDBC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BFA213"/>
  <w15:chartTrackingRefBased/>
  <w15:docId w15:val="{CF491959-B7B3-4C24-9ADD-3018422C3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3495B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B92"/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0E1F"/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E1F"/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sz="4" w:space="0" w:color="81B8DE" w:themeColor="accent4" w:themeTint="66"/>
        <w:left w:val="single" w:sz="4" w:space="0" w:color="81B8DE" w:themeColor="accent4" w:themeTint="66"/>
        <w:bottom w:val="single" w:sz="4" w:space="0" w:color="81B8DE" w:themeColor="accent4" w:themeTint="66"/>
        <w:right w:val="single" w:sz="4" w:space="0" w:color="81B8DE" w:themeColor="accent4" w:themeTint="66"/>
        <w:insideH w:val="single" w:sz="4" w:space="0" w:color="81B8DE" w:themeColor="accent4" w:themeTint="66"/>
        <w:insideV w:val="single" w:sz="4" w:space="0" w:color="81B8D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sz="4" w:space="0" w:color="4395CD" w:themeColor="accent4" w:themeTint="99"/>
        <w:left w:val="single" w:sz="4" w:space="0" w:color="4395CD" w:themeColor="accent4" w:themeTint="99"/>
        <w:bottom w:val="single" w:sz="4" w:space="0" w:color="4395CD" w:themeColor="accent4" w:themeTint="99"/>
        <w:right w:val="single" w:sz="4" w:space="0" w:color="4395CD" w:themeColor="accent4" w:themeTint="99"/>
        <w:insideH w:val="single" w:sz="4" w:space="0" w:color="4395CD" w:themeColor="accent4" w:themeTint="99"/>
        <w:insideV w:val="single" w:sz="4" w:space="0" w:color="4395C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BB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BB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3D7"/>
    <w:rPr>
      <w:rFonts w:asciiTheme="majorHAnsi" w:eastAsiaTheme="majorEastAsia" w:hAnsiTheme="majorHAnsi" w:cstheme="majorBidi"/>
      <w:iCs/>
      <w:color w:val="03495B" w:themeColor="accent1" w:themeShade="BF"/>
      <w:sz w:val="24"/>
    </w:rPr>
  </w:style>
  <w:style w:type="character" w:styleId="Hyperlink">
    <w:name w:val="Hyperlink"/>
    <w:basedOn w:val="DefaultParagraphFont"/>
    <w:uiPriority w:val="99"/>
    <w:unhideWhenUsed/>
    <w:rsid w:val="00A11BF5"/>
    <w:rPr>
      <w:color w:val="0070C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1BF5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BB154A"/>
  </w:style>
  <w:style w:type="character" w:styleId="PlaceholderText">
    <w:name w:val="Placeholder Text"/>
    <w:basedOn w:val="DefaultParagraphFont"/>
    <w:uiPriority w:val="99"/>
    <w:semiHidden/>
    <w:rsid w:val="00AB0E01"/>
    <w:rPr>
      <w:color w:val="666666"/>
    </w:rPr>
  </w:style>
  <w:style w:type="character" w:customStyle="1" w:styleId="Style2">
    <w:name w:val="Style2"/>
    <w:basedOn w:val="DefaultParagraphFont"/>
    <w:uiPriority w:val="1"/>
    <w:rsid w:val="72D31CDC"/>
    <w:rPr>
      <w:rFonts w:asciiTheme="minorHAnsi" w:eastAsiaTheme="minorEastAsia" w:hAnsiTheme="minorHAnsi" w:cstheme="minorBidi"/>
      <w:sz w:val="22"/>
      <w:szCs w:val="22"/>
    </w:rPr>
  </w:style>
  <w:style w:type="character" w:customStyle="1" w:styleId="Style3">
    <w:name w:val="Style3"/>
    <w:basedOn w:val="DefaultParagraphFont"/>
    <w:uiPriority w:val="1"/>
    <w:rsid w:val="72D31CDC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8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2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2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2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0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53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0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7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8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4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9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0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5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4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07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5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6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3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45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1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77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3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1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94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4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36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2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1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6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5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79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0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07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3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0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5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3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7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5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24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1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6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3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2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3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94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2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2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2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5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6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9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3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4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9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0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7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1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6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4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7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5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7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1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7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15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7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86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87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9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9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1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3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7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9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6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3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4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2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3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0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4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4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9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0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0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7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2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0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2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3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8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6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1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4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5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5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6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9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9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03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3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3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wanso0\Downloads\HHS%20Letterhead%20Basic%20(1)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E1F481E97DF848B92E9033EEF2A8AC" ma:contentTypeVersion="13" ma:contentTypeDescription="Create a new document." ma:contentTypeScope="" ma:versionID="01e34592a4230b7637aff35644df1685">
  <xsd:schema xmlns:xsd="http://www.w3.org/2001/XMLSchema" xmlns:xs="http://www.w3.org/2001/XMLSchema" xmlns:p="http://schemas.microsoft.com/office/2006/metadata/properties" xmlns:ns2="e0b805e8-c967-4d1c-993a-9bf901049d3a" xmlns:ns3="17169cdf-514c-400e-a2ce-7ebc9fe4766f" targetNamespace="http://schemas.microsoft.com/office/2006/metadata/properties" ma:root="true" ma:fieldsID="e6a31a46aaf97704f17266af6cf41b11" ns2:_="" ns3:_="">
    <xsd:import namespace="e0b805e8-c967-4d1c-993a-9bf901049d3a"/>
    <xsd:import namespace="17169cdf-514c-400e-a2ce-7ebc9fe476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ot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805e8-c967-4d1c-993a-9bf901049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es" ma:index="12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69cdf-514c-400e-a2ce-7ebc9fe476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18f9bf6-5564-4ae1-9084-07f9a5543081}" ma:internalName="TaxCatchAll" ma:showField="CatchAllData" ma:web="17169cdf-514c-400e-a2ce-7ebc9fe476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b805e8-c967-4d1c-993a-9bf901049d3a">
      <Terms xmlns="http://schemas.microsoft.com/office/infopath/2007/PartnerControls"/>
    </lcf76f155ced4ddcb4097134ff3c332f>
    <TaxCatchAll xmlns="17169cdf-514c-400e-a2ce-7ebc9fe4766f" xsi:nil="true"/>
    <Notes xmlns="e0b805e8-c967-4d1c-993a-9bf901049d3a" xsi:nil="true"/>
  </documentManagement>
</p:properties>
</file>

<file path=customXml/itemProps1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71FE3A-191C-4A4B-9F94-6E54C87FD5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805e8-c967-4d1c-993a-9bf901049d3a"/>
    <ds:schemaRef ds:uri="17169cdf-514c-400e-a2ce-7ebc9fe476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3DAF30-507D-4BEF-B3D8-0B374BAE3BBC}">
  <ds:schemaRefs>
    <ds:schemaRef ds:uri="17169cdf-514c-400e-a2ce-7ebc9fe4766f"/>
    <ds:schemaRef ds:uri="e0b805e8-c967-4d1c-993a-9bf901049d3a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HHS Letterhead Basic (1).dotx</Template>
  <TotalTime>3</TotalTime>
  <Pages>6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470-0211, Substance Use &amp; Problem Gambling Prevention Action Plan</vt:lpstr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470-0211, Substance Use &amp; Problem Gambling Prevention Action Plan</dc:title>
  <dc:subject/>
  <dc:creator>Iowa Department of Health and Human Services</dc:creator>
  <cp:keywords/>
  <dc:description/>
  <cp:lastModifiedBy>James, Tyler [HHS]</cp:lastModifiedBy>
  <cp:revision>4</cp:revision>
  <dcterms:created xsi:type="dcterms:W3CDTF">2025-06-25T14:14:00Z</dcterms:created>
  <dcterms:modified xsi:type="dcterms:W3CDTF">2025-06-25T14:46:00Z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0x01010000E1F481E97DF848B92E9033EEF2A8AC</vt:lpwstr>
  </property>
  <property fmtid="{D5CDD505-2E9C-101B-9397-08002B2CF9AE}" pid="3" name="MediaServiceImageTags">
    <vt:lpwstr/>
  </property>
</Properties>
</file>