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146E1" w14:textId="736C4820" w:rsidR="001A48B4" w:rsidRDefault="005F0FE4" w:rsidP="00E638CA">
      <w:pPr>
        <w:pStyle w:val="Heading1"/>
        <w:jc w:val="center"/>
        <w:rPr>
          <w:sz w:val="28"/>
          <w:szCs w:val="28"/>
        </w:rPr>
      </w:pPr>
      <w:r w:rsidRPr="00A11BF5">
        <w:rPr>
          <w:sz w:val="28"/>
          <w:szCs w:val="28"/>
        </w:rPr>
        <w:t>SFY 2026 Substance Use &amp; Problem Gambling Prevention</w:t>
      </w:r>
      <w:r w:rsidR="009A7736">
        <w:rPr>
          <w:sz w:val="28"/>
          <w:szCs w:val="28"/>
        </w:rPr>
        <w:t xml:space="preserve"> Budget</w:t>
      </w:r>
    </w:p>
    <w:p w14:paraId="04C1A984" w14:textId="77777777" w:rsidR="00E638CA" w:rsidRPr="00E638CA" w:rsidRDefault="00E638CA" w:rsidP="00E638CA"/>
    <w:p w14:paraId="79D68689" w14:textId="662727A6" w:rsidR="00A11BF5" w:rsidRPr="00A100DE" w:rsidRDefault="00A11BF5" w:rsidP="00A100DE">
      <w:pPr>
        <w:pStyle w:val="Heading2"/>
      </w:pPr>
      <w:r w:rsidRPr="00A100DE">
        <w:t>Instructions: </w:t>
      </w:r>
    </w:p>
    <w:p w14:paraId="64EF47CC" w14:textId="31B5C546" w:rsidR="00C156F5" w:rsidRPr="00A100DE" w:rsidRDefault="00C156F5" w:rsidP="00A100DE">
      <w:pPr>
        <w:pStyle w:val="Heading3"/>
      </w:pPr>
      <w:r w:rsidRPr="00A100DE">
        <w:t>Substance Use</w:t>
      </w:r>
      <w:r w:rsidR="00A829E8">
        <w:t>/Problem Gambling</w:t>
      </w:r>
      <w:r w:rsidRPr="00A100DE">
        <w:t xml:space="preserve"> Prevention Services Budget:</w:t>
      </w:r>
    </w:p>
    <w:p w14:paraId="147EED47" w14:textId="3774A711" w:rsidR="001D1A5A" w:rsidRDefault="00993715" w:rsidP="67F0EDFE">
      <w:r w:rsidRPr="2D8E0693">
        <w:t xml:space="preserve">Provide a summary total for each </w:t>
      </w:r>
      <w:r w:rsidR="14F0D6BE" w:rsidRPr="2D8E0693">
        <w:t>line-item</w:t>
      </w:r>
      <w:r w:rsidRPr="2D8E0693">
        <w:t xml:space="preserve"> category in the budget</w:t>
      </w:r>
      <w:r w:rsidR="001D1A5A" w:rsidRPr="2D8E0693">
        <w:t xml:space="preserve">. If a </w:t>
      </w:r>
      <w:r w:rsidR="1510A05F" w:rsidRPr="2D8E0693">
        <w:t>line-item</w:t>
      </w:r>
      <w:r w:rsidR="001D1A5A" w:rsidRPr="2D8E0693">
        <w:t xml:space="preserve"> category has no funding budgeted, insert “$0.00” in the </w:t>
      </w:r>
      <w:r w:rsidR="036FC400" w:rsidRPr="2D8E0693">
        <w:t>g</w:t>
      </w:r>
      <w:r w:rsidR="001D1A5A" w:rsidRPr="2D8E0693">
        <w:t xml:space="preserve">rant </w:t>
      </w:r>
      <w:r w:rsidR="64796D37" w:rsidRPr="2D8E0693">
        <w:t>f</w:t>
      </w:r>
      <w:r w:rsidR="001D1A5A" w:rsidRPr="2D8E0693">
        <w:t xml:space="preserve">unds </w:t>
      </w:r>
      <w:r w:rsidR="24450BD2" w:rsidRPr="2D8E0693">
        <w:t>t</w:t>
      </w:r>
      <w:r w:rsidR="001D1A5A" w:rsidRPr="2D8E0693">
        <w:t xml:space="preserve">otal </w:t>
      </w:r>
      <w:r w:rsidR="470E43F6" w:rsidRPr="2D8E0693">
        <w:t>c</w:t>
      </w:r>
      <w:r w:rsidR="001D1A5A" w:rsidRPr="2D8E0693">
        <w:t xml:space="preserve">olumn. </w:t>
      </w:r>
    </w:p>
    <w:p w14:paraId="111413DF" w14:textId="5409384D" w:rsidR="00A100DE" w:rsidRDefault="00A829E8" w:rsidP="00A100DE">
      <w:pPr>
        <w:pStyle w:val="Heading3"/>
      </w:pPr>
      <w:r w:rsidRPr="00A100DE">
        <w:t>Substance Use</w:t>
      </w:r>
      <w:r>
        <w:t>/Problem Gambling</w:t>
      </w:r>
      <w:r w:rsidRPr="00A100DE">
        <w:t xml:space="preserve"> Prevention </w:t>
      </w:r>
      <w:r w:rsidR="00A100DE" w:rsidRPr="00A100DE">
        <w:t>Budget</w:t>
      </w:r>
      <w:r w:rsidR="00A100DE">
        <w:t xml:space="preserve"> Ju</w:t>
      </w:r>
      <w:r>
        <w:t>stification</w:t>
      </w:r>
      <w:r w:rsidR="00A100DE" w:rsidRPr="00A100DE">
        <w:t>:</w:t>
      </w:r>
    </w:p>
    <w:p w14:paraId="160B0D15" w14:textId="7A76E09D" w:rsidR="00A829E8" w:rsidRPr="00A829E8" w:rsidRDefault="00A829E8" w:rsidP="00A829E8">
      <w:r>
        <w:t xml:space="preserve">The </w:t>
      </w:r>
      <w:r w:rsidR="715134C8">
        <w:t>b</w:t>
      </w:r>
      <w:r>
        <w:t xml:space="preserve">udget </w:t>
      </w:r>
      <w:r w:rsidR="0C4E5FB2">
        <w:t>j</w:t>
      </w:r>
      <w:r>
        <w:t xml:space="preserve">ustification is used to provide breakdowns of the </w:t>
      </w:r>
      <w:r w:rsidR="0D94C7BB">
        <w:t>b</w:t>
      </w:r>
      <w:r>
        <w:t xml:space="preserve">udget </w:t>
      </w:r>
      <w:r w:rsidR="460D068F">
        <w:t>c</w:t>
      </w:r>
      <w:r>
        <w:t xml:space="preserve">ategory (line item) amounts listed in the </w:t>
      </w:r>
      <w:r w:rsidR="0F7820CD">
        <w:t>g</w:t>
      </w:r>
      <w:r>
        <w:t xml:space="preserve">rant </w:t>
      </w:r>
      <w:r w:rsidR="75AA9901">
        <w:t>f</w:t>
      </w:r>
      <w:r>
        <w:t>unds sections above.</w:t>
      </w:r>
    </w:p>
    <w:p w14:paraId="759698BC" w14:textId="1E11C855" w:rsidR="00A829E8" w:rsidRPr="00A829E8" w:rsidRDefault="00A829E8" w:rsidP="00A829E8">
      <w:pPr>
        <w:numPr>
          <w:ilvl w:val="0"/>
          <w:numId w:val="13"/>
        </w:numPr>
      </w:pPr>
      <w:r>
        <w:t xml:space="preserve">A. Salaries/Fringe: In "Details", enter the </w:t>
      </w:r>
      <w:r w:rsidR="256C9F6E">
        <w:t>employee's</w:t>
      </w:r>
      <w:r>
        <w:t xml:space="preserve"> name, position title, annual salary, annual fringe, and </w:t>
      </w:r>
      <w:r w:rsidR="457DE37F">
        <w:t>full-time employee (</w:t>
      </w:r>
      <w:r>
        <w:t>FTE</w:t>
      </w:r>
      <w:r w:rsidR="535B1B03">
        <w:t>)</w:t>
      </w:r>
      <w:r>
        <w:t xml:space="preserve"> amount to be charged to grant funds. If position is vacant, enter the position title and 'Vacant'. In the 'Grant Funds' field enter the dollar amount to be charged to </w:t>
      </w:r>
      <w:r w:rsidR="1FB687DC">
        <w:t>g</w:t>
      </w:r>
      <w:r>
        <w:t xml:space="preserve">rant </w:t>
      </w:r>
      <w:r w:rsidR="035570D5">
        <w:t>f</w:t>
      </w:r>
      <w:r>
        <w:t>unds.</w:t>
      </w:r>
    </w:p>
    <w:p w14:paraId="2D6E5A9C" w14:textId="30641200" w:rsidR="00A829E8" w:rsidRPr="00A829E8" w:rsidRDefault="00A829E8" w:rsidP="00A829E8">
      <w:pPr>
        <w:numPr>
          <w:ilvl w:val="0"/>
          <w:numId w:val="13"/>
        </w:numPr>
      </w:pPr>
      <w:r>
        <w:t xml:space="preserve">B. Subcontract: In "Details", enter name of contracted provider and a brief description of the activity subcontracted. In the 'Grant Funds' field enter the dollar amount to be charged to </w:t>
      </w:r>
      <w:r w:rsidR="172F2C55">
        <w:t>g</w:t>
      </w:r>
      <w:r>
        <w:t xml:space="preserve">rant </w:t>
      </w:r>
      <w:r w:rsidR="74B88D6F">
        <w:t>f</w:t>
      </w:r>
      <w:r>
        <w:t>unds.</w:t>
      </w:r>
    </w:p>
    <w:p w14:paraId="2BEDF523" w14:textId="111585F2" w:rsidR="00DA5343" w:rsidRDefault="00A829E8" w:rsidP="00A829E8">
      <w:pPr>
        <w:numPr>
          <w:ilvl w:val="0"/>
          <w:numId w:val="13"/>
        </w:numPr>
      </w:pPr>
      <w:r>
        <w:t xml:space="preserve">C. Other: In "Details", enter description and details of other expenses to be charged to the program. Expenses should be clearly noted in separate categories. In the </w:t>
      </w:r>
      <w:r w:rsidR="5790805D">
        <w:t>“</w:t>
      </w:r>
      <w:r>
        <w:t>Grant Funds</w:t>
      </w:r>
      <w:r w:rsidR="10B6A26B">
        <w:t>”</w:t>
      </w:r>
      <w:r>
        <w:t xml:space="preserve"> field enter the dollar amount to be charged to </w:t>
      </w:r>
      <w:r w:rsidR="2A19C9D0">
        <w:t>g</w:t>
      </w:r>
      <w:r>
        <w:t xml:space="preserve">rant </w:t>
      </w:r>
      <w:r w:rsidR="45DA66FD">
        <w:t>f</w:t>
      </w:r>
      <w:r>
        <w:t>unds.</w:t>
      </w:r>
    </w:p>
    <w:p w14:paraId="20E83BAE" w14:textId="573EA91D" w:rsidR="00A829E8" w:rsidRDefault="00DA5343" w:rsidP="00A829E8">
      <w:pPr>
        <w:numPr>
          <w:ilvl w:val="0"/>
          <w:numId w:val="13"/>
        </w:numPr>
      </w:pPr>
      <w:r>
        <w:t xml:space="preserve">D. </w:t>
      </w:r>
      <w:r w:rsidR="00A829E8" w:rsidRPr="00A829E8">
        <w:t xml:space="preserve">Include any indirect/administrative costs plus a justification for these costs. Include a statement ensuring there is no duplication of direct costs in the </w:t>
      </w:r>
      <w:r w:rsidR="00EF2A58" w:rsidRPr="00A829E8">
        <w:t>requested</w:t>
      </w:r>
      <w:r w:rsidR="00A829E8" w:rsidRPr="00A829E8">
        <w:t xml:space="preserve"> rate/cost. </w:t>
      </w:r>
    </w:p>
    <w:p w14:paraId="7BEB4706" w14:textId="4DCCD99B" w:rsidR="005E4B50" w:rsidRPr="00A829E8" w:rsidRDefault="00235C44" w:rsidP="005E4B50">
      <w:r>
        <w:t xml:space="preserve">Add </w:t>
      </w:r>
      <w:r w:rsidR="00E56292">
        <w:t>or delete</w:t>
      </w:r>
      <w:r w:rsidR="00EF2A58">
        <w:t xml:space="preserve"> </w:t>
      </w:r>
      <w:r w:rsidR="1F95BB0C">
        <w:t>b</w:t>
      </w:r>
      <w:r>
        <w:t xml:space="preserve">udget </w:t>
      </w:r>
      <w:r w:rsidR="60CCBB9C">
        <w:t>c</w:t>
      </w:r>
      <w:r>
        <w:t>ategory line</w:t>
      </w:r>
      <w:r w:rsidR="00E56292">
        <w:t xml:space="preserve"> items</w:t>
      </w:r>
      <w:r>
        <w:t xml:space="preserve"> as needed</w:t>
      </w:r>
      <w:r w:rsidR="00EF2A58">
        <w:t>.</w:t>
      </w:r>
    </w:p>
    <w:p w14:paraId="112F8B21" w14:textId="77777777" w:rsidR="00A829E8" w:rsidRDefault="00A829E8" w:rsidP="00A829E8"/>
    <w:p w14:paraId="399A4F8B" w14:textId="77777777" w:rsidR="00A100DE" w:rsidRDefault="00A100DE" w:rsidP="00A11BF5"/>
    <w:p w14:paraId="1A4C1C39" w14:textId="77777777" w:rsidR="00EF2A58" w:rsidRDefault="00EF2A58" w:rsidP="00A11BF5">
      <w:pPr>
        <w:rPr>
          <w:rFonts w:cstheme="minorHAnsi"/>
        </w:rPr>
      </w:pPr>
    </w:p>
    <w:p w14:paraId="767BBD80" w14:textId="77777777" w:rsidR="00C156F5" w:rsidRDefault="00C156F5" w:rsidP="00A11BF5">
      <w:pPr>
        <w:rPr>
          <w:rFonts w:cstheme="minorHAnsi"/>
        </w:rPr>
      </w:pPr>
    </w:p>
    <w:p w14:paraId="07B560CC" w14:textId="68DD298E" w:rsidR="000F7F63" w:rsidRDefault="000F7F63" w:rsidP="00B85593">
      <w:pPr>
        <w:pStyle w:val="Heading3"/>
        <w:spacing w:before="240" w:after="120"/>
        <w:rPr>
          <w:rFonts w:cstheme="minorBidi"/>
        </w:rPr>
      </w:pPr>
      <w:r>
        <w:lastRenderedPageBreak/>
        <w:t>Substance Use Prevention Services Budget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8322"/>
      </w:tblGrid>
      <w:tr w:rsidR="000F7F63" w14:paraId="544F7A10" w14:textId="77777777" w:rsidTr="000F7F63">
        <w:tc>
          <w:tcPr>
            <w:tcW w:w="4315" w:type="dxa"/>
            <w:shd w:val="clear" w:color="auto" w:fill="E2F4F0" w:themeFill="accent5" w:themeFillTint="33"/>
          </w:tcPr>
          <w:p w14:paraId="213E60BC" w14:textId="40350BFE" w:rsidR="000F7F63" w:rsidRPr="000F7F63" w:rsidRDefault="000F7F63" w:rsidP="00B85593">
            <w:pPr>
              <w:keepNext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Budget Category</w:t>
            </w:r>
          </w:p>
        </w:tc>
        <w:tc>
          <w:tcPr>
            <w:tcW w:w="8322" w:type="dxa"/>
            <w:shd w:val="clear" w:color="auto" w:fill="E2F4F0" w:themeFill="accent5" w:themeFillTint="33"/>
          </w:tcPr>
          <w:p w14:paraId="7111D619" w14:textId="4FDFFA61" w:rsidR="000F7F63" w:rsidRPr="001B16EB" w:rsidRDefault="001B16EB" w:rsidP="00A11BF5">
            <w:pPr>
              <w:rPr>
                <w:rFonts w:cstheme="minorHAnsi"/>
                <w:b/>
                <w:bCs/>
              </w:rPr>
            </w:pPr>
            <w:r w:rsidRPr="001B16EB">
              <w:rPr>
                <w:rFonts w:cstheme="minorHAnsi"/>
                <w:b/>
                <w:bCs/>
              </w:rPr>
              <w:t>Grant Funds Total</w:t>
            </w:r>
          </w:p>
        </w:tc>
      </w:tr>
      <w:tr w:rsidR="000F7F63" w14:paraId="36F53D4F" w14:textId="77777777" w:rsidTr="000F7F63">
        <w:tc>
          <w:tcPr>
            <w:tcW w:w="4315" w:type="dxa"/>
          </w:tcPr>
          <w:p w14:paraId="080A90C2" w14:textId="79327253" w:rsidR="000F7F63" w:rsidRDefault="001B16EB" w:rsidP="00A11BF5">
            <w:pPr>
              <w:rPr>
                <w:rFonts w:cstheme="minorHAnsi"/>
              </w:rPr>
            </w:pPr>
            <w:r>
              <w:rPr>
                <w:rFonts w:cstheme="minorHAnsi"/>
              </w:rPr>
              <w:t>Salaries</w:t>
            </w:r>
            <w:r w:rsidR="007B4B18">
              <w:rPr>
                <w:rFonts w:cstheme="minorHAnsi"/>
              </w:rPr>
              <w:t>/</w:t>
            </w:r>
            <w:r>
              <w:rPr>
                <w:rFonts w:cstheme="minorHAnsi"/>
              </w:rPr>
              <w:t>Fringe</w:t>
            </w:r>
          </w:p>
        </w:tc>
        <w:tc>
          <w:tcPr>
            <w:tcW w:w="8322" w:type="dxa"/>
          </w:tcPr>
          <w:p w14:paraId="186006E5" w14:textId="77777777" w:rsidR="000F7F63" w:rsidRDefault="000F7F63" w:rsidP="00A11BF5">
            <w:pPr>
              <w:rPr>
                <w:rFonts w:cstheme="minorHAnsi"/>
              </w:rPr>
            </w:pPr>
          </w:p>
        </w:tc>
      </w:tr>
      <w:tr w:rsidR="000F7F63" w14:paraId="13D24DD0" w14:textId="77777777" w:rsidTr="000F7F63">
        <w:tc>
          <w:tcPr>
            <w:tcW w:w="4315" w:type="dxa"/>
          </w:tcPr>
          <w:p w14:paraId="793DC96D" w14:textId="466DFF93" w:rsidR="000F7F63" w:rsidRDefault="001B16EB" w:rsidP="00A11BF5">
            <w:pPr>
              <w:rPr>
                <w:rFonts w:cstheme="minorHAnsi"/>
              </w:rPr>
            </w:pPr>
            <w:r>
              <w:rPr>
                <w:rFonts w:cstheme="minorHAnsi"/>
              </w:rPr>
              <w:t>Subcontract</w:t>
            </w:r>
          </w:p>
        </w:tc>
        <w:tc>
          <w:tcPr>
            <w:tcW w:w="8322" w:type="dxa"/>
          </w:tcPr>
          <w:p w14:paraId="5265509C" w14:textId="77777777" w:rsidR="000F7F63" w:rsidRDefault="000F7F63" w:rsidP="00A11BF5">
            <w:pPr>
              <w:rPr>
                <w:rFonts w:cstheme="minorHAnsi"/>
              </w:rPr>
            </w:pPr>
          </w:p>
        </w:tc>
      </w:tr>
      <w:tr w:rsidR="000F7F63" w14:paraId="2295D115" w14:textId="77777777" w:rsidTr="000F7F63">
        <w:tc>
          <w:tcPr>
            <w:tcW w:w="4315" w:type="dxa"/>
          </w:tcPr>
          <w:p w14:paraId="05FFCF93" w14:textId="27C32A5D" w:rsidR="000F7F63" w:rsidRDefault="001B16EB" w:rsidP="00A11BF5">
            <w:pPr>
              <w:rPr>
                <w:rFonts w:cstheme="minorHAnsi"/>
              </w:rPr>
            </w:pPr>
            <w:r>
              <w:rPr>
                <w:rFonts w:cstheme="minorHAnsi"/>
              </w:rPr>
              <w:t>Other</w:t>
            </w:r>
          </w:p>
        </w:tc>
        <w:tc>
          <w:tcPr>
            <w:tcW w:w="8322" w:type="dxa"/>
          </w:tcPr>
          <w:p w14:paraId="41CAF7EB" w14:textId="77777777" w:rsidR="000F7F63" w:rsidRDefault="000F7F63" w:rsidP="00A11BF5">
            <w:pPr>
              <w:rPr>
                <w:rFonts w:cstheme="minorHAnsi"/>
              </w:rPr>
            </w:pPr>
          </w:p>
        </w:tc>
      </w:tr>
      <w:tr w:rsidR="000F7F63" w14:paraId="3986C5D6" w14:textId="77777777" w:rsidTr="000F7F63">
        <w:tc>
          <w:tcPr>
            <w:tcW w:w="4315" w:type="dxa"/>
          </w:tcPr>
          <w:p w14:paraId="6882DCE1" w14:textId="3AD18F92" w:rsidR="000F7F63" w:rsidRDefault="00B61717" w:rsidP="00A11BF5">
            <w:pPr>
              <w:rPr>
                <w:rFonts w:cstheme="minorHAnsi"/>
              </w:rPr>
            </w:pPr>
            <w:r>
              <w:rPr>
                <w:rFonts w:cstheme="minorHAnsi"/>
              </w:rPr>
              <w:t>Indirect or Administrative Costs</w:t>
            </w:r>
          </w:p>
        </w:tc>
        <w:tc>
          <w:tcPr>
            <w:tcW w:w="8322" w:type="dxa"/>
          </w:tcPr>
          <w:p w14:paraId="7F60A429" w14:textId="77777777" w:rsidR="000F7F63" w:rsidRDefault="000F7F63" w:rsidP="00A11BF5">
            <w:pPr>
              <w:rPr>
                <w:rFonts w:cstheme="minorHAnsi"/>
              </w:rPr>
            </w:pPr>
          </w:p>
        </w:tc>
      </w:tr>
      <w:tr w:rsidR="00FA3C6F" w14:paraId="2D3D23BC" w14:textId="77777777" w:rsidTr="00FA3C6F">
        <w:tc>
          <w:tcPr>
            <w:tcW w:w="4315" w:type="dxa"/>
            <w:shd w:val="clear" w:color="auto" w:fill="E2F4F0" w:themeFill="accent5" w:themeFillTint="33"/>
          </w:tcPr>
          <w:p w14:paraId="30F652EF" w14:textId="01F49BB0" w:rsidR="00FA3C6F" w:rsidRPr="00FA3C6F" w:rsidRDefault="00FA3C6F" w:rsidP="00FA3C6F">
            <w:pPr>
              <w:jc w:val="right"/>
              <w:rPr>
                <w:rFonts w:cstheme="minorHAnsi"/>
                <w:b/>
                <w:bCs/>
              </w:rPr>
            </w:pPr>
            <w:r w:rsidRPr="00FA3C6F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8322" w:type="dxa"/>
            <w:shd w:val="clear" w:color="auto" w:fill="E2F4F0" w:themeFill="accent5" w:themeFillTint="33"/>
          </w:tcPr>
          <w:p w14:paraId="74D868E6" w14:textId="77777777" w:rsidR="00FA3C6F" w:rsidRDefault="00FA3C6F" w:rsidP="00A11BF5">
            <w:pPr>
              <w:rPr>
                <w:rFonts w:cstheme="minorHAnsi"/>
              </w:rPr>
            </w:pPr>
          </w:p>
        </w:tc>
      </w:tr>
    </w:tbl>
    <w:p w14:paraId="71136E52" w14:textId="77777777" w:rsidR="00C156F5" w:rsidRPr="00283E05" w:rsidRDefault="00C156F5" w:rsidP="00B61717">
      <w:pPr>
        <w:pStyle w:val="Heading3"/>
        <w:rPr>
          <w:sz w:val="18"/>
          <w:szCs w:val="18"/>
        </w:rPr>
      </w:pPr>
    </w:p>
    <w:p w14:paraId="63D2C5EC" w14:textId="10F02674" w:rsidR="00C156F5" w:rsidRDefault="00B61717" w:rsidP="00B85593">
      <w:pPr>
        <w:pStyle w:val="Heading3"/>
      </w:pPr>
      <w:r>
        <w:t>Substance Us</w:t>
      </w:r>
      <w:r w:rsidR="00DA5343">
        <w:t>e</w:t>
      </w:r>
      <w:r>
        <w:t xml:space="preserve"> </w:t>
      </w:r>
      <w:r w:rsidR="00DA5343">
        <w:t xml:space="preserve">Prevention </w:t>
      </w:r>
      <w:r w:rsidR="00993715">
        <w:t xml:space="preserve">Services </w:t>
      </w:r>
      <w:r>
        <w:t>Budget Justification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7830"/>
        <w:gridCol w:w="2202"/>
      </w:tblGrid>
      <w:tr w:rsidR="00B61717" w14:paraId="01C4A58B" w14:textId="77777777" w:rsidTr="006C25FE">
        <w:tc>
          <w:tcPr>
            <w:tcW w:w="2605" w:type="dxa"/>
            <w:shd w:val="clear" w:color="auto" w:fill="E2F4F0" w:themeFill="accent5" w:themeFillTint="33"/>
          </w:tcPr>
          <w:p w14:paraId="5411AE18" w14:textId="557FE392" w:rsidR="00B61717" w:rsidRDefault="00B61717" w:rsidP="00B85593">
            <w:pPr>
              <w:keepNext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Budget Category</w:t>
            </w:r>
          </w:p>
        </w:tc>
        <w:tc>
          <w:tcPr>
            <w:tcW w:w="7830" w:type="dxa"/>
            <w:shd w:val="clear" w:color="auto" w:fill="E2F4F0" w:themeFill="accent5" w:themeFillTint="33"/>
          </w:tcPr>
          <w:p w14:paraId="4550A63C" w14:textId="5EBA5FAF" w:rsidR="00B61717" w:rsidRPr="00B61717" w:rsidRDefault="00B61717" w:rsidP="00A11BF5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Details</w:t>
            </w:r>
          </w:p>
        </w:tc>
        <w:tc>
          <w:tcPr>
            <w:tcW w:w="2202" w:type="dxa"/>
            <w:shd w:val="clear" w:color="auto" w:fill="E2F4F0" w:themeFill="accent5" w:themeFillTint="33"/>
          </w:tcPr>
          <w:p w14:paraId="42062BA1" w14:textId="563BCCF3" w:rsidR="00B61717" w:rsidRPr="006C25FE" w:rsidRDefault="006C25FE" w:rsidP="00A11BF5">
            <w:pPr>
              <w:rPr>
                <w:rFonts w:cstheme="minorHAnsi"/>
                <w:b/>
                <w:bCs/>
              </w:rPr>
            </w:pPr>
            <w:r w:rsidRPr="006C25FE">
              <w:rPr>
                <w:rFonts w:cstheme="minorHAnsi"/>
                <w:b/>
                <w:bCs/>
              </w:rPr>
              <w:t>Grant Funds</w:t>
            </w:r>
          </w:p>
        </w:tc>
      </w:tr>
      <w:tr w:rsidR="00B61717" w14:paraId="1BE4C198" w14:textId="77777777" w:rsidTr="006C25FE">
        <w:tc>
          <w:tcPr>
            <w:tcW w:w="2605" w:type="dxa"/>
          </w:tcPr>
          <w:p w14:paraId="700F881B" w14:textId="7E3C08B4" w:rsidR="00B61717" w:rsidRDefault="006C25FE" w:rsidP="00A11BF5">
            <w:pPr>
              <w:rPr>
                <w:rFonts w:cstheme="minorHAnsi"/>
              </w:rPr>
            </w:pPr>
            <w:r>
              <w:rPr>
                <w:rFonts w:cstheme="minorHAnsi"/>
              </w:rPr>
              <w:t>A. Sa</w:t>
            </w:r>
            <w:r w:rsidR="007B4B18">
              <w:rPr>
                <w:rFonts w:cstheme="minorHAnsi"/>
              </w:rPr>
              <w:t>laries/Fringe</w:t>
            </w:r>
          </w:p>
        </w:tc>
        <w:tc>
          <w:tcPr>
            <w:tcW w:w="7830" w:type="dxa"/>
          </w:tcPr>
          <w:p w14:paraId="1EE56002" w14:textId="77777777" w:rsidR="00B61717" w:rsidRDefault="00B61717" w:rsidP="00A11BF5">
            <w:pPr>
              <w:rPr>
                <w:rFonts w:cstheme="minorHAnsi"/>
              </w:rPr>
            </w:pPr>
          </w:p>
        </w:tc>
        <w:tc>
          <w:tcPr>
            <w:tcW w:w="2202" w:type="dxa"/>
          </w:tcPr>
          <w:p w14:paraId="60A1025E" w14:textId="77777777" w:rsidR="00B61717" w:rsidRDefault="00B61717" w:rsidP="00A11BF5">
            <w:pPr>
              <w:rPr>
                <w:rFonts w:cstheme="minorHAnsi"/>
              </w:rPr>
            </w:pPr>
          </w:p>
        </w:tc>
      </w:tr>
      <w:tr w:rsidR="00B61717" w14:paraId="0470E27D" w14:textId="77777777" w:rsidTr="006C25FE">
        <w:tc>
          <w:tcPr>
            <w:tcW w:w="2605" w:type="dxa"/>
          </w:tcPr>
          <w:p w14:paraId="31E397D8" w14:textId="067DA78D" w:rsidR="00B61717" w:rsidRDefault="007B4B18" w:rsidP="00A11BF5">
            <w:pPr>
              <w:rPr>
                <w:rFonts w:cstheme="minorHAnsi"/>
              </w:rPr>
            </w:pPr>
            <w:r>
              <w:rPr>
                <w:rFonts w:cstheme="minorHAnsi"/>
              </w:rPr>
              <w:t>A. Salaries/Fringe</w:t>
            </w:r>
          </w:p>
        </w:tc>
        <w:tc>
          <w:tcPr>
            <w:tcW w:w="7830" w:type="dxa"/>
          </w:tcPr>
          <w:p w14:paraId="03451915" w14:textId="77777777" w:rsidR="00B61717" w:rsidRDefault="00B61717" w:rsidP="00A11BF5">
            <w:pPr>
              <w:rPr>
                <w:rFonts w:cstheme="minorHAnsi"/>
              </w:rPr>
            </w:pPr>
          </w:p>
        </w:tc>
        <w:tc>
          <w:tcPr>
            <w:tcW w:w="2202" w:type="dxa"/>
          </w:tcPr>
          <w:p w14:paraId="0CDFE56B" w14:textId="77777777" w:rsidR="00B61717" w:rsidRDefault="00B61717" w:rsidP="00A11BF5">
            <w:pPr>
              <w:rPr>
                <w:rFonts w:cstheme="minorHAnsi"/>
              </w:rPr>
            </w:pPr>
          </w:p>
        </w:tc>
      </w:tr>
      <w:tr w:rsidR="00B61717" w14:paraId="42A5E710" w14:textId="77777777" w:rsidTr="006C25FE">
        <w:tc>
          <w:tcPr>
            <w:tcW w:w="2605" w:type="dxa"/>
          </w:tcPr>
          <w:p w14:paraId="79AD8ABF" w14:textId="7F926FFA" w:rsidR="00B61717" w:rsidRDefault="007B4B18" w:rsidP="00A11BF5">
            <w:pPr>
              <w:rPr>
                <w:rFonts w:cstheme="minorHAnsi"/>
              </w:rPr>
            </w:pPr>
            <w:r>
              <w:rPr>
                <w:rFonts w:cstheme="minorHAnsi"/>
              </w:rPr>
              <w:t>A. Salaries/Fringe</w:t>
            </w:r>
          </w:p>
        </w:tc>
        <w:tc>
          <w:tcPr>
            <w:tcW w:w="7830" w:type="dxa"/>
          </w:tcPr>
          <w:p w14:paraId="11B0BEEC" w14:textId="77777777" w:rsidR="00B61717" w:rsidRDefault="00B61717" w:rsidP="00A11BF5">
            <w:pPr>
              <w:rPr>
                <w:rFonts w:cstheme="minorHAnsi"/>
              </w:rPr>
            </w:pPr>
          </w:p>
        </w:tc>
        <w:tc>
          <w:tcPr>
            <w:tcW w:w="2202" w:type="dxa"/>
          </w:tcPr>
          <w:p w14:paraId="44992825" w14:textId="77777777" w:rsidR="00B61717" w:rsidRDefault="00B61717" w:rsidP="00A11BF5">
            <w:pPr>
              <w:rPr>
                <w:rFonts w:cstheme="minorHAnsi"/>
              </w:rPr>
            </w:pPr>
          </w:p>
        </w:tc>
      </w:tr>
      <w:tr w:rsidR="00B61717" w14:paraId="3322EA98" w14:textId="77777777" w:rsidTr="006C25FE">
        <w:tc>
          <w:tcPr>
            <w:tcW w:w="2605" w:type="dxa"/>
          </w:tcPr>
          <w:p w14:paraId="719E1F8F" w14:textId="2178D294" w:rsidR="00B61717" w:rsidRDefault="007B4B18" w:rsidP="00A11BF5">
            <w:pPr>
              <w:rPr>
                <w:rFonts w:cstheme="minorHAnsi"/>
              </w:rPr>
            </w:pPr>
            <w:r>
              <w:rPr>
                <w:rFonts w:cstheme="minorHAnsi"/>
              </w:rPr>
              <w:t>B. Subcontract</w:t>
            </w:r>
          </w:p>
        </w:tc>
        <w:tc>
          <w:tcPr>
            <w:tcW w:w="7830" w:type="dxa"/>
          </w:tcPr>
          <w:p w14:paraId="5A2DAD7B" w14:textId="77777777" w:rsidR="00B61717" w:rsidRDefault="00B61717" w:rsidP="00A11BF5">
            <w:pPr>
              <w:rPr>
                <w:rFonts w:cstheme="minorHAnsi"/>
              </w:rPr>
            </w:pPr>
          </w:p>
        </w:tc>
        <w:tc>
          <w:tcPr>
            <w:tcW w:w="2202" w:type="dxa"/>
          </w:tcPr>
          <w:p w14:paraId="25651D54" w14:textId="77777777" w:rsidR="00B61717" w:rsidRDefault="00B61717" w:rsidP="00A11BF5">
            <w:pPr>
              <w:rPr>
                <w:rFonts w:cstheme="minorHAnsi"/>
              </w:rPr>
            </w:pPr>
          </w:p>
        </w:tc>
      </w:tr>
      <w:tr w:rsidR="00B61717" w14:paraId="394FC34D" w14:textId="77777777" w:rsidTr="006C25FE">
        <w:tc>
          <w:tcPr>
            <w:tcW w:w="2605" w:type="dxa"/>
          </w:tcPr>
          <w:p w14:paraId="5D8EA335" w14:textId="5E9887AF" w:rsidR="00B61717" w:rsidRDefault="007B4B18" w:rsidP="00A11BF5">
            <w:pPr>
              <w:rPr>
                <w:rFonts w:cstheme="minorHAnsi"/>
              </w:rPr>
            </w:pPr>
            <w:r>
              <w:rPr>
                <w:rFonts w:cstheme="minorHAnsi"/>
              </w:rPr>
              <w:t>B. Subcontract</w:t>
            </w:r>
          </w:p>
        </w:tc>
        <w:tc>
          <w:tcPr>
            <w:tcW w:w="7830" w:type="dxa"/>
          </w:tcPr>
          <w:p w14:paraId="441807DD" w14:textId="77777777" w:rsidR="00B61717" w:rsidRDefault="00B61717" w:rsidP="00A11BF5">
            <w:pPr>
              <w:rPr>
                <w:rFonts w:cstheme="minorHAnsi"/>
              </w:rPr>
            </w:pPr>
          </w:p>
        </w:tc>
        <w:tc>
          <w:tcPr>
            <w:tcW w:w="2202" w:type="dxa"/>
          </w:tcPr>
          <w:p w14:paraId="68F27A6E" w14:textId="77777777" w:rsidR="00B61717" w:rsidRDefault="00B61717" w:rsidP="00A11BF5">
            <w:pPr>
              <w:rPr>
                <w:rFonts w:cstheme="minorHAnsi"/>
              </w:rPr>
            </w:pPr>
          </w:p>
        </w:tc>
      </w:tr>
      <w:tr w:rsidR="007B4B18" w14:paraId="63D7CB47" w14:textId="77777777" w:rsidTr="006C25FE">
        <w:tc>
          <w:tcPr>
            <w:tcW w:w="2605" w:type="dxa"/>
          </w:tcPr>
          <w:p w14:paraId="4E88D592" w14:textId="45C74684" w:rsidR="007B4B18" w:rsidRDefault="007B4B18" w:rsidP="00A11BF5">
            <w:pPr>
              <w:rPr>
                <w:rFonts w:cstheme="minorHAnsi"/>
              </w:rPr>
            </w:pPr>
            <w:r>
              <w:rPr>
                <w:rFonts w:cstheme="minorHAnsi"/>
              </w:rPr>
              <w:t>C. Other</w:t>
            </w:r>
          </w:p>
        </w:tc>
        <w:tc>
          <w:tcPr>
            <w:tcW w:w="7830" w:type="dxa"/>
          </w:tcPr>
          <w:p w14:paraId="72761C1A" w14:textId="77777777" w:rsidR="007B4B18" w:rsidRDefault="007B4B18" w:rsidP="00A11BF5">
            <w:pPr>
              <w:rPr>
                <w:rFonts w:cstheme="minorHAnsi"/>
              </w:rPr>
            </w:pPr>
          </w:p>
        </w:tc>
        <w:tc>
          <w:tcPr>
            <w:tcW w:w="2202" w:type="dxa"/>
          </w:tcPr>
          <w:p w14:paraId="3820F806" w14:textId="77777777" w:rsidR="007B4B18" w:rsidRDefault="007B4B18" w:rsidP="00A11BF5">
            <w:pPr>
              <w:rPr>
                <w:rFonts w:cstheme="minorHAnsi"/>
              </w:rPr>
            </w:pPr>
          </w:p>
        </w:tc>
      </w:tr>
      <w:tr w:rsidR="007B4B18" w14:paraId="1F1ED814" w14:textId="77777777" w:rsidTr="006C25FE">
        <w:tc>
          <w:tcPr>
            <w:tcW w:w="2605" w:type="dxa"/>
          </w:tcPr>
          <w:p w14:paraId="0FC6A90E" w14:textId="26795F01" w:rsidR="007B4B18" w:rsidRDefault="007B4B18" w:rsidP="00A11BF5">
            <w:pPr>
              <w:rPr>
                <w:rFonts w:cstheme="minorHAnsi"/>
              </w:rPr>
            </w:pPr>
            <w:r>
              <w:rPr>
                <w:rFonts w:cstheme="minorHAnsi"/>
              </w:rPr>
              <w:t>C. Other</w:t>
            </w:r>
          </w:p>
        </w:tc>
        <w:tc>
          <w:tcPr>
            <w:tcW w:w="7830" w:type="dxa"/>
          </w:tcPr>
          <w:p w14:paraId="53502F8A" w14:textId="77777777" w:rsidR="007B4B18" w:rsidRDefault="007B4B18" w:rsidP="00A11BF5">
            <w:pPr>
              <w:rPr>
                <w:rFonts w:cstheme="minorHAnsi"/>
              </w:rPr>
            </w:pPr>
          </w:p>
        </w:tc>
        <w:tc>
          <w:tcPr>
            <w:tcW w:w="2202" w:type="dxa"/>
          </w:tcPr>
          <w:p w14:paraId="463CA1FA" w14:textId="77777777" w:rsidR="007B4B18" w:rsidRDefault="007B4B18" w:rsidP="00A11BF5">
            <w:pPr>
              <w:rPr>
                <w:rFonts w:cstheme="minorHAnsi"/>
              </w:rPr>
            </w:pPr>
          </w:p>
        </w:tc>
      </w:tr>
      <w:tr w:rsidR="007B4B18" w14:paraId="0EB608CE" w14:textId="77777777" w:rsidTr="00DA5343">
        <w:tc>
          <w:tcPr>
            <w:tcW w:w="2605" w:type="dxa"/>
            <w:tcBorders>
              <w:bottom w:val="single" w:sz="12" w:space="0" w:color="auto"/>
            </w:tcBorders>
          </w:tcPr>
          <w:p w14:paraId="1D276EE1" w14:textId="48763064" w:rsidR="007B4B18" w:rsidRDefault="00DA5343" w:rsidP="00A11BF5">
            <w:pPr>
              <w:rPr>
                <w:rFonts w:cstheme="minorHAnsi"/>
              </w:rPr>
            </w:pPr>
            <w:r>
              <w:rPr>
                <w:rFonts w:cstheme="minorHAnsi"/>
              </w:rPr>
              <w:t>D. Indirect/Admin.</w:t>
            </w:r>
          </w:p>
        </w:tc>
        <w:tc>
          <w:tcPr>
            <w:tcW w:w="7830" w:type="dxa"/>
            <w:tcBorders>
              <w:bottom w:val="single" w:sz="12" w:space="0" w:color="auto"/>
            </w:tcBorders>
          </w:tcPr>
          <w:p w14:paraId="0CD57287" w14:textId="77777777" w:rsidR="007B4B18" w:rsidRDefault="007B4B18" w:rsidP="00A11BF5">
            <w:pPr>
              <w:rPr>
                <w:rFonts w:cstheme="minorHAnsi"/>
              </w:rPr>
            </w:pPr>
          </w:p>
        </w:tc>
        <w:tc>
          <w:tcPr>
            <w:tcW w:w="2202" w:type="dxa"/>
            <w:tcBorders>
              <w:bottom w:val="single" w:sz="12" w:space="0" w:color="auto"/>
            </w:tcBorders>
          </w:tcPr>
          <w:p w14:paraId="73974EC6" w14:textId="77777777" w:rsidR="007B4B18" w:rsidRDefault="007B4B18" w:rsidP="00A11BF5">
            <w:pPr>
              <w:rPr>
                <w:rFonts w:cstheme="minorHAnsi"/>
              </w:rPr>
            </w:pPr>
          </w:p>
        </w:tc>
      </w:tr>
      <w:tr w:rsidR="00DA5343" w14:paraId="623BA516" w14:textId="77777777" w:rsidTr="00A30743">
        <w:tc>
          <w:tcPr>
            <w:tcW w:w="10435" w:type="dxa"/>
            <w:gridSpan w:val="2"/>
            <w:tcBorders>
              <w:top w:val="single" w:sz="12" w:space="0" w:color="auto"/>
            </w:tcBorders>
            <w:shd w:val="clear" w:color="auto" w:fill="E2F4F0" w:themeFill="accent5" w:themeFillTint="33"/>
          </w:tcPr>
          <w:p w14:paraId="42A2FCF0" w14:textId="25EC50CD" w:rsidR="00DA5343" w:rsidRDefault="00DA5343" w:rsidP="00FA3C6F">
            <w:pPr>
              <w:jc w:val="right"/>
              <w:rPr>
                <w:rFonts w:cstheme="minorHAnsi"/>
              </w:rPr>
            </w:pPr>
            <w:r w:rsidRPr="00DA5343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2202" w:type="dxa"/>
            <w:tcBorders>
              <w:top w:val="single" w:sz="12" w:space="0" w:color="auto"/>
            </w:tcBorders>
            <w:shd w:val="clear" w:color="auto" w:fill="E2F4F0" w:themeFill="accent5" w:themeFillTint="33"/>
          </w:tcPr>
          <w:p w14:paraId="01CE4BB9" w14:textId="77777777" w:rsidR="00DA5343" w:rsidRPr="00DA5343" w:rsidRDefault="00DA5343" w:rsidP="00A11BF5">
            <w:pPr>
              <w:rPr>
                <w:rFonts w:cstheme="minorHAnsi"/>
                <w:b/>
                <w:bCs/>
              </w:rPr>
            </w:pPr>
          </w:p>
        </w:tc>
      </w:tr>
    </w:tbl>
    <w:p w14:paraId="4C6287E7" w14:textId="7A696B9F" w:rsidR="00283E05" w:rsidRDefault="00283E05" w:rsidP="67F0EDFE">
      <w:pPr>
        <w:pStyle w:val="Heading3"/>
        <w:rPr>
          <w:rFonts w:cstheme="minorBidi"/>
        </w:rPr>
      </w:pPr>
    </w:p>
    <w:p w14:paraId="5D39BB6A" w14:textId="02BA9E96" w:rsidR="00DA5343" w:rsidRDefault="00DA5343" w:rsidP="00B85593">
      <w:pPr>
        <w:pStyle w:val="Heading3"/>
        <w:rPr>
          <w:rFonts w:cstheme="minorHAnsi"/>
        </w:rPr>
      </w:pPr>
      <w:r>
        <w:t>Problem Gambling Prevention Services Budget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8322"/>
      </w:tblGrid>
      <w:tr w:rsidR="00DA5343" w14:paraId="3F6D2FE1" w14:textId="77777777" w:rsidTr="003744CE">
        <w:tc>
          <w:tcPr>
            <w:tcW w:w="4315" w:type="dxa"/>
            <w:shd w:val="clear" w:color="auto" w:fill="E2F4F0" w:themeFill="accent5" w:themeFillTint="33"/>
          </w:tcPr>
          <w:p w14:paraId="137591BA" w14:textId="77777777" w:rsidR="00DA5343" w:rsidRPr="000F7F63" w:rsidRDefault="00DA5343" w:rsidP="00B85593">
            <w:pPr>
              <w:keepNext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Budget Category</w:t>
            </w:r>
          </w:p>
        </w:tc>
        <w:tc>
          <w:tcPr>
            <w:tcW w:w="8322" w:type="dxa"/>
            <w:shd w:val="clear" w:color="auto" w:fill="E2F4F0" w:themeFill="accent5" w:themeFillTint="33"/>
          </w:tcPr>
          <w:p w14:paraId="206435B5" w14:textId="77777777" w:rsidR="00DA5343" w:rsidRPr="001B16EB" w:rsidRDefault="00DA5343" w:rsidP="003744CE">
            <w:pPr>
              <w:rPr>
                <w:rFonts w:cstheme="minorHAnsi"/>
                <w:b/>
                <w:bCs/>
              </w:rPr>
            </w:pPr>
            <w:r w:rsidRPr="001B16EB">
              <w:rPr>
                <w:rFonts w:cstheme="minorHAnsi"/>
                <w:b/>
                <w:bCs/>
              </w:rPr>
              <w:t>Grant Funds Total</w:t>
            </w:r>
          </w:p>
        </w:tc>
      </w:tr>
      <w:tr w:rsidR="00DA5343" w14:paraId="7CBD5392" w14:textId="77777777" w:rsidTr="003744CE">
        <w:tc>
          <w:tcPr>
            <w:tcW w:w="4315" w:type="dxa"/>
          </w:tcPr>
          <w:p w14:paraId="5AD29D62" w14:textId="77777777" w:rsidR="00DA5343" w:rsidRDefault="00DA5343" w:rsidP="003744CE">
            <w:pPr>
              <w:rPr>
                <w:rFonts w:cstheme="minorHAnsi"/>
              </w:rPr>
            </w:pPr>
            <w:r>
              <w:rPr>
                <w:rFonts w:cstheme="minorHAnsi"/>
              </w:rPr>
              <w:t>Salaries/Fringe</w:t>
            </w:r>
          </w:p>
        </w:tc>
        <w:tc>
          <w:tcPr>
            <w:tcW w:w="8322" w:type="dxa"/>
          </w:tcPr>
          <w:p w14:paraId="5CEC9FDA" w14:textId="77777777" w:rsidR="00DA5343" w:rsidRDefault="00DA5343" w:rsidP="003744CE">
            <w:pPr>
              <w:rPr>
                <w:rFonts w:cstheme="minorHAnsi"/>
              </w:rPr>
            </w:pPr>
          </w:p>
        </w:tc>
      </w:tr>
      <w:tr w:rsidR="00DA5343" w14:paraId="6D79EB00" w14:textId="77777777" w:rsidTr="003744CE">
        <w:tc>
          <w:tcPr>
            <w:tcW w:w="4315" w:type="dxa"/>
          </w:tcPr>
          <w:p w14:paraId="063BFF07" w14:textId="77777777" w:rsidR="00DA5343" w:rsidRDefault="00DA5343" w:rsidP="003744CE">
            <w:pPr>
              <w:rPr>
                <w:rFonts w:cstheme="minorHAnsi"/>
              </w:rPr>
            </w:pPr>
            <w:r>
              <w:rPr>
                <w:rFonts w:cstheme="minorHAnsi"/>
              </w:rPr>
              <w:t>Subcontract</w:t>
            </w:r>
          </w:p>
        </w:tc>
        <w:tc>
          <w:tcPr>
            <w:tcW w:w="8322" w:type="dxa"/>
          </w:tcPr>
          <w:p w14:paraId="46B3741A" w14:textId="77777777" w:rsidR="00DA5343" w:rsidRDefault="00DA5343" w:rsidP="003744CE">
            <w:pPr>
              <w:rPr>
                <w:rFonts w:cstheme="minorHAnsi"/>
              </w:rPr>
            </w:pPr>
          </w:p>
        </w:tc>
      </w:tr>
      <w:tr w:rsidR="00DA5343" w14:paraId="4801D8DB" w14:textId="77777777" w:rsidTr="003744CE">
        <w:tc>
          <w:tcPr>
            <w:tcW w:w="4315" w:type="dxa"/>
          </w:tcPr>
          <w:p w14:paraId="79394BDE" w14:textId="77777777" w:rsidR="00DA5343" w:rsidRDefault="00DA5343" w:rsidP="003744CE">
            <w:pPr>
              <w:rPr>
                <w:rFonts w:cstheme="minorHAnsi"/>
              </w:rPr>
            </w:pPr>
            <w:r>
              <w:rPr>
                <w:rFonts w:cstheme="minorHAnsi"/>
              </w:rPr>
              <w:t>Other</w:t>
            </w:r>
          </w:p>
        </w:tc>
        <w:tc>
          <w:tcPr>
            <w:tcW w:w="8322" w:type="dxa"/>
          </w:tcPr>
          <w:p w14:paraId="26208101" w14:textId="77777777" w:rsidR="00DA5343" w:rsidRDefault="00DA5343" w:rsidP="003744CE">
            <w:pPr>
              <w:rPr>
                <w:rFonts w:cstheme="minorHAnsi"/>
              </w:rPr>
            </w:pPr>
          </w:p>
        </w:tc>
      </w:tr>
      <w:tr w:rsidR="00DA5343" w14:paraId="359901DB" w14:textId="77777777" w:rsidTr="003744CE">
        <w:tc>
          <w:tcPr>
            <w:tcW w:w="4315" w:type="dxa"/>
          </w:tcPr>
          <w:p w14:paraId="09E92D11" w14:textId="77777777" w:rsidR="00DA5343" w:rsidRDefault="00DA5343" w:rsidP="003744CE">
            <w:pPr>
              <w:rPr>
                <w:rFonts w:cstheme="minorHAnsi"/>
              </w:rPr>
            </w:pPr>
            <w:r>
              <w:rPr>
                <w:rFonts w:cstheme="minorHAnsi"/>
              </w:rPr>
              <w:t>Indirect or Administrative Costs</w:t>
            </w:r>
          </w:p>
        </w:tc>
        <w:tc>
          <w:tcPr>
            <w:tcW w:w="8322" w:type="dxa"/>
          </w:tcPr>
          <w:p w14:paraId="5172A10B" w14:textId="77777777" w:rsidR="00DA5343" w:rsidRDefault="00DA5343" w:rsidP="003744CE">
            <w:pPr>
              <w:rPr>
                <w:rFonts w:cstheme="minorHAnsi"/>
              </w:rPr>
            </w:pPr>
          </w:p>
        </w:tc>
      </w:tr>
      <w:tr w:rsidR="00FA3C6F" w14:paraId="225C63A5" w14:textId="77777777" w:rsidTr="00283E05">
        <w:tc>
          <w:tcPr>
            <w:tcW w:w="4315" w:type="dxa"/>
            <w:shd w:val="clear" w:color="auto" w:fill="E2F4F0" w:themeFill="accent5" w:themeFillTint="33"/>
          </w:tcPr>
          <w:p w14:paraId="1D25904E" w14:textId="614FBE7B" w:rsidR="00FA3C6F" w:rsidRPr="00FA3C6F" w:rsidRDefault="00FA3C6F" w:rsidP="00FA3C6F">
            <w:pPr>
              <w:jc w:val="righ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8322" w:type="dxa"/>
            <w:shd w:val="clear" w:color="auto" w:fill="E2F4F0" w:themeFill="accent5" w:themeFillTint="33"/>
          </w:tcPr>
          <w:p w14:paraId="451DC6B2" w14:textId="77777777" w:rsidR="00FA3C6F" w:rsidRDefault="00FA3C6F" w:rsidP="003744CE">
            <w:pPr>
              <w:rPr>
                <w:rFonts w:cstheme="minorHAnsi"/>
              </w:rPr>
            </w:pPr>
          </w:p>
        </w:tc>
      </w:tr>
    </w:tbl>
    <w:p w14:paraId="49E906C0" w14:textId="77777777" w:rsidR="00DA5343" w:rsidRPr="00EF2A58" w:rsidRDefault="00DA5343" w:rsidP="00DA5343">
      <w:pPr>
        <w:pStyle w:val="Heading3"/>
        <w:rPr>
          <w:sz w:val="18"/>
          <w:szCs w:val="18"/>
        </w:rPr>
      </w:pPr>
    </w:p>
    <w:p w14:paraId="56F7F715" w14:textId="4AE29D0B" w:rsidR="00EF2A58" w:rsidRPr="00EF2A58" w:rsidRDefault="00DA5343" w:rsidP="00B85593">
      <w:pPr>
        <w:pStyle w:val="Heading3"/>
      </w:pPr>
      <w:r>
        <w:t>Problem Gambling Prevention Services Budget Justification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7830"/>
        <w:gridCol w:w="2202"/>
      </w:tblGrid>
      <w:tr w:rsidR="00DA5343" w14:paraId="4B9D36CF" w14:textId="77777777" w:rsidTr="67F0EDFE">
        <w:tc>
          <w:tcPr>
            <w:tcW w:w="2605" w:type="dxa"/>
            <w:shd w:val="clear" w:color="auto" w:fill="E2F4F0" w:themeFill="accent5" w:themeFillTint="33"/>
          </w:tcPr>
          <w:p w14:paraId="41CD3122" w14:textId="77777777" w:rsidR="00DA5343" w:rsidRDefault="00DA5343" w:rsidP="00B85593">
            <w:pPr>
              <w:keepNext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Budget Category</w:t>
            </w:r>
          </w:p>
        </w:tc>
        <w:tc>
          <w:tcPr>
            <w:tcW w:w="7830" w:type="dxa"/>
            <w:shd w:val="clear" w:color="auto" w:fill="E2F4F0" w:themeFill="accent5" w:themeFillTint="33"/>
          </w:tcPr>
          <w:p w14:paraId="77E2B1DA" w14:textId="77777777" w:rsidR="00DA5343" w:rsidRPr="00B61717" w:rsidRDefault="00DA5343" w:rsidP="003744CE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Details</w:t>
            </w:r>
          </w:p>
        </w:tc>
        <w:tc>
          <w:tcPr>
            <w:tcW w:w="2202" w:type="dxa"/>
            <w:shd w:val="clear" w:color="auto" w:fill="E2F4F0" w:themeFill="accent5" w:themeFillTint="33"/>
          </w:tcPr>
          <w:p w14:paraId="4ECDE37E" w14:textId="77777777" w:rsidR="00DA5343" w:rsidRPr="006C25FE" w:rsidRDefault="00DA5343" w:rsidP="003744CE">
            <w:pPr>
              <w:rPr>
                <w:rFonts w:cstheme="minorHAnsi"/>
                <w:b/>
                <w:bCs/>
              </w:rPr>
            </w:pPr>
            <w:r w:rsidRPr="006C25FE">
              <w:rPr>
                <w:rFonts w:cstheme="minorHAnsi"/>
                <w:b/>
                <w:bCs/>
              </w:rPr>
              <w:t>Grant Funds</w:t>
            </w:r>
          </w:p>
        </w:tc>
      </w:tr>
      <w:tr w:rsidR="00DA5343" w14:paraId="6856E889" w14:textId="77777777" w:rsidTr="67F0EDFE">
        <w:tc>
          <w:tcPr>
            <w:tcW w:w="2605" w:type="dxa"/>
          </w:tcPr>
          <w:p w14:paraId="694C7B76" w14:textId="77777777" w:rsidR="00DA5343" w:rsidRDefault="00DA5343" w:rsidP="003744CE">
            <w:pPr>
              <w:rPr>
                <w:rFonts w:cstheme="minorHAnsi"/>
              </w:rPr>
            </w:pPr>
            <w:r>
              <w:rPr>
                <w:rFonts w:cstheme="minorHAnsi"/>
              </w:rPr>
              <w:t>A. Salaries/Fringe</w:t>
            </w:r>
          </w:p>
        </w:tc>
        <w:tc>
          <w:tcPr>
            <w:tcW w:w="7830" w:type="dxa"/>
          </w:tcPr>
          <w:p w14:paraId="36295D05" w14:textId="77777777" w:rsidR="00DA5343" w:rsidRDefault="00DA5343" w:rsidP="003744CE">
            <w:pPr>
              <w:rPr>
                <w:rFonts w:cstheme="minorHAnsi"/>
              </w:rPr>
            </w:pPr>
          </w:p>
        </w:tc>
        <w:tc>
          <w:tcPr>
            <w:tcW w:w="2202" w:type="dxa"/>
          </w:tcPr>
          <w:p w14:paraId="6BE26C05" w14:textId="77777777" w:rsidR="00DA5343" w:rsidRDefault="00DA5343" w:rsidP="003744CE">
            <w:pPr>
              <w:rPr>
                <w:rFonts w:cstheme="minorHAnsi"/>
              </w:rPr>
            </w:pPr>
          </w:p>
        </w:tc>
      </w:tr>
      <w:tr w:rsidR="00DA5343" w14:paraId="11CFA60C" w14:textId="77777777" w:rsidTr="67F0EDFE">
        <w:tc>
          <w:tcPr>
            <w:tcW w:w="2605" w:type="dxa"/>
          </w:tcPr>
          <w:p w14:paraId="6923BF30" w14:textId="77777777" w:rsidR="00DA5343" w:rsidRDefault="00DA5343" w:rsidP="003744CE">
            <w:pPr>
              <w:rPr>
                <w:rFonts w:cstheme="minorHAnsi"/>
              </w:rPr>
            </w:pPr>
            <w:r>
              <w:rPr>
                <w:rFonts w:cstheme="minorHAnsi"/>
              </w:rPr>
              <w:t>A. Salaries/Fringe</w:t>
            </w:r>
          </w:p>
        </w:tc>
        <w:tc>
          <w:tcPr>
            <w:tcW w:w="7830" w:type="dxa"/>
          </w:tcPr>
          <w:p w14:paraId="1B6A721A" w14:textId="77777777" w:rsidR="00DA5343" w:rsidRDefault="00DA5343" w:rsidP="003744CE">
            <w:pPr>
              <w:rPr>
                <w:rFonts w:cstheme="minorHAnsi"/>
              </w:rPr>
            </w:pPr>
          </w:p>
        </w:tc>
        <w:tc>
          <w:tcPr>
            <w:tcW w:w="2202" w:type="dxa"/>
          </w:tcPr>
          <w:p w14:paraId="5DA804DE" w14:textId="77777777" w:rsidR="00DA5343" w:rsidRDefault="00DA5343" w:rsidP="003744CE">
            <w:pPr>
              <w:rPr>
                <w:rFonts w:cstheme="minorHAnsi"/>
              </w:rPr>
            </w:pPr>
          </w:p>
        </w:tc>
      </w:tr>
      <w:tr w:rsidR="00DA5343" w14:paraId="36D6C50F" w14:textId="77777777" w:rsidTr="67F0EDFE">
        <w:tc>
          <w:tcPr>
            <w:tcW w:w="2605" w:type="dxa"/>
          </w:tcPr>
          <w:p w14:paraId="6621D553" w14:textId="77777777" w:rsidR="00DA5343" w:rsidRDefault="00DA5343" w:rsidP="003744CE">
            <w:pPr>
              <w:rPr>
                <w:rFonts w:cstheme="minorHAnsi"/>
              </w:rPr>
            </w:pPr>
            <w:r>
              <w:rPr>
                <w:rFonts w:cstheme="minorHAnsi"/>
              </w:rPr>
              <w:t>A. Salaries/Fringe</w:t>
            </w:r>
          </w:p>
        </w:tc>
        <w:tc>
          <w:tcPr>
            <w:tcW w:w="7830" w:type="dxa"/>
          </w:tcPr>
          <w:p w14:paraId="3B01CF7B" w14:textId="77777777" w:rsidR="00DA5343" w:rsidRDefault="00DA5343" w:rsidP="003744CE">
            <w:pPr>
              <w:rPr>
                <w:rFonts w:cstheme="minorHAnsi"/>
              </w:rPr>
            </w:pPr>
          </w:p>
        </w:tc>
        <w:tc>
          <w:tcPr>
            <w:tcW w:w="2202" w:type="dxa"/>
          </w:tcPr>
          <w:p w14:paraId="4F8184F7" w14:textId="77777777" w:rsidR="00DA5343" w:rsidRDefault="00DA5343" w:rsidP="003744CE">
            <w:pPr>
              <w:rPr>
                <w:rFonts w:cstheme="minorHAnsi"/>
              </w:rPr>
            </w:pPr>
          </w:p>
        </w:tc>
      </w:tr>
      <w:tr w:rsidR="00DA5343" w14:paraId="2C5AA646" w14:textId="77777777" w:rsidTr="67F0EDFE">
        <w:tc>
          <w:tcPr>
            <w:tcW w:w="2605" w:type="dxa"/>
          </w:tcPr>
          <w:p w14:paraId="6852954E" w14:textId="77777777" w:rsidR="00DA5343" w:rsidRDefault="00DA5343" w:rsidP="003744CE">
            <w:pPr>
              <w:rPr>
                <w:rFonts w:cstheme="minorHAnsi"/>
              </w:rPr>
            </w:pPr>
            <w:r>
              <w:rPr>
                <w:rFonts w:cstheme="minorHAnsi"/>
              </w:rPr>
              <w:t>B. Subcontract</w:t>
            </w:r>
          </w:p>
        </w:tc>
        <w:tc>
          <w:tcPr>
            <w:tcW w:w="7830" w:type="dxa"/>
          </w:tcPr>
          <w:p w14:paraId="4336CEC4" w14:textId="77777777" w:rsidR="00DA5343" w:rsidRDefault="00DA5343" w:rsidP="003744CE">
            <w:pPr>
              <w:rPr>
                <w:rFonts w:cstheme="minorHAnsi"/>
              </w:rPr>
            </w:pPr>
          </w:p>
        </w:tc>
        <w:tc>
          <w:tcPr>
            <w:tcW w:w="2202" w:type="dxa"/>
          </w:tcPr>
          <w:p w14:paraId="28A71197" w14:textId="77777777" w:rsidR="00DA5343" w:rsidRDefault="00DA5343" w:rsidP="003744CE">
            <w:pPr>
              <w:rPr>
                <w:rFonts w:cstheme="minorHAnsi"/>
              </w:rPr>
            </w:pPr>
          </w:p>
        </w:tc>
      </w:tr>
      <w:tr w:rsidR="00DA5343" w14:paraId="511FD915" w14:textId="77777777" w:rsidTr="67F0EDFE">
        <w:tc>
          <w:tcPr>
            <w:tcW w:w="2605" w:type="dxa"/>
          </w:tcPr>
          <w:p w14:paraId="2CA98BCB" w14:textId="77777777" w:rsidR="00DA5343" w:rsidRDefault="00DA5343" w:rsidP="003744CE">
            <w:pPr>
              <w:rPr>
                <w:rFonts w:cstheme="minorHAnsi"/>
              </w:rPr>
            </w:pPr>
            <w:r>
              <w:rPr>
                <w:rFonts w:cstheme="minorHAnsi"/>
              </w:rPr>
              <w:t>B. Subcontract</w:t>
            </w:r>
          </w:p>
        </w:tc>
        <w:tc>
          <w:tcPr>
            <w:tcW w:w="7830" w:type="dxa"/>
          </w:tcPr>
          <w:p w14:paraId="7F64C5B5" w14:textId="77777777" w:rsidR="00DA5343" w:rsidRDefault="00DA5343" w:rsidP="003744CE">
            <w:pPr>
              <w:rPr>
                <w:rFonts w:cstheme="minorHAnsi"/>
              </w:rPr>
            </w:pPr>
          </w:p>
        </w:tc>
        <w:tc>
          <w:tcPr>
            <w:tcW w:w="2202" w:type="dxa"/>
          </w:tcPr>
          <w:p w14:paraId="58019E39" w14:textId="77777777" w:rsidR="00DA5343" w:rsidRDefault="00DA5343" w:rsidP="003744CE">
            <w:pPr>
              <w:rPr>
                <w:rFonts w:cstheme="minorHAnsi"/>
              </w:rPr>
            </w:pPr>
          </w:p>
        </w:tc>
      </w:tr>
      <w:tr w:rsidR="00DA5343" w14:paraId="632A34BA" w14:textId="77777777" w:rsidTr="67F0EDFE">
        <w:tc>
          <w:tcPr>
            <w:tcW w:w="2605" w:type="dxa"/>
          </w:tcPr>
          <w:p w14:paraId="4DD7D571" w14:textId="77777777" w:rsidR="00DA5343" w:rsidRDefault="00DA5343" w:rsidP="003744CE">
            <w:pPr>
              <w:rPr>
                <w:rFonts w:cstheme="minorHAnsi"/>
              </w:rPr>
            </w:pPr>
            <w:r>
              <w:rPr>
                <w:rFonts w:cstheme="minorHAnsi"/>
              </w:rPr>
              <w:t>C. Other</w:t>
            </w:r>
          </w:p>
        </w:tc>
        <w:tc>
          <w:tcPr>
            <w:tcW w:w="7830" w:type="dxa"/>
          </w:tcPr>
          <w:p w14:paraId="6C242F95" w14:textId="77777777" w:rsidR="00DA5343" w:rsidRDefault="00DA5343" w:rsidP="003744CE">
            <w:pPr>
              <w:rPr>
                <w:rFonts w:cstheme="minorHAnsi"/>
              </w:rPr>
            </w:pPr>
          </w:p>
        </w:tc>
        <w:tc>
          <w:tcPr>
            <w:tcW w:w="2202" w:type="dxa"/>
          </w:tcPr>
          <w:p w14:paraId="434257AC" w14:textId="77777777" w:rsidR="00DA5343" w:rsidRDefault="00DA5343" w:rsidP="003744CE">
            <w:pPr>
              <w:rPr>
                <w:rFonts w:cstheme="minorHAnsi"/>
              </w:rPr>
            </w:pPr>
          </w:p>
        </w:tc>
      </w:tr>
      <w:tr w:rsidR="00DA5343" w14:paraId="284319FD" w14:textId="77777777" w:rsidTr="67F0EDFE">
        <w:tc>
          <w:tcPr>
            <w:tcW w:w="2605" w:type="dxa"/>
          </w:tcPr>
          <w:p w14:paraId="6535BC34" w14:textId="77777777" w:rsidR="00DA5343" w:rsidRDefault="00DA5343" w:rsidP="003744CE">
            <w:pPr>
              <w:rPr>
                <w:rFonts w:cstheme="minorHAnsi"/>
              </w:rPr>
            </w:pPr>
            <w:r>
              <w:rPr>
                <w:rFonts w:cstheme="minorHAnsi"/>
              </w:rPr>
              <w:t>C. Other</w:t>
            </w:r>
          </w:p>
        </w:tc>
        <w:tc>
          <w:tcPr>
            <w:tcW w:w="7830" w:type="dxa"/>
          </w:tcPr>
          <w:p w14:paraId="598201AA" w14:textId="77777777" w:rsidR="00DA5343" w:rsidRDefault="00DA5343" w:rsidP="003744CE">
            <w:pPr>
              <w:rPr>
                <w:rFonts w:cstheme="minorHAnsi"/>
              </w:rPr>
            </w:pPr>
          </w:p>
        </w:tc>
        <w:tc>
          <w:tcPr>
            <w:tcW w:w="2202" w:type="dxa"/>
          </w:tcPr>
          <w:p w14:paraId="6B86AA60" w14:textId="77777777" w:rsidR="00DA5343" w:rsidRDefault="00DA5343" w:rsidP="003744CE">
            <w:pPr>
              <w:rPr>
                <w:rFonts w:cstheme="minorHAnsi"/>
              </w:rPr>
            </w:pPr>
          </w:p>
        </w:tc>
      </w:tr>
      <w:tr w:rsidR="00DA5343" w14:paraId="6CDCC8EB" w14:textId="77777777" w:rsidTr="67F0EDFE">
        <w:tc>
          <w:tcPr>
            <w:tcW w:w="2605" w:type="dxa"/>
            <w:tcBorders>
              <w:bottom w:val="single" w:sz="12" w:space="0" w:color="auto"/>
            </w:tcBorders>
          </w:tcPr>
          <w:p w14:paraId="65DA21BC" w14:textId="77777777" w:rsidR="00DA5343" w:rsidRDefault="00DA5343" w:rsidP="003744CE">
            <w:pPr>
              <w:rPr>
                <w:rFonts w:cstheme="minorHAnsi"/>
              </w:rPr>
            </w:pPr>
            <w:r>
              <w:rPr>
                <w:rFonts w:cstheme="minorHAnsi"/>
              </w:rPr>
              <w:t>D. Indirect/Admin.</w:t>
            </w:r>
          </w:p>
        </w:tc>
        <w:tc>
          <w:tcPr>
            <w:tcW w:w="7830" w:type="dxa"/>
            <w:tcBorders>
              <w:bottom w:val="single" w:sz="12" w:space="0" w:color="auto"/>
            </w:tcBorders>
          </w:tcPr>
          <w:p w14:paraId="7C4D133E" w14:textId="77777777" w:rsidR="00DA5343" w:rsidRDefault="00DA5343" w:rsidP="003744CE">
            <w:pPr>
              <w:rPr>
                <w:rFonts w:cstheme="minorHAnsi"/>
              </w:rPr>
            </w:pPr>
          </w:p>
        </w:tc>
        <w:tc>
          <w:tcPr>
            <w:tcW w:w="2202" w:type="dxa"/>
            <w:tcBorders>
              <w:bottom w:val="single" w:sz="12" w:space="0" w:color="auto"/>
            </w:tcBorders>
          </w:tcPr>
          <w:p w14:paraId="33E82B95" w14:textId="77777777" w:rsidR="00DA5343" w:rsidRDefault="00DA5343" w:rsidP="003744CE">
            <w:pPr>
              <w:rPr>
                <w:rFonts w:cstheme="minorHAnsi"/>
              </w:rPr>
            </w:pPr>
          </w:p>
        </w:tc>
      </w:tr>
      <w:tr w:rsidR="00DA5343" w14:paraId="54EE1192" w14:textId="77777777" w:rsidTr="67F0EDFE">
        <w:trPr>
          <w:trHeight w:val="300"/>
        </w:trPr>
        <w:tc>
          <w:tcPr>
            <w:tcW w:w="10435" w:type="dxa"/>
            <w:gridSpan w:val="2"/>
            <w:tcBorders>
              <w:top w:val="single" w:sz="12" w:space="0" w:color="auto"/>
            </w:tcBorders>
            <w:shd w:val="clear" w:color="auto" w:fill="E2F4F0" w:themeFill="accent5" w:themeFillTint="33"/>
          </w:tcPr>
          <w:p w14:paraId="6D14DEBF" w14:textId="77777777" w:rsidR="00DA5343" w:rsidRDefault="00DA5343" w:rsidP="003744CE">
            <w:pPr>
              <w:rPr>
                <w:rFonts w:cstheme="minorHAnsi"/>
              </w:rPr>
            </w:pPr>
            <w:r w:rsidRPr="00DA5343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2202" w:type="dxa"/>
            <w:tcBorders>
              <w:top w:val="single" w:sz="12" w:space="0" w:color="auto"/>
            </w:tcBorders>
            <w:shd w:val="clear" w:color="auto" w:fill="E2F4F0" w:themeFill="accent5" w:themeFillTint="33"/>
          </w:tcPr>
          <w:p w14:paraId="54B23D7F" w14:textId="77777777" w:rsidR="00DA5343" w:rsidRPr="00DA5343" w:rsidRDefault="00DA5343" w:rsidP="003744CE">
            <w:pPr>
              <w:rPr>
                <w:rFonts w:cstheme="minorHAnsi"/>
                <w:b/>
                <w:bCs/>
              </w:rPr>
            </w:pPr>
          </w:p>
        </w:tc>
      </w:tr>
    </w:tbl>
    <w:p w14:paraId="46092B11" w14:textId="77777777" w:rsidR="001A48B4" w:rsidRDefault="001A48B4"/>
    <w:sectPr w:rsidR="001A48B4" w:rsidSect="00EF2A58">
      <w:headerReference w:type="default" r:id="rId11"/>
      <w:footerReference w:type="defaul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B0C7C" w14:textId="77777777" w:rsidR="00A16CB0" w:rsidRDefault="00A16CB0" w:rsidP="00ED0FA2">
      <w:pPr>
        <w:spacing w:after="0" w:line="240" w:lineRule="auto"/>
      </w:pPr>
      <w:r>
        <w:separator/>
      </w:r>
    </w:p>
  </w:endnote>
  <w:endnote w:type="continuationSeparator" w:id="0">
    <w:p w14:paraId="46BE67AC" w14:textId="77777777" w:rsidR="00A16CB0" w:rsidRDefault="00A16CB0" w:rsidP="00ED0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7CC51" w14:textId="0DADBBF8" w:rsidR="003F2DD4" w:rsidRPr="00B85593" w:rsidRDefault="00B85593">
    <w:pPr>
      <w:pStyle w:val="Footer"/>
      <w:rPr>
        <w:sz w:val="20"/>
        <w:szCs w:val="20"/>
      </w:rPr>
    </w:pPr>
    <w:r w:rsidRPr="00B85593">
      <w:rPr>
        <w:sz w:val="20"/>
        <w:szCs w:val="20"/>
      </w:rPr>
      <w:t>470-0212 (07/25)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E3259" w14:textId="77777777" w:rsidR="00A16CB0" w:rsidRDefault="00A16CB0" w:rsidP="00ED0FA2">
      <w:pPr>
        <w:spacing w:after="0" w:line="240" w:lineRule="auto"/>
      </w:pPr>
      <w:r>
        <w:separator/>
      </w:r>
    </w:p>
  </w:footnote>
  <w:footnote w:type="continuationSeparator" w:id="0">
    <w:p w14:paraId="0A8BF048" w14:textId="77777777" w:rsidR="00A16CB0" w:rsidRDefault="00A16CB0" w:rsidP="00ED0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F5AB4" w14:textId="1C6C9A50" w:rsidR="00ED0FA2" w:rsidRPr="00A63588" w:rsidRDefault="00B85593" w:rsidP="00A63588">
    <w:pPr>
      <w:pStyle w:val="Header"/>
    </w:pPr>
    <w:sdt>
      <w:sdtPr>
        <w:id w:val="-299226834"/>
        <w:docPartObj>
          <w:docPartGallery w:val="Watermarks"/>
          <w:docPartUnique/>
        </w:docPartObj>
      </w:sdtPr>
      <w:sdtEndPr/>
      <w:sdtContent>
        <w:r w:rsidR="01135AC7">
          <w:rPr>
            <w:noProof/>
          </w:rPr>
          <w:drawing>
            <wp:inline distT="0" distB="0" distL="0" distR="0" wp14:anchorId="271DD084" wp14:editId="380143AD">
              <wp:extent cx="2232025" cy="250190"/>
              <wp:effectExtent l="0" t="0" r="0" b="0"/>
              <wp:docPr id="1935502193" name="Graphic 1056184939" descr="This is alt text to describe a three column graphic. Alt text should be concis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Graphic 105618493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32025" cy="2501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sdtContent>
    </w:sdt>
    <w:r w:rsidR="007E0B4A">
      <w:rPr>
        <w:noProof/>
      </w:rPr>
      <mc:AlternateContent>
        <mc:Choice Requires="wps">
          <w:drawing>
            <wp:inline distT="0" distB="0" distL="0" distR="0" wp14:anchorId="2B3F1C5A" wp14:editId="22486889">
              <wp:extent cx="8277225" cy="9525"/>
              <wp:effectExtent l="0" t="0" r="28575" b="28575"/>
              <wp:docPr id="113510208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27722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87F0355" id="Straight Connector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" strokecolor="#04627a [3204]" strokeweight=".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DA032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4D1CC0"/>
    <w:multiLevelType w:val="hybridMultilevel"/>
    <w:tmpl w:val="666EF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37B5F"/>
    <w:multiLevelType w:val="multilevel"/>
    <w:tmpl w:val="8042E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BB1636D"/>
    <w:multiLevelType w:val="multilevel"/>
    <w:tmpl w:val="2612D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0971D09"/>
    <w:multiLevelType w:val="hybridMultilevel"/>
    <w:tmpl w:val="0DE8E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3277F8"/>
    <w:multiLevelType w:val="hybridMultilevel"/>
    <w:tmpl w:val="7A1E70F6"/>
    <w:lvl w:ilvl="0" w:tplc="913E93A4">
      <w:start w:val="1"/>
      <w:numFmt w:val="bullet"/>
      <w:pStyle w:val="ListNumber2"/>
      <w:lvlText w:val=""/>
      <w:lvlJc w:val="left"/>
      <w:pPr>
        <w:ind w:left="720" w:hanging="360"/>
      </w:pPr>
      <w:rPr>
        <w:rFonts w:ascii="Wingdings 3" w:hAnsi="Wingdings 3" w:hint="default"/>
        <w:color w:val="04627A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F8419F"/>
    <w:multiLevelType w:val="hybridMultilevel"/>
    <w:tmpl w:val="33C2F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A0DA2"/>
    <w:multiLevelType w:val="multilevel"/>
    <w:tmpl w:val="62501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69E0D7F"/>
    <w:multiLevelType w:val="multilevel"/>
    <w:tmpl w:val="C2AA8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ED3699C"/>
    <w:multiLevelType w:val="multilevel"/>
    <w:tmpl w:val="BB229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F2E1013"/>
    <w:multiLevelType w:val="hybridMultilevel"/>
    <w:tmpl w:val="A57624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EC32F0"/>
    <w:multiLevelType w:val="multilevel"/>
    <w:tmpl w:val="CEB0D314"/>
    <w:lvl w:ilvl="0">
      <w:start w:val="1"/>
      <w:numFmt w:val="bullet"/>
      <w:lvlText w:val=""/>
      <w:lvlJc w:val="left"/>
      <w:pPr>
        <w:ind w:left="360" w:hanging="360"/>
      </w:pPr>
      <w:rPr>
        <w:rFonts w:ascii="Wingdings 3" w:hAnsi="Wingdings 3" w:hint="default"/>
        <w:color w:val="04627A" w:themeColor="accent1"/>
      </w:rPr>
    </w:lvl>
    <w:lvl w:ilvl="1">
      <w:start w:val="1"/>
      <w:numFmt w:val="bullet"/>
      <w:lvlText w:val="•"/>
      <w:lvlJc w:val="left"/>
      <w:pPr>
        <w:tabs>
          <w:tab w:val="num" w:pos="648"/>
        </w:tabs>
        <w:ind w:left="720" w:hanging="360"/>
      </w:pPr>
      <w:rPr>
        <w:rFonts w:ascii="Cambria" w:hAnsi="Cambria" w:hint="default"/>
        <w:color w:val="04627A" w:themeColor="accent1"/>
      </w:rPr>
    </w:lvl>
    <w:lvl w:ilvl="2">
      <w:start w:val="1"/>
      <w:numFmt w:val="bullet"/>
      <w:lvlText w:val="•"/>
      <w:lvlJc w:val="left"/>
      <w:pPr>
        <w:tabs>
          <w:tab w:val="num" w:pos="1008"/>
        </w:tabs>
        <w:ind w:left="1080" w:hanging="360"/>
      </w:pPr>
      <w:rPr>
        <w:rFonts w:ascii="Cambria" w:hAnsi="Cambria" w:hint="default"/>
        <w:color w:val="04627A" w:themeColor="accent1"/>
      </w:rPr>
    </w:lvl>
    <w:lvl w:ilvl="3">
      <w:start w:val="1"/>
      <w:numFmt w:val="bullet"/>
      <w:lvlText w:val="•"/>
      <w:lvlJc w:val="left"/>
      <w:pPr>
        <w:tabs>
          <w:tab w:val="num" w:pos="1368"/>
        </w:tabs>
        <w:ind w:left="1440" w:hanging="360"/>
      </w:pPr>
      <w:rPr>
        <w:rFonts w:ascii="Cambria" w:hAnsi="Cambria" w:hint="default"/>
        <w:color w:val="04627A" w:themeColor="accent1"/>
      </w:rPr>
    </w:lvl>
    <w:lvl w:ilvl="4">
      <w:start w:val="1"/>
      <w:numFmt w:val="bullet"/>
      <w:lvlText w:val="•"/>
      <w:lvlJc w:val="left"/>
      <w:pPr>
        <w:tabs>
          <w:tab w:val="num" w:pos="1728"/>
        </w:tabs>
        <w:ind w:left="1800" w:hanging="360"/>
      </w:pPr>
      <w:rPr>
        <w:rFonts w:ascii="Cambria" w:hAnsi="Cambria" w:hint="default"/>
        <w:color w:val="04627A" w:themeColor="accent1"/>
      </w:rPr>
    </w:lvl>
    <w:lvl w:ilvl="5">
      <w:start w:val="1"/>
      <w:numFmt w:val="bullet"/>
      <w:lvlText w:val=""/>
      <w:lvlJc w:val="left"/>
      <w:pPr>
        <w:tabs>
          <w:tab w:val="num" w:pos="2088"/>
        </w:tabs>
        <w:ind w:left="2160" w:hanging="360"/>
      </w:pPr>
      <w:rPr>
        <w:rFonts w:ascii="Wingdings" w:hAnsi="Wingdings" w:hint="default"/>
        <w:color w:val="04627A" w:themeColor="accent1"/>
      </w:rPr>
    </w:lvl>
    <w:lvl w:ilvl="6">
      <w:start w:val="1"/>
      <w:numFmt w:val="bullet"/>
      <w:lvlText w:val=""/>
      <w:lvlJc w:val="left"/>
      <w:pPr>
        <w:tabs>
          <w:tab w:val="num" w:pos="2448"/>
        </w:tabs>
        <w:ind w:left="2520" w:hanging="360"/>
      </w:pPr>
      <w:rPr>
        <w:rFonts w:ascii="Symbol" w:hAnsi="Symbol" w:hint="default"/>
        <w:color w:val="04627A" w:themeColor="accent1"/>
      </w:rPr>
    </w:lvl>
    <w:lvl w:ilvl="7">
      <w:start w:val="1"/>
      <w:numFmt w:val="bullet"/>
      <w:lvlText w:val="o"/>
      <w:lvlJc w:val="left"/>
      <w:pPr>
        <w:tabs>
          <w:tab w:val="num" w:pos="2808"/>
        </w:tabs>
        <w:ind w:left="2880" w:hanging="360"/>
      </w:pPr>
      <w:rPr>
        <w:rFonts w:ascii="Courier New" w:hAnsi="Courier New" w:hint="default"/>
        <w:color w:val="04627A" w:themeColor="accent1"/>
      </w:rPr>
    </w:lvl>
    <w:lvl w:ilvl="8">
      <w:start w:val="1"/>
      <w:numFmt w:val="bullet"/>
      <w:lvlText w:val=""/>
      <w:lvlJc w:val="left"/>
      <w:pPr>
        <w:tabs>
          <w:tab w:val="num" w:pos="3168"/>
        </w:tabs>
        <w:ind w:left="3240" w:hanging="360"/>
      </w:pPr>
      <w:rPr>
        <w:rFonts w:ascii="Wingdings" w:hAnsi="Wingdings" w:hint="default"/>
        <w:color w:val="04627A" w:themeColor="accent1"/>
      </w:rPr>
    </w:lvl>
  </w:abstractNum>
  <w:num w:numId="1" w16cid:durableId="2016568147">
    <w:abstractNumId w:val="4"/>
  </w:num>
  <w:num w:numId="2" w16cid:durableId="529688289">
    <w:abstractNumId w:val="6"/>
  </w:num>
  <w:num w:numId="3" w16cid:durableId="655499794">
    <w:abstractNumId w:val="1"/>
  </w:num>
  <w:num w:numId="4" w16cid:durableId="1634825399">
    <w:abstractNumId w:val="10"/>
  </w:num>
  <w:num w:numId="5" w16cid:durableId="148131918">
    <w:abstractNumId w:val="0"/>
  </w:num>
  <w:num w:numId="6" w16cid:durableId="567112557">
    <w:abstractNumId w:val="0"/>
  </w:num>
  <w:num w:numId="7" w16cid:durableId="1584215259">
    <w:abstractNumId w:val="11"/>
  </w:num>
  <w:num w:numId="8" w16cid:durableId="1913923778">
    <w:abstractNumId w:val="5"/>
  </w:num>
  <w:num w:numId="9" w16cid:durableId="301354914">
    <w:abstractNumId w:val="3"/>
  </w:num>
  <w:num w:numId="10" w16cid:durableId="1078139637">
    <w:abstractNumId w:val="8"/>
  </w:num>
  <w:num w:numId="11" w16cid:durableId="108282591">
    <w:abstractNumId w:val="2"/>
  </w:num>
  <w:num w:numId="12" w16cid:durableId="660814713">
    <w:abstractNumId w:val="7"/>
  </w:num>
  <w:num w:numId="13" w16cid:durableId="15797497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75"/>
    <w:rsid w:val="00037BD7"/>
    <w:rsid w:val="00051975"/>
    <w:rsid w:val="000822F2"/>
    <w:rsid w:val="000F7F63"/>
    <w:rsid w:val="001A48B4"/>
    <w:rsid w:val="001B16EB"/>
    <w:rsid w:val="001D1A5A"/>
    <w:rsid w:val="001F66B9"/>
    <w:rsid w:val="00220744"/>
    <w:rsid w:val="00235C44"/>
    <w:rsid w:val="00267F6A"/>
    <w:rsid w:val="00283E05"/>
    <w:rsid w:val="00342B93"/>
    <w:rsid w:val="003B72F3"/>
    <w:rsid w:val="003D4E77"/>
    <w:rsid w:val="003F2DD4"/>
    <w:rsid w:val="00474573"/>
    <w:rsid w:val="004D7DFC"/>
    <w:rsid w:val="004E77FB"/>
    <w:rsid w:val="004F6875"/>
    <w:rsid w:val="0051080D"/>
    <w:rsid w:val="00521A34"/>
    <w:rsid w:val="005315CA"/>
    <w:rsid w:val="005E4B50"/>
    <w:rsid w:val="005F0FE4"/>
    <w:rsid w:val="005F587F"/>
    <w:rsid w:val="006303C7"/>
    <w:rsid w:val="006968B0"/>
    <w:rsid w:val="006C25FE"/>
    <w:rsid w:val="0071057A"/>
    <w:rsid w:val="00714B6E"/>
    <w:rsid w:val="00733588"/>
    <w:rsid w:val="007703D7"/>
    <w:rsid w:val="007767FA"/>
    <w:rsid w:val="00787B92"/>
    <w:rsid w:val="00792C32"/>
    <w:rsid w:val="007B4B18"/>
    <w:rsid w:val="007E0B4A"/>
    <w:rsid w:val="00896628"/>
    <w:rsid w:val="008B00EA"/>
    <w:rsid w:val="008C4366"/>
    <w:rsid w:val="008D6F19"/>
    <w:rsid w:val="008F3462"/>
    <w:rsid w:val="009022EC"/>
    <w:rsid w:val="00903F88"/>
    <w:rsid w:val="00914BD3"/>
    <w:rsid w:val="00931436"/>
    <w:rsid w:val="00967CE9"/>
    <w:rsid w:val="009800A3"/>
    <w:rsid w:val="00993715"/>
    <w:rsid w:val="00997A0D"/>
    <w:rsid w:val="009A7736"/>
    <w:rsid w:val="009B5B7D"/>
    <w:rsid w:val="009E560F"/>
    <w:rsid w:val="00A100DE"/>
    <w:rsid w:val="00A11BF5"/>
    <w:rsid w:val="00A16CB0"/>
    <w:rsid w:val="00A57921"/>
    <w:rsid w:val="00A63588"/>
    <w:rsid w:val="00A828ED"/>
    <w:rsid w:val="00A829E8"/>
    <w:rsid w:val="00AB0E01"/>
    <w:rsid w:val="00B33E59"/>
    <w:rsid w:val="00B61717"/>
    <w:rsid w:val="00B64635"/>
    <w:rsid w:val="00B76C76"/>
    <w:rsid w:val="00B85593"/>
    <w:rsid w:val="00BB154A"/>
    <w:rsid w:val="00BD086C"/>
    <w:rsid w:val="00C038CF"/>
    <w:rsid w:val="00C156F5"/>
    <w:rsid w:val="00D36BC3"/>
    <w:rsid w:val="00D570E6"/>
    <w:rsid w:val="00D817D2"/>
    <w:rsid w:val="00DA1414"/>
    <w:rsid w:val="00DA5343"/>
    <w:rsid w:val="00DE0E1F"/>
    <w:rsid w:val="00DF49FC"/>
    <w:rsid w:val="00E368B6"/>
    <w:rsid w:val="00E56292"/>
    <w:rsid w:val="00E56796"/>
    <w:rsid w:val="00E638CA"/>
    <w:rsid w:val="00E77F0D"/>
    <w:rsid w:val="00E84ABA"/>
    <w:rsid w:val="00E92CD0"/>
    <w:rsid w:val="00ED0FA2"/>
    <w:rsid w:val="00EF2A58"/>
    <w:rsid w:val="00F27577"/>
    <w:rsid w:val="00F707FA"/>
    <w:rsid w:val="00FA3C6F"/>
    <w:rsid w:val="00FA5524"/>
    <w:rsid w:val="00FC528A"/>
    <w:rsid w:val="00FD1645"/>
    <w:rsid w:val="00FF1CD1"/>
    <w:rsid w:val="01135AC7"/>
    <w:rsid w:val="02030A43"/>
    <w:rsid w:val="035570D5"/>
    <w:rsid w:val="036FC400"/>
    <w:rsid w:val="0C4E5FB2"/>
    <w:rsid w:val="0D94C7BB"/>
    <w:rsid w:val="0F7820CD"/>
    <w:rsid w:val="10B6A26B"/>
    <w:rsid w:val="1291B002"/>
    <w:rsid w:val="14F0D6BE"/>
    <w:rsid w:val="1510A05F"/>
    <w:rsid w:val="172F2C55"/>
    <w:rsid w:val="18DB26AC"/>
    <w:rsid w:val="1F95BB0C"/>
    <w:rsid w:val="1FB687DC"/>
    <w:rsid w:val="24450BD2"/>
    <w:rsid w:val="256C9F6E"/>
    <w:rsid w:val="2A19C9D0"/>
    <w:rsid w:val="2B115446"/>
    <w:rsid w:val="2D8E0693"/>
    <w:rsid w:val="457DE37F"/>
    <w:rsid w:val="45DA66FD"/>
    <w:rsid w:val="460D068F"/>
    <w:rsid w:val="470E43F6"/>
    <w:rsid w:val="4A2F2657"/>
    <w:rsid w:val="51A42B2E"/>
    <w:rsid w:val="535B1B03"/>
    <w:rsid w:val="56F7DD9C"/>
    <w:rsid w:val="5790805D"/>
    <w:rsid w:val="5D027D8C"/>
    <w:rsid w:val="60CCBB9C"/>
    <w:rsid w:val="64796D37"/>
    <w:rsid w:val="65CCC892"/>
    <w:rsid w:val="67F0EDFE"/>
    <w:rsid w:val="6BBE3FD2"/>
    <w:rsid w:val="715134C8"/>
    <w:rsid w:val="74B88D6F"/>
    <w:rsid w:val="75AA9901"/>
    <w:rsid w:val="7A68D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BFA213"/>
  <w15:chartTrackingRefBased/>
  <w15:docId w15:val="{CF491959-B7B3-4C24-9ADD-3018422C3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E1F"/>
    <w:pPr>
      <w:spacing w:after="120" w:line="264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B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0E1F"/>
    <w:pPr>
      <w:keepNext/>
      <w:keepLines/>
      <w:spacing w:before="40" w:after="0"/>
      <w:outlineLvl w:val="1"/>
    </w:pPr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0E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D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3495B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HSStyle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customStyle="1" w:styleId="HHSStyleChar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87B92"/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E0E1F"/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0E1F"/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ListParagraph">
    <w:name w:val="List Paragraph"/>
    <w:basedOn w:val="Normal"/>
    <w:uiPriority w:val="34"/>
    <w:qFormat/>
    <w:rsid w:val="00787B92"/>
    <w:pPr>
      <w:ind w:left="720"/>
      <w:contextualSpacing/>
    </w:pPr>
  </w:style>
  <w:style w:type="table" w:styleId="GridTable1Light-Accent4">
    <w:name w:val="Grid Table 1 Light Accent 4"/>
    <w:basedOn w:val="TableNormal"/>
    <w:uiPriority w:val="46"/>
    <w:rsid w:val="00787B92"/>
    <w:pPr>
      <w:spacing w:after="0" w:line="240" w:lineRule="auto"/>
    </w:pPr>
    <w:tblPr>
      <w:tblStyleRowBandSize w:val="1"/>
      <w:tblStyleColBandSize w:val="1"/>
      <w:tblBorders>
        <w:top w:val="single" w:sz="4" w:space="0" w:color="81B8DE" w:themeColor="accent4" w:themeTint="66"/>
        <w:left w:val="single" w:sz="4" w:space="0" w:color="81B8DE" w:themeColor="accent4" w:themeTint="66"/>
        <w:bottom w:val="single" w:sz="4" w:space="0" w:color="81B8DE" w:themeColor="accent4" w:themeTint="66"/>
        <w:right w:val="single" w:sz="4" w:space="0" w:color="81B8DE" w:themeColor="accent4" w:themeTint="66"/>
        <w:insideH w:val="single" w:sz="4" w:space="0" w:color="81B8DE" w:themeColor="accent4" w:themeTint="66"/>
        <w:insideV w:val="single" w:sz="4" w:space="0" w:color="81B8D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4">
    <w:name w:val="Grid Table 6 Colorful Accent 4"/>
    <w:basedOn w:val="TableNormal"/>
    <w:uiPriority w:val="51"/>
    <w:rsid w:val="00787B92"/>
    <w:pPr>
      <w:spacing w:after="0" w:line="240" w:lineRule="auto"/>
    </w:pPr>
    <w:rPr>
      <w:color w:val="122F44" w:themeColor="accent4" w:themeShade="BF"/>
    </w:rPr>
    <w:tblPr>
      <w:tblStyleRowBandSize w:val="1"/>
      <w:tblStyleColBandSize w:val="1"/>
      <w:tblBorders>
        <w:top w:val="single" w:sz="4" w:space="0" w:color="4395CD" w:themeColor="accent4" w:themeTint="99"/>
        <w:left w:val="single" w:sz="4" w:space="0" w:color="4395CD" w:themeColor="accent4" w:themeTint="99"/>
        <w:bottom w:val="single" w:sz="4" w:space="0" w:color="4395CD" w:themeColor="accent4" w:themeTint="99"/>
        <w:right w:val="single" w:sz="4" w:space="0" w:color="4395CD" w:themeColor="accent4" w:themeTint="99"/>
        <w:insideH w:val="single" w:sz="4" w:space="0" w:color="4395CD" w:themeColor="accent4" w:themeTint="99"/>
        <w:insideV w:val="single" w:sz="4" w:space="0" w:color="4395C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DBEE" w:themeFill="accent4" w:themeFillTint="33"/>
      </w:tcPr>
    </w:tblStylePr>
    <w:tblStylePr w:type="band1Horz">
      <w:tblPr/>
      <w:tcPr>
        <w:shd w:val="clear" w:color="auto" w:fill="C0DBEE" w:themeFill="accent4" w:themeFillTint="33"/>
      </w:tcPr>
    </w:tblStylePr>
  </w:style>
  <w:style w:type="paragraph" w:styleId="ListBullet">
    <w:name w:val="List Bullet"/>
    <w:basedOn w:val="Normal"/>
    <w:uiPriority w:val="99"/>
    <w:unhideWhenUsed/>
    <w:rsid w:val="00DA1414"/>
    <w:pPr>
      <w:numPr>
        <w:numId w:val="5"/>
      </w:numPr>
      <w:contextualSpacing/>
    </w:pPr>
  </w:style>
  <w:style w:type="paragraph" w:styleId="NoSpacing">
    <w:name w:val="No Spacing"/>
    <w:uiPriority w:val="1"/>
    <w:qFormat/>
    <w:rsid w:val="00DE0E1F"/>
    <w:pPr>
      <w:spacing w:after="0" w:line="240" w:lineRule="auto"/>
    </w:pPr>
    <w:rPr>
      <w:sz w:val="24"/>
    </w:rPr>
  </w:style>
  <w:style w:type="table" w:styleId="ListTable1Light-Accent6">
    <w:name w:val="List Table 1 Light Accent 6"/>
    <w:basedOn w:val="TableNormal"/>
    <w:uiPriority w:val="46"/>
    <w:rsid w:val="005F587F"/>
    <w:pPr>
      <w:spacing w:after="0" w:line="240" w:lineRule="auto"/>
    </w:pPr>
    <w:rPr>
      <w:color w:val="404040" w:themeColor="text1" w:themeTint="BF"/>
      <w:sz w:val="20"/>
      <w:szCs w:val="20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BBA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BB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2" w:themeFill="accent6" w:themeFillTint="33"/>
      </w:tcPr>
    </w:tblStylePr>
    <w:tblStylePr w:type="band1Horz">
      <w:tblPr/>
      <w:tcPr>
        <w:shd w:val="clear" w:color="auto" w:fill="CCE8E2" w:themeFill="accent6" w:themeFillTint="33"/>
      </w:tcPr>
    </w:tblStylePr>
  </w:style>
  <w:style w:type="paragraph" w:styleId="Signature">
    <w:name w:val="Signature"/>
    <w:basedOn w:val="Normal"/>
    <w:link w:val="SignatureChar"/>
    <w:uiPriority w:val="8"/>
    <w:unhideWhenUsed/>
    <w:qFormat/>
    <w:rsid w:val="005F587F"/>
    <w:pPr>
      <w:spacing w:before="720" w:after="0" w:line="312" w:lineRule="auto"/>
      <w:contextualSpacing/>
    </w:pPr>
    <w:rPr>
      <w:b/>
      <w:color w:val="000000" w:themeColor="text1"/>
      <w:kern w:val="20"/>
      <w:sz w:val="22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8"/>
    <w:rsid w:val="005F587F"/>
    <w:rPr>
      <w:b/>
      <w:color w:val="000000" w:themeColor="text1"/>
      <w:kern w:val="20"/>
      <w:szCs w:val="20"/>
      <w:lang w:eastAsia="ja-JP"/>
    </w:rPr>
  </w:style>
  <w:style w:type="paragraph" w:styleId="ListNumber">
    <w:name w:val="List Number"/>
    <w:basedOn w:val="ListNumber2"/>
    <w:autoRedefine/>
    <w:uiPriority w:val="9"/>
    <w:unhideWhenUsed/>
    <w:qFormat/>
    <w:rsid w:val="005F587F"/>
  </w:style>
  <w:style w:type="paragraph" w:styleId="ListNumber2">
    <w:name w:val="List Number 2"/>
    <w:basedOn w:val="Normal"/>
    <w:autoRedefine/>
    <w:uiPriority w:val="10"/>
    <w:qFormat/>
    <w:rsid w:val="005F587F"/>
    <w:pPr>
      <w:numPr>
        <w:numId w:val="8"/>
      </w:numPr>
      <w:spacing w:after="80" w:line="276" w:lineRule="auto"/>
      <w:contextualSpacing/>
    </w:pPr>
    <w:rPr>
      <w:color w:val="000000" w:themeColor="text1"/>
      <w:sz w:val="22"/>
      <w:szCs w:val="20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03D7"/>
    <w:rPr>
      <w:rFonts w:asciiTheme="majorHAnsi" w:eastAsiaTheme="majorEastAsia" w:hAnsiTheme="majorHAnsi" w:cstheme="majorBidi"/>
      <w:iCs/>
      <w:color w:val="03495B" w:themeColor="accent1" w:themeShade="BF"/>
      <w:sz w:val="24"/>
    </w:rPr>
  </w:style>
  <w:style w:type="character" w:styleId="Hyperlink">
    <w:name w:val="Hyperlink"/>
    <w:basedOn w:val="DefaultParagraphFont"/>
    <w:uiPriority w:val="99"/>
    <w:unhideWhenUsed/>
    <w:rsid w:val="00A11BF5"/>
    <w:rPr>
      <w:color w:val="0070C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1BF5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BB154A"/>
  </w:style>
  <w:style w:type="character" w:styleId="PlaceholderText">
    <w:name w:val="Placeholder Text"/>
    <w:basedOn w:val="DefaultParagraphFont"/>
    <w:uiPriority w:val="99"/>
    <w:semiHidden/>
    <w:rsid w:val="00AB0E0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24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2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22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7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3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2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0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07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53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70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78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2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8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47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5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9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2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00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5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4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07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68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8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5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06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3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45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1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77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36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1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94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04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1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36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3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2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1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6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5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79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03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2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07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37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0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52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1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3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7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6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95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24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71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6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5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3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20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3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94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5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2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2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55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2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39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3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7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1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32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52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56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9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4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63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14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9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0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6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7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6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8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7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53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31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3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6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4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8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7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5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79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1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99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7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15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7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33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2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86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87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9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9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14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9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3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7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9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6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3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4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26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3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36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3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0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42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7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46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9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5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03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0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7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2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0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52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3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8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6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1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4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73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3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5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0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6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89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9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03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3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7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4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4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30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wanso0\Downloads\HHS%20Letterhead%20Basic%20(1).dotx" TargetMode="External"/></Relationships>
</file>

<file path=word/theme/theme1.xml><?xml version="1.0" encoding="utf-8"?>
<a:theme xmlns:a="http://schemas.openxmlformats.org/drawingml/2006/main" name="Gov Office 2024 theme">
  <a:themeElements>
    <a:clrScheme name="Gov Office Swatches">
      <a:dk1>
        <a:sysClr val="windowText" lastClr="000000"/>
      </a:dk1>
      <a:lt1>
        <a:sysClr val="window" lastClr="FFFFFF"/>
      </a:lt1>
      <a:dk2>
        <a:srgbClr val="4B4D4F"/>
      </a:dk2>
      <a:lt2>
        <a:srgbClr val="E7E6E6"/>
      </a:lt2>
      <a:accent1>
        <a:srgbClr val="04627A"/>
      </a:accent1>
      <a:accent2>
        <a:srgbClr val="C6D668"/>
      </a:accent2>
      <a:accent3>
        <a:srgbClr val="E0A626"/>
      </a:accent3>
      <a:accent4>
        <a:srgbClr val="18405B"/>
      </a:accent4>
      <a:accent5>
        <a:srgbClr val="70C8B8"/>
      </a:accent5>
      <a:accent6>
        <a:srgbClr val="2C6358"/>
      </a:accent6>
      <a:hlink>
        <a:srgbClr val="0070C0"/>
      </a:hlink>
      <a:folHlink>
        <a:srgbClr val="694C60"/>
      </a:folHlink>
    </a:clrScheme>
    <a:fontScheme name="Gov Office HHS Work Sans">
      <a:majorFont>
        <a:latin typeface="Work Sans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ov Office 2024 theme" id="{6298349E-A72C-4519-A5B0-B690EDAB395A}" vid="{8599F3F0-E36C-43A3-A13A-EDC9317CF2B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b805e8-c967-4d1c-993a-9bf901049d3a">
      <Terms xmlns="http://schemas.microsoft.com/office/infopath/2007/PartnerControls"/>
    </lcf76f155ced4ddcb4097134ff3c332f>
    <TaxCatchAll xmlns="17169cdf-514c-400e-a2ce-7ebc9fe4766f" xsi:nil="true"/>
    <Notes xmlns="e0b805e8-c967-4d1c-993a-9bf901049d3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E1F481E97DF848B92E9033EEF2A8AC" ma:contentTypeVersion="13" ma:contentTypeDescription="Create a new document." ma:contentTypeScope="" ma:versionID="01e34592a4230b7637aff35644df1685">
  <xsd:schema xmlns:xsd="http://www.w3.org/2001/XMLSchema" xmlns:xs="http://www.w3.org/2001/XMLSchema" xmlns:p="http://schemas.microsoft.com/office/2006/metadata/properties" xmlns:ns2="e0b805e8-c967-4d1c-993a-9bf901049d3a" xmlns:ns3="17169cdf-514c-400e-a2ce-7ebc9fe4766f" targetNamespace="http://schemas.microsoft.com/office/2006/metadata/properties" ma:root="true" ma:fieldsID="e6a31a46aaf97704f17266af6cf41b11" ns2:_="" ns3:_="">
    <xsd:import namespace="e0b805e8-c967-4d1c-993a-9bf901049d3a"/>
    <xsd:import namespace="17169cdf-514c-400e-a2ce-7ebc9fe476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Not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b805e8-c967-4d1c-993a-9bf901049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otes" ma:index="12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69cdf-514c-400e-a2ce-7ebc9fe476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18f9bf6-5564-4ae1-9084-07f9a5543081}" ma:internalName="TaxCatchAll" ma:showField="CatchAllData" ma:web="17169cdf-514c-400e-a2ce-7ebc9fe476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050790-BAB1-499C-A13B-4055AEA70B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3DAF30-507D-4BEF-B3D8-0B374BAE3BBC}">
  <ds:schemaRefs>
    <ds:schemaRef ds:uri="e0b805e8-c967-4d1c-993a-9bf901049d3a"/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17169cdf-514c-400e-a2ce-7ebc9fe4766f"/>
  </ds:schemaRefs>
</ds:datastoreItem>
</file>

<file path=customXml/itemProps3.xml><?xml version="1.0" encoding="utf-8"?>
<ds:datastoreItem xmlns:ds="http://schemas.openxmlformats.org/officeDocument/2006/customXml" ds:itemID="{EF7B30C7-8174-4A5F-98EB-336A1C4B6B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b805e8-c967-4d1c-993a-9bf901049d3a"/>
    <ds:schemaRef ds:uri="17169cdf-514c-400e-a2ce-7ebc9fe476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8CCDF9-9ADC-4F3D-9340-4087C00B07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HHS Letterhead Basic (1).dotx</Template>
  <TotalTime>2</TotalTime>
  <Pages>3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470-0212, Substance Use &amp; Problem Gambling Prevention Budget</vt:lpstr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470-0212, Substance Use &amp; Problem Gambling Prevention Budget</dc:title>
  <dc:subject/>
  <dc:creator>Iowa Department of Health and Human Services</dc:creator>
  <cp:keywords/>
  <dc:description/>
  <cp:lastModifiedBy>James, Tyler [HHS]</cp:lastModifiedBy>
  <cp:revision>3</cp:revision>
  <dcterms:created xsi:type="dcterms:W3CDTF">2025-06-25T14:13:00Z</dcterms:created>
  <dcterms:modified xsi:type="dcterms:W3CDTF">2025-06-25T14:48:00Z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0x01010000E1F481E97DF848B92E9033EEF2A8AC</vt:lpwstr>
  </property>
  <property fmtid="{D5CDD505-2E9C-101B-9397-08002B2CF9AE}" pid="3" name="MediaServiceImageTags">
    <vt:lpwstr/>
  </property>
</Properties>
</file>