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40C45" w14:textId="23F65ED7" w:rsidR="00A828ED" w:rsidRPr="00787B92" w:rsidRDefault="00506FF8" w:rsidP="00EA01FD">
      <w:pPr>
        <w:pStyle w:val="Heading1"/>
      </w:pPr>
      <w:r>
        <w:t xml:space="preserve">Peer </w:t>
      </w:r>
      <w:r w:rsidRPr="00EA01FD">
        <w:t>Operated</w:t>
      </w:r>
      <w:r>
        <w:t xml:space="preserve"> Organizations</w:t>
      </w:r>
    </w:p>
    <w:p w14:paraId="0A9CD9E8" w14:textId="77777777" w:rsidR="00EA01FD" w:rsidRDefault="00EA01FD" w:rsidP="007703D7">
      <w:pPr>
        <w:pStyle w:val="Heading2"/>
      </w:pPr>
    </w:p>
    <w:p w14:paraId="2637B153" w14:textId="2E0B8292" w:rsidR="005F587F" w:rsidRPr="007703D7" w:rsidRDefault="00506FF8" w:rsidP="007703D7">
      <w:pPr>
        <w:pStyle w:val="Heading2"/>
      </w:pPr>
      <w:r>
        <w:t>Training</w:t>
      </w:r>
    </w:p>
    <w:p w14:paraId="03C4B44D" w14:textId="7E621CC0" w:rsidR="005F587F" w:rsidRPr="00506FF8" w:rsidRDefault="00506FF8" w:rsidP="00EA01FD">
      <w:pPr>
        <w:pStyle w:val="Heading3"/>
        <w:rPr>
          <w:b/>
        </w:rPr>
      </w:pPr>
      <w:bookmarkStart w:id="0" w:name="_Toc501113965"/>
      <w:r w:rsidRPr="00506FF8">
        <w:t>Iowa Peer Workforce Collaborative</w:t>
      </w:r>
    </w:p>
    <w:p w14:paraId="36D7B76D" w14:textId="259F55C7" w:rsidR="00506FF8" w:rsidRDefault="00506FF8" w:rsidP="00EA01FD">
      <w:pPr>
        <w:pStyle w:val="ListParagraph"/>
        <w:numPr>
          <w:ilvl w:val="0"/>
          <w:numId w:val="10"/>
        </w:numPr>
      </w:pPr>
      <w:hyperlink r:id="rId11" w:history="1">
        <w:r w:rsidRPr="001977C5">
          <w:rPr>
            <w:rStyle w:val="Hyperlink"/>
          </w:rPr>
          <w:t>https://iowapeersupport.sites.uiowa.edu/</w:t>
        </w:r>
      </w:hyperlink>
    </w:p>
    <w:p w14:paraId="17071C4E" w14:textId="627C8247" w:rsidR="00506FF8" w:rsidRDefault="00506FF8" w:rsidP="00EA01FD">
      <w:pPr>
        <w:pStyle w:val="ListParagraph"/>
        <w:numPr>
          <w:ilvl w:val="0"/>
          <w:numId w:val="10"/>
        </w:numPr>
      </w:pPr>
      <w:hyperlink r:id="rId12" w:history="1">
        <w:r w:rsidRPr="001977C5">
          <w:rPr>
            <w:rStyle w:val="Hyperlink"/>
          </w:rPr>
          <w:t>https://iowapeersupport.sites.uiowa.edu/resources/supervisor</w:t>
        </w:r>
      </w:hyperlink>
    </w:p>
    <w:p w14:paraId="0F0AFBDF" w14:textId="77777777" w:rsidR="00506FF8" w:rsidRDefault="00506FF8" w:rsidP="00506FF8"/>
    <w:p w14:paraId="4259A534" w14:textId="36306893" w:rsidR="00506FF8" w:rsidRDefault="00EA01FD" w:rsidP="00EA01FD">
      <w:pPr>
        <w:pStyle w:val="Heading3"/>
      </w:pPr>
      <w:r>
        <w:t xml:space="preserve">Connecticut </w:t>
      </w:r>
      <w:r w:rsidR="00506FF8">
        <w:t>C</w:t>
      </w:r>
      <w:r>
        <w:t xml:space="preserve">ommunity </w:t>
      </w:r>
      <w:r w:rsidR="00506FF8">
        <w:t>A</w:t>
      </w:r>
      <w:r>
        <w:t xml:space="preserve">ddiction </w:t>
      </w:r>
      <w:r w:rsidR="00506FF8">
        <w:t>R</w:t>
      </w:r>
      <w:r>
        <w:t>ecovery (CCAR)</w:t>
      </w:r>
    </w:p>
    <w:p w14:paraId="2D82E3C7" w14:textId="4C94DE80" w:rsidR="00506FF8" w:rsidRDefault="00506FF8" w:rsidP="00506FF8">
      <w:pPr>
        <w:pStyle w:val="ListParagraph"/>
        <w:numPr>
          <w:ilvl w:val="0"/>
          <w:numId w:val="9"/>
        </w:numPr>
      </w:pPr>
      <w:hyperlink r:id="rId13" w:history="1">
        <w:r w:rsidRPr="001977C5">
          <w:rPr>
            <w:rStyle w:val="Hyperlink"/>
          </w:rPr>
          <w:t>https://addictionrecoverytraining.org/certification/</w:t>
        </w:r>
      </w:hyperlink>
    </w:p>
    <w:p w14:paraId="0547EECF" w14:textId="77777777" w:rsidR="00506FF8" w:rsidRDefault="00506FF8" w:rsidP="00506FF8"/>
    <w:p w14:paraId="28171BD1" w14:textId="336D5AFA" w:rsidR="00506FF8" w:rsidRDefault="00506FF8" w:rsidP="00EA01FD">
      <w:pPr>
        <w:pStyle w:val="Heading3"/>
      </w:pPr>
      <w:r>
        <w:t>SAMHSA Guidance</w:t>
      </w:r>
    </w:p>
    <w:p w14:paraId="00A4CE7A" w14:textId="1BC7AA1D" w:rsidR="00506FF8" w:rsidRDefault="00506FF8" w:rsidP="00EA01FD">
      <w:pPr>
        <w:pStyle w:val="ListParagraph"/>
        <w:numPr>
          <w:ilvl w:val="0"/>
          <w:numId w:val="9"/>
        </w:numPr>
      </w:pPr>
      <w:hyperlink r:id="rId14" w:history="1">
        <w:r w:rsidRPr="001977C5">
          <w:rPr>
            <w:rStyle w:val="Hyperlink"/>
          </w:rPr>
          <w:t>https://library.samhsa.gov/product/consumer-operated-services-evidence-based-practices-ebp-kit/sma11-4633</w:t>
        </w:r>
      </w:hyperlink>
    </w:p>
    <w:p w14:paraId="5FFDD60B" w14:textId="7B22EAD2" w:rsidR="00506FF8" w:rsidRDefault="00506FF8" w:rsidP="00EA01FD">
      <w:pPr>
        <w:pStyle w:val="ListParagraph"/>
        <w:numPr>
          <w:ilvl w:val="0"/>
          <w:numId w:val="9"/>
        </w:numPr>
      </w:pPr>
      <w:hyperlink r:id="rId15" w:history="1">
        <w:r w:rsidRPr="001977C5">
          <w:rPr>
            <w:rStyle w:val="Hyperlink"/>
          </w:rPr>
          <w:t>http://www.pillarsofpeersupport.com/</w:t>
        </w:r>
      </w:hyperlink>
    </w:p>
    <w:p w14:paraId="6A0F8AD4" w14:textId="5E18BDBE" w:rsidR="00506FF8" w:rsidRPr="00506FF8" w:rsidRDefault="00506FF8" w:rsidP="009F1B05">
      <w:pPr>
        <w:pStyle w:val="ListParagraph"/>
        <w:numPr>
          <w:ilvl w:val="0"/>
          <w:numId w:val="9"/>
        </w:numPr>
      </w:pPr>
      <w:hyperlink r:id="rId16" w:history="1">
        <w:r w:rsidRPr="001977C5">
          <w:rPr>
            <w:rStyle w:val="Hyperlink"/>
          </w:rPr>
          <w:t>https://recovery-iowa.org/</w:t>
        </w:r>
      </w:hyperlink>
      <w:bookmarkEnd w:id="0"/>
    </w:p>
    <w:sectPr w:rsidR="00506FF8" w:rsidRPr="00506FF8" w:rsidSect="00E368B6">
      <w:headerReference w:type="default" r:id="rId17"/>
      <w:footerReference w:type="default" r:id="rId18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D52C4" w14:textId="77777777" w:rsidR="00526DBD" w:rsidRDefault="00526DBD" w:rsidP="00ED0FA2">
      <w:pPr>
        <w:spacing w:after="0" w:line="240" w:lineRule="auto"/>
      </w:pPr>
      <w:r>
        <w:separator/>
      </w:r>
    </w:p>
  </w:endnote>
  <w:endnote w:type="continuationSeparator" w:id="0">
    <w:p w14:paraId="4AE6C071" w14:textId="77777777" w:rsidR="00526DBD" w:rsidRDefault="00526DBD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24DF4" w14:textId="401548D3" w:rsidR="002529B7" w:rsidRPr="002529B7" w:rsidRDefault="002529B7">
    <w:pPr>
      <w:pStyle w:val="Footer"/>
      <w:rPr>
        <w:rFonts w:cstheme="minorHAnsi"/>
        <w:sz w:val="20"/>
        <w:szCs w:val="20"/>
      </w:rPr>
    </w:pPr>
    <w:r w:rsidRPr="002529B7">
      <w:rPr>
        <w:rFonts w:cstheme="minorHAnsi"/>
        <w:sz w:val="20"/>
        <w:szCs w:val="20"/>
      </w:rPr>
      <w:t>Comm. 167 (07/25)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4769C" w14:textId="77777777" w:rsidR="00526DBD" w:rsidRDefault="00526DBD" w:rsidP="00ED0FA2">
      <w:pPr>
        <w:spacing w:after="0" w:line="240" w:lineRule="auto"/>
      </w:pPr>
      <w:r>
        <w:separator/>
      </w:r>
    </w:p>
  </w:footnote>
  <w:footnote w:type="continuationSeparator" w:id="0">
    <w:p w14:paraId="44492828" w14:textId="77777777" w:rsidR="00526DBD" w:rsidRDefault="00526DBD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A5C94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276BA6" wp14:editId="455994CC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4A0FB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8AE399E" wp14:editId="6EE51E43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4647B"/>
    <w:multiLevelType w:val="hybridMultilevel"/>
    <w:tmpl w:val="09E85E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641C8"/>
    <w:multiLevelType w:val="hybridMultilevel"/>
    <w:tmpl w:val="4020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3"/>
  </w:num>
  <w:num w:numId="2" w16cid:durableId="529688289">
    <w:abstractNumId w:val="6"/>
  </w:num>
  <w:num w:numId="3" w16cid:durableId="655499794">
    <w:abstractNumId w:val="1"/>
  </w:num>
  <w:num w:numId="4" w16cid:durableId="1634825399">
    <w:abstractNumId w:val="7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8"/>
  </w:num>
  <w:num w:numId="8" w16cid:durableId="1913923778">
    <w:abstractNumId w:val="5"/>
  </w:num>
  <w:num w:numId="9" w16cid:durableId="242951832">
    <w:abstractNumId w:val="4"/>
  </w:num>
  <w:num w:numId="10" w16cid:durableId="1402826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FF8"/>
    <w:rsid w:val="00051975"/>
    <w:rsid w:val="001F66B9"/>
    <w:rsid w:val="002529B7"/>
    <w:rsid w:val="00342B93"/>
    <w:rsid w:val="003C1DFF"/>
    <w:rsid w:val="003D3B39"/>
    <w:rsid w:val="003D4E77"/>
    <w:rsid w:val="004E77FB"/>
    <w:rsid w:val="00506FF8"/>
    <w:rsid w:val="0051080D"/>
    <w:rsid w:val="00521A34"/>
    <w:rsid w:val="00526DBD"/>
    <w:rsid w:val="00554585"/>
    <w:rsid w:val="005F587F"/>
    <w:rsid w:val="006303C7"/>
    <w:rsid w:val="0071057A"/>
    <w:rsid w:val="00714B6E"/>
    <w:rsid w:val="00733588"/>
    <w:rsid w:val="007703D7"/>
    <w:rsid w:val="00787B92"/>
    <w:rsid w:val="007E0B4A"/>
    <w:rsid w:val="007F1F7F"/>
    <w:rsid w:val="008B00EA"/>
    <w:rsid w:val="008C4366"/>
    <w:rsid w:val="008D6F19"/>
    <w:rsid w:val="008F3462"/>
    <w:rsid w:val="009022EC"/>
    <w:rsid w:val="00903F88"/>
    <w:rsid w:val="00914BD3"/>
    <w:rsid w:val="00931436"/>
    <w:rsid w:val="00967CE9"/>
    <w:rsid w:val="009800A3"/>
    <w:rsid w:val="009B5B7D"/>
    <w:rsid w:val="009E560F"/>
    <w:rsid w:val="00A36F43"/>
    <w:rsid w:val="00A57921"/>
    <w:rsid w:val="00A63588"/>
    <w:rsid w:val="00A828ED"/>
    <w:rsid w:val="00B33E59"/>
    <w:rsid w:val="00B64635"/>
    <w:rsid w:val="00BD086C"/>
    <w:rsid w:val="00BF50FE"/>
    <w:rsid w:val="00CB78B0"/>
    <w:rsid w:val="00D36BC3"/>
    <w:rsid w:val="00D817D2"/>
    <w:rsid w:val="00DA1414"/>
    <w:rsid w:val="00DC22D9"/>
    <w:rsid w:val="00DE0E1F"/>
    <w:rsid w:val="00E368B6"/>
    <w:rsid w:val="00E461FC"/>
    <w:rsid w:val="00E56796"/>
    <w:rsid w:val="00E84ABA"/>
    <w:rsid w:val="00EA01FD"/>
    <w:rsid w:val="00ED0FA2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76DA6"/>
  <w15:chartTrackingRefBased/>
  <w15:docId w15:val="{E6AA1FF9-656E-4746-9021-7D2814C3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character" w:styleId="Hyperlink">
    <w:name w:val="Hyperlink"/>
    <w:basedOn w:val="DefaultParagraphFont"/>
    <w:uiPriority w:val="99"/>
    <w:unhideWhenUsed/>
    <w:rsid w:val="00506FF8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dictionrecoverytraining.org/certification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owapeersupport.sites.uiowa.edu/resources/superviso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recovery-iowa.or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owapeersupport.sites.uiowa.ed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illarsofpeersupport.co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ibrary.samhsa.gov/product/consumer-operated-services-evidence-based-practices-ebp-kit/sma11-463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1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b805e8-c967-4d1c-993a-9bf901049d3a">
      <Terms xmlns="http://schemas.microsoft.com/office/infopath/2007/PartnerControls"/>
    </lcf76f155ced4ddcb4097134ff3c332f>
    <TaxCatchAll xmlns="17169cdf-514c-400e-a2ce-7ebc9fe4766f" xsi:nil="true"/>
    <Notes xmlns="e0b805e8-c967-4d1c-993a-9bf901049d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1F481E97DF848B92E9033EEF2A8AC" ma:contentTypeVersion="13" ma:contentTypeDescription="Create a new document." ma:contentTypeScope="" ma:versionID="01e34592a4230b7637aff35644df1685">
  <xsd:schema xmlns:xsd="http://www.w3.org/2001/XMLSchema" xmlns:xs="http://www.w3.org/2001/XMLSchema" xmlns:p="http://schemas.microsoft.com/office/2006/metadata/properties" xmlns:ns2="e0b805e8-c967-4d1c-993a-9bf901049d3a" xmlns:ns3="17169cdf-514c-400e-a2ce-7ebc9fe4766f" targetNamespace="http://schemas.microsoft.com/office/2006/metadata/properties" ma:root="true" ma:fieldsID="e6a31a46aaf97704f17266af6cf41b11" ns2:_="" ns3:_="">
    <xsd:import namespace="e0b805e8-c967-4d1c-993a-9bf901049d3a"/>
    <xsd:import namespace="17169cdf-514c-400e-a2ce-7ebc9fe47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ot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805e8-c967-4d1c-993a-9bf901049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es" ma:index="12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69cdf-514c-400e-a2ce-7ebc9fe476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18f9bf6-5564-4ae1-9084-07f9a5543081}" ma:internalName="TaxCatchAll" ma:showField="CatchAllData" ma:web="17169cdf-514c-400e-a2ce-7ebc9fe47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DAF30-507D-4BEF-B3D8-0B374BAE3BBC}">
  <ds:schemaRefs>
    <ds:schemaRef ds:uri="http://schemas.microsoft.com/office/infopath/2007/PartnerControls"/>
    <ds:schemaRef ds:uri="http://purl.org/dc/dcmitype/"/>
    <ds:schemaRef ds:uri="http://purl.org/dc/elements/1.1/"/>
    <ds:schemaRef ds:uri="17169cdf-514c-400e-a2ce-7ebc9fe4766f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e0b805e8-c967-4d1c-993a-9bf901049d3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ED4F74-F314-4043-92BA-B2C8EF818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805e8-c967-4d1c-993a-9bf901049d3a"/>
    <ds:schemaRef ds:uri="17169cdf-514c-400e-a2ce-7ebc9fe47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(1).dotx</Template>
  <TotalTime>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Comm. 167, Peer Operated Organizations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Comm. 167, Peer Operated Organizations</dc:title>
  <dc:subject/>
  <dc:creator>Iowa Department of Health and Human Services</dc:creator>
  <cp:keywords/>
  <dc:description/>
  <cp:lastModifiedBy>James, Tyler [HHS]</cp:lastModifiedBy>
  <cp:revision>3</cp:revision>
  <dcterms:created xsi:type="dcterms:W3CDTF">2025-06-25T14:11:00Z</dcterms:created>
  <dcterms:modified xsi:type="dcterms:W3CDTF">2025-06-25T15:11:00Z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0x01010000E1F481E97DF848B92E9033EEF2A8AC</vt:lpwstr>
  </property>
</Properties>
</file>