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Y="247"/>
        <w:tblW w:w="0" w:type="auto"/>
        <w:tblCellMar>
          <w:top w:w="29" w:type="dxa"/>
        </w:tblCellMar>
        <w:tblLook w:val="04A0" w:firstRow="1" w:lastRow="0" w:firstColumn="1" w:lastColumn="0" w:noHBand="0" w:noVBand="1"/>
      </w:tblPr>
      <w:tblGrid>
        <w:gridCol w:w="1800"/>
        <w:gridCol w:w="3600"/>
        <w:gridCol w:w="990"/>
        <w:gridCol w:w="2960"/>
      </w:tblGrid>
      <w:tr w:rsidR="009022EC" w:rsidRPr="009022EC" w14:paraId="4553B146" w14:textId="77777777" w:rsidTr="00617DD6">
        <w:trPr>
          <w:trHeight w:val="440"/>
        </w:trPr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4627A" w:themeFill="accent1"/>
            <w:vAlign w:val="center"/>
          </w:tcPr>
          <w:p w14:paraId="06AD66F6" w14:textId="77777777" w:rsidR="009022EC" w:rsidRPr="009022EC" w:rsidRDefault="009022EC" w:rsidP="009022EC">
            <w:pPr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 w:rsidRPr="00617DD6">
              <w:rPr>
                <w:rFonts w:cstheme="minorHAnsi"/>
                <w:b/>
                <w:bCs/>
                <w:color w:val="FFFFFF" w:themeColor="background1"/>
                <w:sz w:val="26"/>
                <w:szCs w:val="26"/>
              </w:rPr>
              <w:t>MEETING AGENDA</w:t>
            </w:r>
          </w:p>
        </w:tc>
      </w:tr>
      <w:tr w:rsidR="009022EC" w:rsidRPr="00E316C4" w14:paraId="3C4527B3" w14:textId="77777777" w:rsidTr="00B60D22">
        <w:trPr>
          <w:trHeight w:val="432"/>
        </w:trPr>
        <w:tc>
          <w:tcPr>
            <w:tcW w:w="1800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6C4B654" w14:textId="77777777" w:rsidR="009022EC" w:rsidRPr="007E7917" w:rsidRDefault="00371D32" w:rsidP="009022EC">
            <w:pPr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</w:pPr>
            <w:r w:rsidRPr="007E7917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Division</w:t>
            </w:r>
          </w:p>
        </w:tc>
        <w:tc>
          <w:tcPr>
            <w:tcW w:w="7550" w:type="dxa"/>
            <w:gridSpan w:val="3"/>
            <w:tcBorders>
              <w:top w:val="nil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33937D92" w14:textId="58E5CAF5" w:rsidR="009022EC" w:rsidRPr="00E316C4" w:rsidRDefault="00E95BD1" w:rsidP="009022EC">
            <w:pPr>
              <w:rPr>
                <w:rFonts w:cstheme="minorHAnsi"/>
                <w:sz w:val="24"/>
                <w:szCs w:val="24"/>
              </w:rPr>
            </w:pPr>
            <w:r w:rsidRPr="00E316C4">
              <w:rPr>
                <w:rFonts w:cstheme="minorHAnsi"/>
                <w:sz w:val="24"/>
                <w:szCs w:val="24"/>
              </w:rPr>
              <w:t>Performance &amp; Operations</w:t>
            </w:r>
          </w:p>
        </w:tc>
      </w:tr>
      <w:tr w:rsidR="009022EC" w:rsidRPr="00E316C4" w14:paraId="4E35B156" w14:textId="77777777" w:rsidTr="00B60D22">
        <w:trPr>
          <w:trHeight w:val="432"/>
        </w:trPr>
        <w:tc>
          <w:tcPr>
            <w:tcW w:w="180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410D9D1" w14:textId="77777777" w:rsidR="009022EC" w:rsidRPr="007E7917" w:rsidRDefault="009022EC" w:rsidP="009022EC">
            <w:pPr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</w:pPr>
            <w:r w:rsidRPr="007E7917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M</w:t>
            </w:r>
            <w:r w:rsidR="00371D32" w:rsidRPr="007E7917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eeting Topic</w:t>
            </w:r>
          </w:p>
        </w:tc>
        <w:tc>
          <w:tcPr>
            <w:tcW w:w="7550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5580EDF5" w14:textId="1F778CA3" w:rsidR="009022EC" w:rsidRPr="00E316C4" w:rsidRDefault="00E95BD1" w:rsidP="009022EC">
            <w:pPr>
              <w:rPr>
                <w:rFonts w:cstheme="minorHAnsi"/>
                <w:sz w:val="24"/>
                <w:szCs w:val="24"/>
              </w:rPr>
            </w:pPr>
            <w:r w:rsidRPr="00E316C4">
              <w:rPr>
                <w:rFonts w:cstheme="minorHAnsi"/>
                <w:sz w:val="24"/>
                <w:szCs w:val="24"/>
              </w:rPr>
              <w:t>Human Rights Board</w:t>
            </w:r>
            <w:r w:rsidR="00013F3C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9022EC" w:rsidRPr="00E316C4" w14:paraId="30C1A12C" w14:textId="77777777" w:rsidTr="00B60D22">
        <w:trPr>
          <w:trHeight w:val="432"/>
        </w:trPr>
        <w:tc>
          <w:tcPr>
            <w:tcW w:w="180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CE10834" w14:textId="77777777" w:rsidR="009022EC" w:rsidRPr="007E7917" w:rsidRDefault="00371D32" w:rsidP="009022EC">
            <w:pPr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</w:pPr>
            <w:r w:rsidRPr="007E7917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Facilitator</w:t>
            </w:r>
          </w:p>
        </w:tc>
        <w:tc>
          <w:tcPr>
            <w:tcW w:w="7550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6004BC88" w14:textId="66354E9B" w:rsidR="009022EC" w:rsidRPr="00E316C4" w:rsidRDefault="00F32FB3" w:rsidP="009022EC">
            <w:pPr>
              <w:rPr>
                <w:rFonts w:cstheme="minorHAnsi"/>
                <w:sz w:val="24"/>
                <w:szCs w:val="24"/>
              </w:rPr>
            </w:pPr>
            <w:r w:rsidRPr="00E316C4">
              <w:rPr>
                <w:rFonts w:cstheme="minorHAnsi"/>
                <w:sz w:val="24"/>
                <w:szCs w:val="24"/>
              </w:rPr>
              <w:t xml:space="preserve">Diamond </w:t>
            </w:r>
            <w:r w:rsidR="00F27EF6" w:rsidRPr="00E316C4">
              <w:rPr>
                <w:rFonts w:cstheme="minorHAnsi"/>
                <w:sz w:val="24"/>
                <w:szCs w:val="24"/>
              </w:rPr>
              <w:t>Denney</w:t>
            </w:r>
          </w:p>
        </w:tc>
      </w:tr>
      <w:tr w:rsidR="009022EC" w:rsidRPr="00E316C4" w14:paraId="65E0DBF5" w14:textId="77777777" w:rsidTr="007E7917">
        <w:trPr>
          <w:trHeight w:val="432"/>
        </w:trPr>
        <w:tc>
          <w:tcPr>
            <w:tcW w:w="180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F50E0D1" w14:textId="77777777" w:rsidR="009022EC" w:rsidRPr="007E7917" w:rsidRDefault="00371D32" w:rsidP="009022EC">
            <w:pPr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</w:pPr>
            <w:r w:rsidRPr="007E7917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Date</w:t>
            </w:r>
          </w:p>
        </w:tc>
        <w:tc>
          <w:tcPr>
            <w:tcW w:w="360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2CCD5E82" w14:textId="341A51A7" w:rsidR="009022EC" w:rsidRPr="00E316C4" w:rsidRDefault="00B60D22" w:rsidP="009022E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Tuesday, </w:t>
            </w:r>
            <w:r w:rsidR="008E7079">
              <w:rPr>
                <w:rFonts w:cstheme="minorHAnsi"/>
                <w:sz w:val="24"/>
                <w:szCs w:val="24"/>
              </w:rPr>
              <w:t>October 28</w:t>
            </w:r>
            <w:r w:rsidR="008E7079" w:rsidRPr="008E7079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="00265709">
              <w:rPr>
                <w:rFonts w:cstheme="minorHAnsi"/>
                <w:sz w:val="24"/>
                <w:szCs w:val="24"/>
              </w:rPr>
              <w:t>,2</w:t>
            </w:r>
            <w:r>
              <w:rPr>
                <w:rFonts w:cstheme="minorHAnsi"/>
                <w:sz w:val="24"/>
                <w:szCs w:val="24"/>
              </w:rPr>
              <w:t>025</w:t>
            </w: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5DAF7DFC" w14:textId="77777777" w:rsidR="009022EC" w:rsidRPr="00E316C4" w:rsidRDefault="009022EC" w:rsidP="009022EC">
            <w:pPr>
              <w:rPr>
                <w:rFonts w:cstheme="minorHAnsi"/>
                <w:sz w:val="24"/>
                <w:szCs w:val="24"/>
              </w:rPr>
            </w:pPr>
            <w:r w:rsidRPr="00E316C4">
              <w:rPr>
                <w:rFonts w:cstheme="minorHAnsi"/>
                <w:color w:val="595959" w:themeColor="text1" w:themeTint="A6"/>
                <w:sz w:val="24"/>
                <w:szCs w:val="24"/>
              </w:rPr>
              <w:t>T</w:t>
            </w:r>
            <w:r w:rsidR="00371D32" w:rsidRPr="00E316C4">
              <w:rPr>
                <w:rFonts w:cstheme="minorHAnsi"/>
                <w:color w:val="595959" w:themeColor="text1" w:themeTint="A6"/>
                <w:sz w:val="24"/>
                <w:szCs w:val="24"/>
              </w:rPr>
              <w:t>ime</w:t>
            </w:r>
          </w:p>
        </w:tc>
        <w:tc>
          <w:tcPr>
            <w:tcW w:w="296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308127CE" w14:textId="5C00ECC0" w:rsidR="009022EC" w:rsidRPr="00E316C4" w:rsidRDefault="00B60D22" w:rsidP="009022E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2:00PM-</w:t>
            </w:r>
            <w:r w:rsidR="00265709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>:00PM</w:t>
            </w:r>
          </w:p>
        </w:tc>
      </w:tr>
      <w:tr w:rsidR="009022EC" w:rsidRPr="00E316C4" w14:paraId="7553913E" w14:textId="77777777" w:rsidTr="00B60D22">
        <w:trPr>
          <w:trHeight w:val="432"/>
        </w:trPr>
        <w:tc>
          <w:tcPr>
            <w:tcW w:w="180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E6322D6" w14:textId="77777777" w:rsidR="009022EC" w:rsidRPr="007E7917" w:rsidRDefault="009022EC" w:rsidP="009022EC">
            <w:pPr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</w:pPr>
            <w:r w:rsidRPr="007E7917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L</w:t>
            </w:r>
            <w:r w:rsidR="00371D32" w:rsidRPr="007E7917">
              <w:rPr>
                <w:rFonts w:cstheme="minorHAnsi"/>
                <w:b/>
                <w:bCs/>
                <w:color w:val="595959" w:themeColor="text1" w:themeTint="A6"/>
                <w:sz w:val="24"/>
                <w:szCs w:val="24"/>
              </w:rPr>
              <w:t>ocation</w:t>
            </w:r>
          </w:p>
        </w:tc>
        <w:tc>
          <w:tcPr>
            <w:tcW w:w="7550" w:type="dxa"/>
            <w:gridSpan w:val="3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3C3C6DF8" w14:textId="398EE796" w:rsidR="009022EC" w:rsidRPr="00E316C4" w:rsidRDefault="00E90CD8" w:rsidP="009022EC">
            <w:pPr>
              <w:rPr>
                <w:rFonts w:cstheme="minorHAnsi"/>
                <w:sz w:val="24"/>
                <w:szCs w:val="24"/>
              </w:rPr>
            </w:pPr>
            <w:hyperlink r:id="rId11" w:history="1">
              <w:r w:rsidRPr="00B4668F">
                <w:rPr>
                  <w:rStyle w:val="Hyperlink"/>
                  <w:rFonts w:cstheme="minorHAnsi"/>
                  <w:sz w:val="24"/>
                  <w:szCs w:val="24"/>
                </w:rPr>
                <w:t>Microsoft Team</w:t>
              </w:r>
              <w:r w:rsidR="00B4668F" w:rsidRPr="00B4668F">
                <w:rPr>
                  <w:rStyle w:val="Hyperlink"/>
                  <w:rFonts w:cstheme="minorHAnsi"/>
                  <w:sz w:val="24"/>
                  <w:szCs w:val="24"/>
                </w:rPr>
                <w:t>s</w:t>
              </w:r>
            </w:hyperlink>
            <w:r w:rsidR="00B4668F">
              <w:rPr>
                <w:rFonts w:cstheme="minorHAnsi"/>
                <w:sz w:val="24"/>
                <w:szCs w:val="24"/>
              </w:rPr>
              <w:t xml:space="preserve"> – virtual </w:t>
            </w:r>
          </w:p>
        </w:tc>
      </w:tr>
    </w:tbl>
    <w:p w14:paraId="21F7E2AC" w14:textId="77777777" w:rsidR="009022EC" w:rsidRPr="00E316C4" w:rsidRDefault="009022EC">
      <w:pPr>
        <w:rPr>
          <w:sz w:val="24"/>
          <w:szCs w:val="24"/>
        </w:rPr>
      </w:pPr>
    </w:p>
    <w:tbl>
      <w:tblPr>
        <w:tblStyle w:val="TableGrid"/>
        <w:tblW w:w="0" w:type="auto"/>
        <w:tblCellMar>
          <w:top w:w="29" w:type="dxa"/>
        </w:tblCellMar>
        <w:tblLook w:val="04A0" w:firstRow="1" w:lastRow="0" w:firstColumn="1" w:lastColumn="0" w:noHBand="0" w:noVBand="1"/>
      </w:tblPr>
      <w:tblGrid>
        <w:gridCol w:w="3780"/>
        <w:gridCol w:w="5570"/>
      </w:tblGrid>
      <w:tr w:rsidR="00A57921" w:rsidRPr="00E316C4" w14:paraId="7DEBE460" w14:textId="77777777" w:rsidTr="00617DD6">
        <w:trPr>
          <w:trHeight w:val="440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4627A" w:themeFill="accent1"/>
            <w:vAlign w:val="center"/>
          </w:tcPr>
          <w:p w14:paraId="3DBFB0BC" w14:textId="77777777" w:rsidR="00A57921" w:rsidRPr="00E316C4" w:rsidRDefault="00A57921" w:rsidP="00757FEA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E316C4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MEETING OBJECTIVES</w:t>
            </w:r>
          </w:p>
        </w:tc>
      </w:tr>
      <w:tr w:rsidR="00371D32" w:rsidRPr="00E316C4" w14:paraId="24BD9D58" w14:textId="77777777" w:rsidTr="009022EC">
        <w:trPr>
          <w:trHeight w:val="1062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C8AEA4" w14:textId="6B0A5ECC" w:rsidR="008170D6" w:rsidRDefault="0010773E" w:rsidP="00E95BD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Welcome Board members</w:t>
            </w:r>
          </w:p>
          <w:p w14:paraId="74457048" w14:textId="77777777" w:rsidR="00384322" w:rsidRDefault="00384322" w:rsidP="00E95BD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Recap last Board meeting</w:t>
            </w:r>
          </w:p>
          <w:p w14:paraId="2DFFF83E" w14:textId="2BE476C4" w:rsidR="00E95BD1" w:rsidRPr="00E316C4" w:rsidRDefault="00384322" w:rsidP="00E95BD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Identify Board Roles</w:t>
            </w:r>
          </w:p>
          <w:p w14:paraId="2E78C8E1" w14:textId="6D282CA5" w:rsidR="00EE4937" w:rsidRPr="00E316C4" w:rsidRDefault="000E1440" w:rsidP="00E95BD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Brainstorm</w:t>
            </w:r>
            <w:r w:rsidR="004C5BD1">
              <w:rPr>
                <w:rFonts w:cstheme="minorHAnsi"/>
                <w:sz w:val="24"/>
                <w:szCs w:val="24"/>
              </w:rPr>
              <w:t xml:space="preserve"> Board </w:t>
            </w:r>
            <w:r>
              <w:rPr>
                <w:rFonts w:cstheme="minorHAnsi"/>
                <w:sz w:val="24"/>
                <w:szCs w:val="24"/>
              </w:rPr>
              <w:t>interests</w:t>
            </w:r>
          </w:p>
          <w:p w14:paraId="5DA52D09" w14:textId="04EF23A9" w:rsidR="00524303" w:rsidRPr="00E316C4" w:rsidRDefault="00524303" w:rsidP="009022E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14BD3" w:rsidRPr="00E316C4" w14:paraId="473F5DB6" w14:textId="77777777" w:rsidTr="00617DD6">
        <w:trPr>
          <w:trHeight w:val="450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4627A" w:themeFill="accent1"/>
            <w:vAlign w:val="center"/>
          </w:tcPr>
          <w:p w14:paraId="194A021A" w14:textId="77777777" w:rsidR="00914BD3" w:rsidRPr="00E316C4" w:rsidRDefault="00914BD3" w:rsidP="00914BD3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316C4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MEETING PARTICIPANTS</w:t>
            </w:r>
          </w:p>
        </w:tc>
      </w:tr>
      <w:tr w:rsidR="00051975" w:rsidRPr="00E316C4" w14:paraId="76A35768" w14:textId="77777777" w:rsidTr="00787E1E">
        <w:trPr>
          <w:trHeight w:val="1062"/>
        </w:trPr>
        <w:tc>
          <w:tcPr>
            <w:tcW w:w="3780" w:type="dxa"/>
            <w:tcBorders>
              <w:top w:val="nil"/>
              <w:left w:val="nil"/>
              <w:bottom w:val="single" w:sz="4" w:space="0" w:color="1C365F"/>
              <w:right w:val="nil"/>
            </w:tcBorders>
            <w:shd w:val="clear" w:color="auto" w:fill="FFFFFF" w:themeFill="background1"/>
          </w:tcPr>
          <w:p w14:paraId="70271845" w14:textId="03691AEC" w:rsidR="00901CE2" w:rsidRPr="00484230" w:rsidRDefault="00901CE2" w:rsidP="00A57921">
            <w:pPr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</w:pPr>
            <w:r w:rsidRPr="00484230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>HHS Staff</w:t>
            </w:r>
          </w:p>
          <w:p w14:paraId="4DA497FB" w14:textId="77777777" w:rsidR="006966CE" w:rsidRDefault="00E41402" w:rsidP="00A5792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316C4">
              <w:rPr>
                <w:rFonts w:cstheme="minorHAnsi"/>
                <w:color w:val="000000" w:themeColor="text1"/>
                <w:sz w:val="24"/>
                <w:szCs w:val="24"/>
              </w:rPr>
              <w:t>Marisa Roseberry</w:t>
            </w:r>
          </w:p>
          <w:p w14:paraId="4FE7958C" w14:textId="77777777" w:rsidR="00EF1482" w:rsidRDefault="00E41402" w:rsidP="00A5792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316C4">
              <w:rPr>
                <w:rFonts w:cstheme="minorHAnsi"/>
                <w:color w:val="000000" w:themeColor="text1"/>
                <w:sz w:val="24"/>
                <w:szCs w:val="24"/>
              </w:rPr>
              <w:t>Diamond Denney</w:t>
            </w:r>
          </w:p>
          <w:p w14:paraId="64FAE6C8" w14:textId="26295944" w:rsidR="00051975" w:rsidRPr="00E316C4" w:rsidRDefault="00051975" w:rsidP="00A5792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1C365F"/>
              <w:right w:val="nil"/>
            </w:tcBorders>
            <w:shd w:val="clear" w:color="auto" w:fill="FFFFFF" w:themeFill="background1"/>
          </w:tcPr>
          <w:p w14:paraId="4963E4D1" w14:textId="6355A574" w:rsidR="00901CE2" w:rsidRPr="00484230" w:rsidRDefault="00901CE2" w:rsidP="003475D1">
            <w:pPr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</w:pPr>
            <w:r w:rsidRPr="00484230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>Board Members</w:t>
            </w:r>
          </w:p>
          <w:p w14:paraId="10088345" w14:textId="77777777" w:rsidR="005C6D54" w:rsidRDefault="003475D1" w:rsidP="003475D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475D1">
              <w:rPr>
                <w:rFonts w:cstheme="minorHAnsi"/>
                <w:color w:val="000000" w:themeColor="text1"/>
                <w:sz w:val="24"/>
                <w:szCs w:val="24"/>
              </w:rPr>
              <w:t>Senator Dennis</w:t>
            </w:r>
            <w:r w:rsidR="005C6D54">
              <w:rPr>
                <w:rFonts w:cstheme="minorHAnsi"/>
                <w:color w:val="000000" w:themeColor="text1"/>
                <w:sz w:val="24"/>
                <w:szCs w:val="24"/>
              </w:rPr>
              <w:t xml:space="preserve"> Guth</w:t>
            </w:r>
          </w:p>
          <w:p w14:paraId="075E9AB8" w14:textId="48E9E75F" w:rsidR="003475D1" w:rsidRPr="003475D1" w:rsidRDefault="009C4BA4" w:rsidP="003475D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Senator </w:t>
            </w:r>
            <w:r w:rsidR="00526202">
              <w:rPr>
                <w:rFonts w:cstheme="minorHAnsi"/>
                <w:color w:val="000000" w:themeColor="text1"/>
                <w:sz w:val="24"/>
                <w:szCs w:val="24"/>
              </w:rPr>
              <w:t xml:space="preserve">Sarah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Trone</w:t>
            </w:r>
            <w:r w:rsidR="005C6D54">
              <w:rPr>
                <w:rFonts w:cstheme="minorHAnsi"/>
                <w:color w:val="000000" w:themeColor="text1"/>
                <w:sz w:val="24"/>
                <w:szCs w:val="24"/>
              </w:rPr>
              <w:t xml:space="preserve"> Garriott</w:t>
            </w:r>
          </w:p>
          <w:p w14:paraId="23FCC648" w14:textId="77777777" w:rsidR="0025515F" w:rsidRDefault="003475D1" w:rsidP="003475D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475D1">
              <w:rPr>
                <w:rFonts w:cstheme="minorHAnsi"/>
                <w:color w:val="000000" w:themeColor="text1"/>
                <w:sz w:val="24"/>
                <w:szCs w:val="24"/>
              </w:rPr>
              <w:t>Representative Jeff</w:t>
            </w:r>
            <w:r w:rsidR="005C6D54">
              <w:rPr>
                <w:rFonts w:cstheme="minorHAnsi"/>
                <w:color w:val="000000" w:themeColor="text1"/>
                <w:sz w:val="24"/>
                <w:szCs w:val="24"/>
              </w:rPr>
              <w:t xml:space="preserve"> Ship</w:t>
            </w:r>
            <w:r w:rsidR="0025515F">
              <w:rPr>
                <w:rFonts w:cstheme="minorHAnsi"/>
                <w:color w:val="000000" w:themeColor="text1"/>
                <w:sz w:val="24"/>
                <w:szCs w:val="24"/>
              </w:rPr>
              <w:t>ley</w:t>
            </w:r>
          </w:p>
          <w:p w14:paraId="37F58C4D" w14:textId="77777777" w:rsidR="0025515F" w:rsidRDefault="003475D1" w:rsidP="003475D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475D1">
              <w:rPr>
                <w:rFonts w:cstheme="minorHAnsi"/>
                <w:color w:val="000000" w:themeColor="text1"/>
                <w:sz w:val="24"/>
                <w:szCs w:val="24"/>
              </w:rPr>
              <w:t>Representative Aime</w:t>
            </w:r>
            <w:r w:rsidR="0025515F">
              <w:rPr>
                <w:rFonts w:cstheme="minorHAnsi"/>
                <w:color w:val="000000" w:themeColor="text1"/>
                <w:sz w:val="24"/>
                <w:szCs w:val="24"/>
              </w:rPr>
              <w:t xml:space="preserve"> Wichtendahl</w:t>
            </w:r>
          </w:p>
          <w:p w14:paraId="72B60AE2" w14:textId="3F8B7257" w:rsidR="0025515F" w:rsidRDefault="00557179" w:rsidP="003475D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Director </w:t>
            </w:r>
            <w:r w:rsidR="00923745">
              <w:rPr>
                <w:rFonts w:cstheme="minorHAnsi"/>
                <w:color w:val="000000" w:themeColor="text1"/>
                <w:sz w:val="24"/>
                <w:szCs w:val="24"/>
              </w:rPr>
              <w:t>Larry Johnson</w:t>
            </w:r>
          </w:p>
          <w:p w14:paraId="3494DC1D" w14:textId="77777777" w:rsidR="00051975" w:rsidRDefault="0025515F" w:rsidP="003475D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Peggy La</w:t>
            </w:r>
          </w:p>
          <w:p w14:paraId="3D3C17B6" w14:textId="77777777" w:rsidR="0025515F" w:rsidRDefault="00484230" w:rsidP="003475D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Anthony Chavez</w:t>
            </w:r>
          </w:p>
          <w:p w14:paraId="6DC64344" w14:textId="77777777" w:rsidR="00484230" w:rsidRDefault="00484230" w:rsidP="003475D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Beth Coonan</w:t>
            </w:r>
          </w:p>
          <w:p w14:paraId="0874746E" w14:textId="08E3A36E" w:rsidR="00484230" w:rsidRPr="00E316C4" w:rsidRDefault="00484230" w:rsidP="003475D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Whitney McIntosh</w:t>
            </w:r>
          </w:p>
        </w:tc>
      </w:tr>
      <w:tr w:rsidR="00D817D2" w:rsidRPr="00E316C4" w14:paraId="74ACD77A" w14:textId="77777777" w:rsidTr="00787E1E">
        <w:trPr>
          <w:trHeight w:val="368"/>
        </w:trPr>
        <w:tc>
          <w:tcPr>
            <w:tcW w:w="3780" w:type="dxa"/>
            <w:tcBorders>
              <w:top w:val="single" w:sz="4" w:space="0" w:color="1C365F"/>
              <w:left w:val="nil"/>
              <w:bottom w:val="single" w:sz="4" w:space="0" w:color="1C365F"/>
              <w:right w:val="nil"/>
            </w:tcBorders>
            <w:shd w:val="clear" w:color="auto" w:fill="04627A" w:themeFill="accent1"/>
            <w:vAlign w:val="center"/>
          </w:tcPr>
          <w:p w14:paraId="735D1A81" w14:textId="79C545DA" w:rsidR="00D817D2" w:rsidRPr="00E316C4" w:rsidRDefault="00627BDF" w:rsidP="00D817D2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TIME</w:t>
            </w:r>
          </w:p>
        </w:tc>
        <w:tc>
          <w:tcPr>
            <w:tcW w:w="5570" w:type="dxa"/>
            <w:tcBorders>
              <w:top w:val="single" w:sz="4" w:space="0" w:color="1C365F"/>
              <w:left w:val="nil"/>
              <w:bottom w:val="single" w:sz="4" w:space="0" w:color="1C365F"/>
              <w:right w:val="nil"/>
            </w:tcBorders>
            <w:shd w:val="clear" w:color="auto" w:fill="04627A" w:themeFill="accent1"/>
            <w:vAlign w:val="center"/>
          </w:tcPr>
          <w:p w14:paraId="55CEAC17" w14:textId="0FF25EEF" w:rsidR="00D817D2" w:rsidRPr="00E316C4" w:rsidRDefault="00627BDF" w:rsidP="00D817D2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AGENDA TOPIC</w:t>
            </w:r>
          </w:p>
        </w:tc>
      </w:tr>
      <w:tr w:rsidR="00D817D2" w:rsidRPr="00E316C4" w14:paraId="13FFDDAF" w14:textId="77777777" w:rsidTr="00C348AE">
        <w:trPr>
          <w:trHeight w:val="798"/>
        </w:trPr>
        <w:tc>
          <w:tcPr>
            <w:tcW w:w="3780" w:type="dxa"/>
            <w:tcBorders>
              <w:top w:val="single" w:sz="4" w:space="0" w:color="1C365F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25D35D75" w14:textId="2370712A" w:rsidR="00D817D2" w:rsidRPr="00E316C4" w:rsidRDefault="00CA595F" w:rsidP="009022E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06606C">
              <w:rPr>
                <w:rFonts w:cstheme="minorHAnsi"/>
                <w:color w:val="000000" w:themeColor="text1"/>
                <w:sz w:val="24"/>
                <w:szCs w:val="24"/>
              </w:rPr>
              <w:t>:00-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06606C">
              <w:rPr>
                <w:rFonts w:cstheme="minorHAnsi"/>
                <w:color w:val="000000" w:themeColor="text1"/>
                <w:sz w:val="24"/>
                <w:szCs w:val="24"/>
              </w:rPr>
              <w:t>:</w:t>
            </w:r>
            <w:r w:rsidR="008E182E">
              <w:rPr>
                <w:rFonts w:cstheme="minorHAns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570" w:type="dxa"/>
            <w:tcBorders>
              <w:top w:val="single" w:sz="4" w:space="0" w:color="1C365F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5D35F7F0" w14:textId="7A75A221" w:rsidR="00627BDF" w:rsidRPr="00C348AE" w:rsidRDefault="00627BDF" w:rsidP="00C348A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348AE">
              <w:rPr>
                <w:rFonts w:cstheme="minorHAnsi"/>
                <w:color w:val="000000" w:themeColor="text1"/>
                <w:sz w:val="24"/>
                <w:szCs w:val="24"/>
              </w:rPr>
              <w:t>Welcome</w:t>
            </w:r>
          </w:p>
          <w:p w14:paraId="38B507FA" w14:textId="7708B6D4" w:rsidR="000F5241" w:rsidRPr="000F5241" w:rsidRDefault="006B7A62" w:rsidP="000F524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Introductions</w:t>
            </w:r>
          </w:p>
        </w:tc>
      </w:tr>
      <w:tr w:rsidR="00627BDF" w:rsidRPr="00E316C4" w14:paraId="6F200360" w14:textId="77777777" w:rsidTr="00C348AE">
        <w:trPr>
          <w:trHeight w:val="861"/>
        </w:trPr>
        <w:tc>
          <w:tcPr>
            <w:tcW w:w="37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9E85093" w14:textId="6FB527B1" w:rsidR="00627BDF" w:rsidRPr="00EC235C" w:rsidRDefault="00CA595F" w:rsidP="00787E1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06606C">
              <w:rPr>
                <w:rFonts w:cstheme="minorHAnsi"/>
                <w:sz w:val="24"/>
                <w:szCs w:val="24"/>
              </w:rPr>
              <w:t>:</w:t>
            </w:r>
            <w:r w:rsidR="008E182E">
              <w:rPr>
                <w:rFonts w:cstheme="minorHAnsi"/>
                <w:sz w:val="24"/>
                <w:szCs w:val="24"/>
              </w:rPr>
              <w:t>10</w:t>
            </w:r>
            <w:r w:rsidR="0006606C">
              <w:rPr>
                <w:rFonts w:cstheme="minorHAnsi"/>
                <w:sz w:val="24"/>
                <w:szCs w:val="24"/>
              </w:rPr>
              <w:t>-</w:t>
            </w:r>
            <w:r w:rsidR="004E2BD9">
              <w:rPr>
                <w:rFonts w:cstheme="minorHAnsi"/>
                <w:sz w:val="24"/>
                <w:szCs w:val="24"/>
              </w:rPr>
              <w:t>2:15</w:t>
            </w:r>
          </w:p>
        </w:tc>
        <w:tc>
          <w:tcPr>
            <w:tcW w:w="5570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2401B443" w14:textId="77777777" w:rsidR="00ED6234" w:rsidRDefault="004E2BD9" w:rsidP="00C348AE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Recap of last meeting</w:t>
            </w:r>
          </w:p>
          <w:p w14:paraId="4067F49D" w14:textId="093BA36B" w:rsidR="00627BDF" w:rsidRPr="00C348AE" w:rsidRDefault="00ED6234" w:rsidP="00C348AE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Review meeting minutes</w:t>
            </w:r>
            <w:r w:rsidR="00787E1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27BDF" w:rsidRPr="00E316C4" w14:paraId="484BCFA9" w14:textId="77777777" w:rsidTr="00384322">
        <w:trPr>
          <w:trHeight w:val="564"/>
        </w:trPr>
        <w:tc>
          <w:tcPr>
            <w:tcW w:w="37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A2E59A2" w14:textId="45774BA7" w:rsidR="00627BDF" w:rsidRPr="00E316C4" w:rsidRDefault="00ED6234" w:rsidP="00627B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06606C">
              <w:rPr>
                <w:rFonts w:cstheme="minorHAnsi"/>
                <w:color w:val="000000" w:themeColor="text1"/>
                <w:sz w:val="24"/>
                <w:szCs w:val="24"/>
              </w:rPr>
              <w:t>: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15</w:t>
            </w:r>
            <w:r w:rsidR="0006606C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A67C4B">
              <w:rPr>
                <w:rFonts w:cstheme="minorHAnsi"/>
                <w:color w:val="000000" w:themeColor="text1"/>
                <w:sz w:val="24"/>
                <w:szCs w:val="24"/>
              </w:rPr>
              <w:t>2:30</w:t>
            </w:r>
          </w:p>
        </w:tc>
        <w:tc>
          <w:tcPr>
            <w:tcW w:w="5570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1F317B16" w14:textId="44C1C3CA" w:rsidR="00627BDF" w:rsidRPr="00323E3C" w:rsidRDefault="00A67C4B" w:rsidP="00627BD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Identify Board ro</w:t>
            </w:r>
            <w:r w:rsidR="00C57DF7">
              <w:rPr>
                <w:rFonts w:cstheme="minorHAnsi"/>
                <w:color w:val="000000" w:themeColor="text1"/>
                <w:sz w:val="24"/>
                <w:szCs w:val="24"/>
              </w:rPr>
              <w:t>les</w:t>
            </w:r>
          </w:p>
        </w:tc>
      </w:tr>
      <w:tr w:rsidR="00627BDF" w:rsidRPr="00E316C4" w14:paraId="01EC2DC6" w14:textId="77777777" w:rsidTr="00C348AE">
        <w:trPr>
          <w:trHeight w:val="681"/>
        </w:trPr>
        <w:tc>
          <w:tcPr>
            <w:tcW w:w="37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F6A69FA" w14:textId="3D77E420" w:rsidR="00627BDF" w:rsidRPr="00E316C4" w:rsidRDefault="00C57DF7" w:rsidP="00627B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0503A4">
              <w:rPr>
                <w:rFonts w:cstheme="minorHAnsi"/>
                <w:color w:val="000000" w:themeColor="text1"/>
                <w:sz w:val="24"/>
                <w:szCs w:val="24"/>
              </w:rPr>
              <w:t>:</w:t>
            </w:r>
            <w:r w:rsidR="00340D86">
              <w:rPr>
                <w:rFonts w:cstheme="minorHAnsi"/>
                <w:color w:val="000000" w:themeColor="text1"/>
                <w:sz w:val="24"/>
                <w:szCs w:val="24"/>
              </w:rPr>
              <w:t>30</w:t>
            </w:r>
            <w:r w:rsidR="000503A4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2B5130">
              <w:rPr>
                <w:rFonts w:cstheme="minorHAnsi"/>
                <w:color w:val="000000" w:themeColor="text1"/>
                <w:sz w:val="24"/>
                <w:szCs w:val="24"/>
              </w:rPr>
              <w:t>2:55</w:t>
            </w:r>
          </w:p>
        </w:tc>
        <w:tc>
          <w:tcPr>
            <w:tcW w:w="5570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2A32A6F0" w14:textId="771B441B" w:rsidR="00C57DF7" w:rsidRDefault="00DF2183" w:rsidP="00627BD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Review </w:t>
            </w:r>
            <w:r w:rsidR="008140FD">
              <w:rPr>
                <w:rFonts w:cstheme="minorHAnsi"/>
                <w:color w:val="000000" w:themeColor="text1"/>
                <w:sz w:val="24"/>
                <w:szCs w:val="24"/>
              </w:rPr>
              <w:t>Human Rights Board code</w:t>
            </w:r>
          </w:p>
          <w:p w14:paraId="50705EA8" w14:textId="3BAD0519" w:rsidR="00627BDF" w:rsidRPr="00C348AE" w:rsidRDefault="008140FD" w:rsidP="00627BD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Review HHS plans</w:t>
            </w:r>
            <w:r w:rsidR="00675636">
              <w:rPr>
                <w:rFonts w:cstheme="minorHAnsi"/>
                <w:color w:val="000000" w:themeColor="text1"/>
                <w:sz w:val="24"/>
                <w:szCs w:val="24"/>
              </w:rPr>
              <w:t xml:space="preserve"> inventory</w:t>
            </w:r>
          </w:p>
        </w:tc>
      </w:tr>
      <w:tr w:rsidR="00627BDF" w:rsidRPr="00E316C4" w14:paraId="7A392D63" w14:textId="77777777" w:rsidTr="001062D3">
        <w:trPr>
          <w:trHeight w:val="1149"/>
        </w:trPr>
        <w:tc>
          <w:tcPr>
            <w:tcW w:w="378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CA4B721" w14:textId="46845887" w:rsidR="00627BDF" w:rsidRPr="00E316C4" w:rsidRDefault="007F4B58" w:rsidP="00627B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2:55</w:t>
            </w:r>
            <w:r w:rsidR="005D65F7">
              <w:rPr>
                <w:rFonts w:cstheme="minorHAnsi"/>
                <w:color w:val="000000" w:themeColor="text1"/>
                <w:sz w:val="24"/>
                <w:szCs w:val="24"/>
              </w:rPr>
              <w:t>-3</w:t>
            </w:r>
            <w:r w:rsidR="00340D86">
              <w:rPr>
                <w:rFonts w:cstheme="minorHAnsi"/>
                <w:color w:val="000000" w:themeColor="text1"/>
                <w:sz w:val="24"/>
                <w:szCs w:val="24"/>
              </w:rPr>
              <w:t>:00</w:t>
            </w:r>
          </w:p>
        </w:tc>
        <w:tc>
          <w:tcPr>
            <w:tcW w:w="5570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3B390246" w14:textId="244B421B" w:rsidR="00627BDF" w:rsidRPr="00107BFD" w:rsidRDefault="00627BDF" w:rsidP="00627B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C0FE59D" w14:textId="77777777" w:rsidR="00627BDF" w:rsidRDefault="000503A4" w:rsidP="00627BD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Reflections from today’s meeting</w:t>
            </w:r>
          </w:p>
          <w:p w14:paraId="631683AB" w14:textId="7E1472AE" w:rsidR="00340D86" w:rsidRDefault="00340D86" w:rsidP="00627BD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Establish </w:t>
            </w:r>
            <w:r w:rsidR="00CA595F">
              <w:rPr>
                <w:rFonts w:cstheme="minorHAnsi"/>
                <w:color w:val="000000" w:themeColor="text1"/>
                <w:sz w:val="24"/>
                <w:szCs w:val="24"/>
              </w:rPr>
              <w:t>the next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meeting date &amp; time</w:t>
            </w:r>
          </w:p>
          <w:p w14:paraId="65EB5A68" w14:textId="77777777" w:rsidR="000503A4" w:rsidRDefault="000503A4" w:rsidP="00627BD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Next Steps</w:t>
            </w:r>
          </w:p>
          <w:p w14:paraId="361261A8" w14:textId="632A11D3" w:rsidR="00C348AE" w:rsidRPr="00E316C4" w:rsidRDefault="00C348AE" w:rsidP="00C348AE">
            <w:pPr>
              <w:pStyle w:val="ListParagrap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7E8F3A7A" w14:textId="77777777" w:rsidR="00A57921" w:rsidRPr="00E316C4" w:rsidRDefault="00A57921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3505"/>
        <w:gridCol w:w="1558"/>
        <w:gridCol w:w="1558"/>
        <w:gridCol w:w="1559"/>
      </w:tblGrid>
      <w:tr w:rsidR="00A828ED" w:rsidRPr="00E316C4" w14:paraId="7DB689F0" w14:textId="77777777" w:rsidTr="00617DD6">
        <w:trPr>
          <w:trHeight w:val="422"/>
        </w:trPr>
        <w:tc>
          <w:tcPr>
            <w:tcW w:w="9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4627A" w:themeFill="accent1"/>
            <w:vAlign w:val="center"/>
          </w:tcPr>
          <w:p w14:paraId="57C362EA" w14:textId="77777777" w:rsidR="00A828ED" w:rsidRPr="00E316C4" w:rsidRDefault="00A828ED" w:rsidP="00A828E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316C4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NEW ACTION ITEMS</w:t>
            </w:r>
          </w:p>
        </w:tc>
      </w:tr>
      <w:tr w:rsidR="00967CE9" w:rsidRPr="00E316C4" w14:paraId="4AA7BE54" w14:textId="77777777" w:rsidTr="009022EC">
        <w:trPr>
          <w:trHeight w:val="432"/>
        </w:trPr>
        <w:tc>
          <w:tcPr>
            <w:tcW w:w="1170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DBDC" w:themeFill="text2" w:themeFillTint="33"/>
            <w:vAlign w:val="center"/>
          </w:tcPr>
          <w:p w14:paraId="5ED6C1B5" w14:textId="77777777" w:rsidR="00967CE9" w:rsidRPr="00E316C4" w:rsidRDefault="00967CE9" w:rsidP="009022EC">
            <w:pPr>
              <w:rPr>
                <w:rFonts w:cstheme="minorHAnsi"/>
                <w:sz w:val="24"/>
                <w:szCs w:val="24"/>
              </w:rPr>
            </w:pPr>
            <w:r w:rsidRPr="00E316C4">
              <w:rPr>
                <w:rFonts w:cstheme="minorHAnsi"/>
                <w:sz w:val="24"/>
                <w:szCs w:val="24"/>
              </w:rPr>
              <w:t>ITEM #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DBDC" w:themeFill="text2" w:themeFillTint="33"/>
            <w:vAlign w:val="center"/>
          </w:tcPr>
          <w:p w14:paraId="6FD230F7" w14:textId="77777777" w:rsidR="00967CE9" w:rsidRPr="00E316C4" w:rsidRDefault="00967CE9" w:rsidP="009022EC">
            <w:pPr>
              <w:rPr>
                <w:rFonts w:cstheme="minorHAnsi"/>
                <w:sz w:val="24"/>
                <w:szCs w:val="24"/>
              </w:rPr>
            </w:pPr>
            <w:r w:rsidRPr="00E316C4">
              <w:rPr>
                <w:rFonts w:cstheme="minorHAnsi"/>
                <w:sz w:val="24"/>
                <w:szCs w:val="24"/>
              </w:rPr>
              <w:t>DESCRIPTION</w:t>
            </w:r>
          </w:p>
        </w:tc>
        <w:tc>
          <w:tcPr>
            <w:tcW w:w="155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ADBDC" w:themeFill="text2" w:themeFillTint="33"/>
            <w:vAlign w:val="center"/>
          </w:tcPr>
          <w:p w14:paraId="6DAD695E" w14:textId="77777777" w:rsidR="00967CE9" w:rsidRPr="00E316C4" w:rsidRDefault="00967CE9" w:rsidP="009022EC">
            <w:pPr>
              <w:rPr>
                <w:rFonts w:cstheme="minorHAnsi"/>
                <w:sz w:val="24"/>
                <w:szCs w:val="24"/>
              </w:rPr>
            </w:pPr>
            <w:r w:rsidRPr="00E316C4">
              <w:rPr>
                <w:rFonts w:cstheme="minorHAnsi"/>
                <w:sz w:val="24"/>
                <w:szCs w:val="24"/>
              </w:rPr>
              <w:t>OWNER</w:t>
            </w:r>
          </w:p>
        </w:tc>
        <w:tc>
          <w:tcPr>
            <w:tcW w:w="1558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ADBDC" w:themeFill="text2" w:themeFillTint="33"/>
            <w:vAlign w:val="center"/>
          </w:tcPr>
          <w:p w14:paraId="30B01BE2" w14:textId="77777777" w:rsidR="00967CE9" w:rsidRPr="00E316C4" w:rsidRDefault="00967CE9" w:rsidP="009022EC">
            <w:pPr>
              <w:rPr>
                <w:rFonts w:cstheme="minorHAnsi"/>
                <w:sz w:val="24"/>
                <w:szCs w:val="24"/>
              </w:rPr>
            </w:pPr>
            <w:r w:rsidRPr="00E316C4">
              <w:rPr>
                <w:rFonts w:cstheme="minorHAnsi"/>
                <w:sz w:val="24"/>
                <w:szCs w:val="24"/>
              </w:rPr>
              <w:t>DUE DATE</w:t>
            </w:r>
          </w:p>
        </w:tc>
        <w:tc>
          <w:tcPr>
            <w:tcW w:w="155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ADBDC" w:themeFill="text2" w:themeFillTint="33"/>
            <w:vAlign w:val="center"/>
          </w:tcPr>
          <w:p w14:paraId="6F2A73C2" w14:textId="77777777" w:rsidR="00967CE9" w:rsidRPr="00E316C4" w:rsidRDefault="00967CE9" w:rsidP="009022EC">
            <w:pPr>
              <w:rPr>
                <w:rFonts w:cstheme="minorHAnsi"/>
                <w:sz w:val="24"/>
                <w:szCs w:val="24"/>
              </w:rPr>
            </w:pPr>
            <w:r w:rsidRPr="00E316C4">
              <w:rPr>
                <w:rFonts w:cstheme="minorHAnsi"/>
                <w:sz w:val="24"/>
                <w:szCs w:val="24"/>
              </w:rPr>
              <w:t>STATUS</w:t>
            </w:r>
          </w:p>
        </w:tc>
      </w:tr>
      <w:tr w:rsidR="00967CE9" w:rsidRPr="00E316C4" w14:paraId="18F7A191" w14:textId="77777777" w:rsidTr="009022EC">
        <w:trPr>
          <w:trHeight w:val="432"/>
        </w:trPr>
        <w:tc>
          <w:tcPr>
            <w:tcW w:w="117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03D893D" w14:textId="77777777" w:rsidR="00967CE9" w:rsidRPr="00E316C4" w:rsidRDefault="00967CE9" w:rsidP="009022E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05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3C6B223" w14:textId="77777777" w:rsidR="00967CE9" w:rsidRPr="00E316C4" w:rsidRDefault="00967CE9" w:rsidP="009022E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28ACE5C6" w14:textId="77777777" w:rsidR="00967CE9" w:rsidRPr="00E316C4" w:rsidRDefault="00967CE9" w:rsidP="009022E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0BF7968E" w14:textId="77777777" w:rsidR="00967CE9" w:rsidRPr="00E316C4" w:rsidRDefault="00967CE9" w:rsidP="009022E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34576CD9" w14:textId="77777777" w:rsidR="00967CE9" w:rsidRPr="00E316C4" w:rsidRDefault="00967CE9" w:rsidP="009022EC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EFDFE41" w14:textId="77777777" w:rsidR="00A828ED" w:rsidRDefault="00A828ED">
      <w:pPr>
        <w:rPr>
          <w:sz w:val="24"/>
          <w:szCs w:val="24"/>
        </w:rPr>
      </w:pPr>
    </w:p>
    <w:sectPr w:rsidR="00A828E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D3EB5" w14:textId="77777777" w:rsidR="00E92951" w:rsidRDefault="00E92951" w:rsidP="00ED0FA2">
      <w:pPr>
        <w:spacing w:after="0" w:line="240" w:lineRule="auto"/>
      </w:pPr>
      <w:r>
        <w:separator/>
      </w:r>
    </w:p>
  </w:endnote>
  <w:endnote w:type="continuationSeparator" w:id="0">
    <w:p w14:paraId="56473E88" w14:textId="77777777" w:rsidR="00E92951" w:rsidRDefault="00E92951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0FBF2" w14:textId="77777777" w:rsidR="00E92951" w:rsidRDefault="00E92951" w:rsidP="00ED0FA2">
      <w:pPr>
        <w:spacing w:after="0" w:line="240" w:lineRule="auto"/>
      </w:pPr>
      <w:r>
        <w:separator/>
      </w:r>
    </w:p>
  </w:footnote>
  <w:footnote w:type="continuationSeparator" w:id="0">
    <w:p w14:paraId="6F879E3C" w14:textId="77777777" w:rsidR="00E92951" w:rsidRDefault="00E92951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5A167" w14:textId="77777777" w:rsidR="00ED0FA2" w:rsidRDefault="00B64635">
    <w:pPr>
      <w:pStyle w:val="Header"/>
    </w:pPr>
    <w:r>
      <w:rPr>
        <w:noProof/>
      </w:rPr>
      <w:drawing>
        <wp:inline distT="0" distB="0" distL="0" distR="0" wp14:anchorId="29383B00" wp14:editId="6D3C4132">
          <wp:extent cx="2971956" cy="333692"/>
          <wp:effectExtent l="0" t="0" r="0" b="9525"/>
          <wp:docPr id="2" name="Picture 2" descr="Logo for Iowa Health and Human Servi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 for Iowa Health and Human Service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9126" cy="335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DA8BC" w14:textId="77777777" w:rsidR="00ED0FA2" w:rsidRDefault="00ED0F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753C5"/>
    <w:multiLevelType w:val="hybridMultilevel"/>
    <w:tmpl w:val="DDD27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C36C9"/>
    <w:multiLevelType w:val="hybridMultilevel"/>
    <w:tmpl w:val="082AA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8431B"/>
    <w:multiLevelType w:val="hybridMultilevel"/>
    <w:tmpl w:val="46B28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636DB"/>
    <w:multiLevelType w:val="hybridMultilevel"/>
    <w:tmpl w:val="6B320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05801"/>
    <w:multiLevelType w:val="hybridMultilevel"/>
    <w:tmpl w:val="DD86E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920905"/>
    <w:multiLevelType w:val="hybridMultilevel"/>
    <w:tmpl w:val="FA5AF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F4931"/>
    <w:multiLevelType w:val="hybridMultilevel"/>
    <w:tmpl w:val="09161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07407"/>
    <w:multiLevelType w:val="hybridMultilevel"/>
    <w:tmpl w:val="1988C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083500">
    <w:abstractNumId w:val="1"/>
  </w:num>
  <w:num w:numId="2" w16cid:durableId="1984847006">
    <w:abstractNumId w:val="5"/>
  </w:num>
  <w:num w:numId="3" w16cid:durableId="1505632421">
    <w:abstractNumId w:val="0"/>
  </w:num>
  <w:num w:numId="4" w16cid:durableId="29495991">
    <w:abstractNumId w:val="3"/>
  </w:num>
  <w:num w:numId="5" w16cid:durableId="1965230993">
    <w:abstractNumId w:val="7"/>
  </w:num>
  <w:num w:numId="6" w16cid:durableId="419452379">
    <w:abstractNumId w:val="6"/>
  </w:num>
  <w:num w:numId="7" w16cid:durableId="1117800554">
    <w:abstractNumId w:val="4"/>
  </w:num>
  <w:num w:numId="8" w16cid:durableId="1168516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BD6"/>
    <w:rsid w:val="00002932"/>
    <w:rsid w:val="00013F3C"/>
    <w:rsid w:val="000231E6"/>
    <w:rsid w:val="000503A4"/>
    <w:rsid w:val="00051975"/>
    <w:rsid w:val="0006606C"/>
    <w:rsid w:val="0007207E"/>
    <w:rsid w:val="0008483F"/>
    <w:rsid w:val="0008788F"/>
    <w:rsid w:val="000A4ED2"/>
    <w:rsid w:val="000D5838"/>
    <w:rsid w:val="000E1440"/>
    <w:rsid w:val="000F4470"/>
    <w:rsid w:val="000F5241"/>
    <w:rsid w:val="00103124"/>
    <w:rsid w:val="00103974"/>
    <w:rsid w:val="001045EC"/>
    <w:rsid w:val="001062D3"/>
    <w:rsid w:val="0010773E"/>
    <w:rsid w:val="00107BFD"/>
    <w:rsid w:val="0015121F"/>
    <w:rsid w:val="001546D9"/>
    <w:rsid w:val="001645DA"/>
    <w:rsid w:val="00170323"/>
    <w:rsid w:val="001B0DA8"/>
    <w:rsid w:val="001C677D"/>
    <w:rsid w:val="001C773E"/>
    <w:rsid w:val="001F66B9"/>
    <w:rsid w:val="001F6F34"/>
    <w:rsid w:val="00237573"/>
    <w:rsid w:val="00245DB9"/>
    <w:rsid w:val="0025515F"/>
    <w:rsid w:val="00262D4C"/>
    <w:rsid w:val="00265709"/>
    <w:rsid w:val="00272B9D"/>
    <w:rsid w:val="002753CE"/>
    <w:rsid w:val="002B5130"/>
    <w:rsid w:val="002B69F9"/>
    <w:rsid w:val="002C1DB4"/>
    <w:rsid w:val="002C6632"/>
    <w:rsid w:val="002F3640"/>
    <w:rsid w:val="002F7527"/>
    <w:rsid w:val="0030260D"/>
    <w:rsid w:val="003166C0"/>
    <w:rsid w:val="00323E3C"/>
    <w:rsid w:val="00340D86"/>
    <w:rsid w:val="00342B93"/>
    <w:rsid w:val="003475D1"/>
    <w:rsid w:val="00371D32"/>
    <w:rsid w:val="00374235"/>
    <w:rsid w:val="00382330"/>
    <w:rsid w:val="00382F02"/>
    <w:rsid w:val="00384322"/>
    <w:rsid w:val="00397BD6"/>
    <w:rsid w:val="003A6B65"/>
    <w:rsid w:val="003E3650"/>
    <w:rsid w:val="004109E5"/>
    <w:rsid w:val="0042130B"/>
    <w:rsid w:val="004677FA"/>
    <w:rsid w:val="00484230"/>
    <w:rsid w:val="004B3015"/>
    <w:rsid w:val="004C5BD1"/>
    <w:rsid w:val="004E2BD9"/>
    <w:rsid w:val="00500D2F"/>
    <w:rsid w:val="00516C0E"/>
    <w:rsid w:val="00521066"/>
    <w:rsid w:val="00521A34"/>
    <w:rsid w:val="00524303"/>
    <w:rsid w:val="00526202"/>
    <w:rsid w:val="005313EC"/>
    <w:rsid w:val="00543C2A"/>
    <w:rsid w:val="00557179"/>
    <w:rsid w:val="00565196"/>
    <w:rsid w:val="005710D1"/>
    <w:rsid w:val="00577FF8"/>
    <w:rsid w:val="005834C5"/>
    <w:rsid w:val="00587218"/>
    <w:rsid w:val="0059216F"/>
    <w:rsid w:val="00594B08"/>
    <w:rsid w:val="005B3712"/>
    <w:rsid w:val="005C0D70"/>
    <w:rsid w:val="005C6D54"/>
    <w:rsid w:val="005D65F7"/>
    <w:rsid w:val="005F00C5"/>
    <w:rsid w:val="005F14C7"/>
    <w:rsid w:val="0060655D"/>
    <w:rsid w:val="00617DD6"/>
    <w:rsid w:val="00627BDF"/>
    <w:rsid w:val="00632198"/>
    <w:rsid w:val="00641914"/>
    <w:rsid w:val="006476C1"/>
    <w:rsid w:val="00656349"/>
    <w:rsid w:val="00672955"/>
    <w:rsid w:val="00675636"/>
    <w:rsid w:val="006966CE"/>
    <w:rsid w:val="006A49BE"/>
    <w:rsid w:val="006B7A62"/>
    <w:rsid w:val="006C3E6C"/>
    <w:rsid w:val="006E333D"/>
    <w:rsid w:val="006F4863"/>
    <w:rsid w:val="006F50B2"/>
    <w:rsid w:val="0070057B"/>
    <w:rsid w:val="00706E85"/>
    <w:rsid w:val="00733588"/>
    <w:rsid w:val="00787E1E"/>
    <w:rsid w:val="007A1331"/>
    <w:rsid w:val="007A7D2D"/>
    <w:rsid w:val="007B4C29"/>
    <w:rsid w:val="007E7917"/>
    <w:rsid w:val="007F42A5"/>
    <w:rsid w:val="007F4B58"/>
    <w:rsid w:val="008140FD"/>
    <w:rsid w:val="008170D6"/>
    <w:rsid w:val="008173AF"/>
    <w:rsid w:val="00831BE5"/>
    <w:rsid w:val="00832531"/>
    <w:rsid w:val="00840D07"/>
    <w:rsid w:val="00867487"/>
    <w:rsid w:val="00892E21"/>
    <w:rsid w:val="008A3568"/>
    <w:rsid w:val="008B00EA"/>
    <w:rsid w:val="008B3BF9"/>
    <w:rsid w:val="008C4366"/>
    <w:rsid w:val="008C65C1"/>
    <w:rsid w:val="008C6914"/>
    <w:rsid w:val="008D06B4"/>
    <w:rsid w:val="008D10F0"/>
    <w:rsid w:val="008D6F19"/>
    <w:rsid w:val="008E182E"/>
    <w:rsid w:val="008E6D47"/>
    <w:rsid w:val="008E7079"/>
    <w:rsid w:val="008F3462"/>
    <w:rsid w:val="008F66D2"/>
    <w:rsid w:val="00901CE2"/>
    <w:rsid w:val="009022EC"/>
    <w:rsid w:val="009027A6"/>
    <w:rsid w:val="00903E39"/>
    <w:rsid w:val="00914BD3"/>
    <w:rsid w:val="00923745"/>
    <w:rsid w:val="0093798E"/>
    <w:rsid w:val="00964B52"/>
    <w:rsid w:val="00967CE9"/>
    <w:rsid w:val="00967F72"/>
    <w:rsid w:val="009800A3"/>
    <w:rsid w:val="00997134"/>
    <w:rsid w:val="009B5B7D"/>
    <w:rsid w:val="009B6D41"/>
    <w:rsid w:val="009C3823"/>
    <w:rsid w:val="009C4BA4"/>
    <w:rsid w:val="009C5B31"/>
    <w:rsid w:val="009E2B72"/>
    <w:rsid w:val="00A22A44"/>
    <w:rsid w:val="00A4551F"/>
    <w:rsid w:val="00A531A5"/>
    <w:rsid w:val="00A57921"/>
    <w:rsid w:val="00A67C4B"/>
    <w:rsid w:val="00A74A2A"/>
    <w:rsid w:val="00A76BF6"/>
    <w:rsid w:val="00A828ED"/>
    <w:rsid w:val="00A8734B"/>
    <w:rsid w:val="00A92932"/>
    <w:rsid w:val="00AB1681"/>
    <w:rsid w:val="00AB4A4D"/>
    <w:rsid w:val="00AB59A8"/>
    <w:rsid w:val="00AC140D"/>
    <w:rsid w:val="00AC1ECD"/>
    <w:rsid w:val="00AC637A"/>
    <w:rsid w:val="00AE2C16"/>
    <w:rsid w:val="00AE6CC9"/>
    <w:rsid w:val="00AF1F22"/>
    <w:rsid w:val="00B04B5F"/>
    <w:rsid w:val="00B106CC"/>
    <w:rsid w:val="00B33E59"/>
    <w:rsid w:val="00B4668F"/>
    <w:rsid w:val="00B60D22"/>
    <w:rsid w:val="00B64635"/>
    <w:rsid w:val="00B66CCD"/>
    <w:rsid w:val="00B74B2B"/>
    <w:rsid w:val="00B84FA7"/>
    <w:rsid w:val="00B867FE"/>
    <w:rsid w:val="00BC51C3"/>
    <w:rsid w:val="00C012EC"/>
    <w:rsid w:val="00C10514"/>
    <w:rsid w:val="00C348AE"/>
    <w:rsid w:val="00C37ECA"/>
    <w:rsid w:val="00C57DF7"/>
    <w:rsid w:val="00C62922"/>
    <w:rsid w:val="00C64C72"/>
    <w:rsid w:val="00C66733"/>
    <w:rsid w:val="00C87CD5"/>
    <w:rsid w:val="00CA595F"/>
    <w:rsid w:val="00CA6FA4"/>
    <w:rsid w:val="00CB25E0"/>
    <w:rsid w:val="00CC4D86"/>
    <w:rsid w:val="00CC6BF9"/>
    <w:rsid w:val="00CD1BB6"/>
    <w:rsid w:val="00CE49B0"/>
    <w:rsid w:val="00CF2C35"/>
    <w:rsid w:val="00D12982"/>
    <w:rsid w:val="00D26FF2"/>
    <w:rsid w:val="00D36BC3"/>
    <w:rsid w:val="00D55900"/>
    <w:rsid w:val="00D67391"/>
    <w:rsid w:val="00D817D2"/>
    <w:rsid w:val="00D86C0F"/>
    <w:rsid w:val="00DB2334"/>
    <w:rsid w:val="00DD3308"/>
    <w:rsid w:val="00DE0F4E"/>
    <w:rsid w:val="00DE35C1"/>
    <w:rsid w:val="00DF2183"/>
    <w:rsid w:val="00E06239"/>
    <w:rsid w:val="00E22431"/>
    <w:rsid w:val="00E316C4"/>
    <w:rsid w:val="00E41402"/>
    <w:rsid w:val="00E5047C"/>
    <w:rsid w:val="00E76548"/>
    <w:rsid w:val="00E81817"/>
    <w:rsid w:val="00E90CD8"/>
    <w:rsid w:val="00E92951"/>
    <w:rsid w:val="00E95BD1"/>
    <w:rsid w:val="00E96945"/>
    <w:rsid w:val="00EA3FDA"/>
    <w:rsid w:val="00EB24A7"/>
    <w:rsid w:val="00EB46FC"/>
    <w:rsid w:val="00EC235C"/>
    <w:rsid w:val="00EC3DAE"/>
    <w:rsid w:val="00ED0FA2"/>
    <w:rsid w:val="00ED6234"/>
    <w:rsid w:val="00EE432A"/>
    <w:rsid w:val="00EE4937"/>
    <w:rsid w:val="00EF1482"/>
    <w:rsid w:val="00EF2E13"/>
    <w:rsid w:val="00EF4DBB"/>
    <w:rsid w:val="00F052A6"/>
    <w:rsid w:val="00F158DD"/>
    <w:rsid w:val="00F27EF6"/>
    <w:rsid w:val="00F32FB3"/>
    <w:rsid w:val="00F50E22"/>
    <w:rsid w:val="00F61CAA"/>
    <w:rsid w:val="00F7420C"/>
    <w:rsid w:val="00F94D93"/>
    <w:rsid w:val="00FA30E4"/>
    <w:rsid w:val="00FB070B"/>
    <w:rsid w:val="00FB3BB7"/>
    <w:rsid w:val="00FC0ED6"/>
    <w:rsid w:val="00FD1645"/>
    <w:rsid w:val="00FD513F"/>
    <w:rsid w:val="00FE1D57"/>
    <w:rsid w:val="00FF1CD1"/>
    <w:rsid w:val="00FF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4B47D6"/>
  <w15:chartTrackingRefBased/>
  <w15:docId w15:val="{513ECE60-4FF3-438E-8734-D3B40EA06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2B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77FA"/>
    <w:rPr>
      <w:color w:val="0070C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7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3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ODQwMWQ3NjUtYzI4MC00ZmU0LTljMmUtZDk1YmQyMGM2MTk0%40thread.v2/0?context=%7b%22Tid%22%3a%228d2c7b4d-085a-4617-8536-38a76d19b0da%22%2c%22Oid%22%3a%224268de43-ee3f-4413-bc0e-68e30b03109d%22%7d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denney\Downloads\Agenda%20template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E3B404801B3747A26CBE4DA53E86AF" ma:contentTypeVersion="21" ma:contentTypeDescription="Create a new document." ma:contentTypeScope="" ma:versionID="94c054a766317475bedcda87572b6a75">
  <xsd:schema xmlns:xsd="http://www.w3.org/2001/XMLSchema" xmlns:xs="http://www.w3.org/2001/XMLSchema" xmlns:p="http://schemas.microsoft.com/office/2006/metadata/properties" xmlns:ns2="f88e24f3-da62-4d13-8742-1b7075cad43b" xmlns:ns3="07f02910-0123-428f-bbba-f09bb309b044" targetNamespace="http://schemas.microsoft.com/office/2006/metadata/properties" ma:root="true" ma:fieldsID="85f820fe2787e7b55ca37e1a8a63812c" ns2:_="" ns3:_="">
    <xsd:import namespace="f88e24f3-da62-4d13-8742-1b7075cad43b"/>
    <xsd:import namespace="07f02910-0123-428f-bbba-f09bb309b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Image_x0020_Description" minOccurs="0"/>
                <xsd:element ref="ns2:Category_x0020_1" minOccurs="0"/>
                <xsd:element ref="ns2:Topic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e24f3-da62-4d13-8742-1b7075cad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Image_x0020_Description" ma:index="21" nillable="true" ma:displayName="Image Description" ma:internalName="Image_x0020_Description">
      <xsd:simpleType>
        <xsd:restriction base="dms:Text">
          <xsd:maxLength value="255"/>
        </xsd:restriction>
      </xsd:simpleType>
    </xsd:element>
    <xsd:element name="Category_x0020_1" ma:index="22" nillable="true" ma:displayName="Category" ma:format="Dropdown" ma:internalName="Category_x0020_1">
      <xsd:simpleType>
        <xsd:restriction base="dms:Choice">
          <xsd:enumeration value="Photos"/>
          <xsd:enumeration value="Logos"/>
          <xsd:enumeration value="Templates"/>
          <xsd:enumeration value="Icons"/>
        </xsd:restriction>
      </xsd:simpleType>
    </xsd:element>
    <xsd:element name="Topic" ma:index="23" nillable="true" ma:displayName="Topic" ma:internalName="Topic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02910-0123-428f-bbba-f09bb309b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efd570c-62f7-4c05-8a11-590e529ea8b8}" ma:internalName="TaxCatchAll" ma:showField="CatchAllData" ma:web="07f02910-0123-428f-bbba-f09bb309b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_x0020_Description xmlns="f88e24f3-da62-4d13-8742-1b7075cad43b" xsi:nil="true"/>
    <lcf76f155ced4ddcb4097134ff3c332f xmlns="f88e24f3-da62-4d13-8742-1b7075cad43b">
      <Terms xmlns="http://schemas.microsoft.com/office/infopath/2007/PartnerControls"/>
    </lcf76f155ced4ddcb4097134ff3c332f>
    <Topic xmlns="f88e24f3-da62-4d13-8742-1b7075cad43b">Agenda</Topic>
    <Category_x0020_1 xmlns="f88e24f3-da62-4d13-8742-1b7075cad43b">Templates</Category_x0020_1>
    <TaxCatchAll xmlns="07f02910-0123-428f-bbba-f09bb309b04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554991-05AE-4A54-83AE-925644913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e24f3-da62-4d13-8742-1b7075cad43b"/>
    <ds:schemaRef ds:uri="07f02910-0123-428f-bbba-f09bb309b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648E2C-5BB3-4C8E-BAFF-36C5F1455998}">
  <ds:schemaRefs>
    <ds:schemaRef ds:uri="http://schemas.microsoft.com/office/2006/metadata/properties"/>
    <ds:schemaRef ds:uri="http://schemas.microsoft.com/office/infopath/2007/PartnerControls"/>
    <ds:schemaRef ds:uri="f88e24f3-da62-4d13-8742-1b7075cad43b"/>
    <ds:schemaRef ds:uri="07f02910-0123-428f-bbba-f09bb309b044"/>
  </ds:schemaRefs>
</ds:datastoreItem>
</file>

<file path=customXml/itemProps3.xml><?xml version="1.0" encoding="utf-8"?>
<ds:datastoreItem xmlns:ds="http://schemas.openxmlformats.org/officeDocument/2006/customXml" ds:itemID="{25F3ED20-3E9C-4543-9AA3-B2C3E3310B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C2BBCF-023E-4A03-9EBE-B7AEC18A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 template</Template>
  <TotalTime>275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Denney, Diamond</dc:creator>
  <cp:keywords/>
  <dc:description/>
  <cp:lastModifiedBy>Denney, Diamond [HHS]</cp:lastModifiedBy>
  <cp:revision>51</cp:revision>
  <dcterms:created xsi:type="dcterms:W3CDTF">2025-10-22T13:07:00Z</dcterms:created>
  <dcterms:modified xsi:type="dcterms:W3CDTF">2025-10-24T19:24:00Z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0x0101005CE3B404801B3747A26CBE4DA53E86AF</vt:lpwstr>
  </property>
  <property fmtid="{D5CDD505-2E9C-101B-9397-08002B2CF9AE}" pid="3" name="MediaServiceImageTags">
    <vt:lpwstr/>
  </property>
</Properties>
</file>