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ED108" w14:textId="7F9249F2" w:rsidR="00EC5592" w:rsidRPr="00EC5592" w:rsidRDefault="002F38AF" w:rsidP="000F5568">
      <w:pPr>
        <w:jc w:val="center"/>
        <w:rPr>
          <w:rFonts w:ascii="Gill Sans MT" w:hAnsi="Gill Sans MT" w:cs="Arial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1A8C659" wp14:editId="2953668F">
            <wp:simplePos x="0" y="0"/>
            <wp:positionH relativeFrom="column">
              <wp:posOffset>-1905</wp:posOffset>
            </wp:positionH>
            <wp:positionV relativeFrom="paragraph">
              <wp:posOffset>13335</wp:posOffset>
            </wp:positionV>
            <wp:extent cx="914400" cy="498475"/>
            <wp:effectExtent l="0" t="0" r="0" b="0"/>
            <wp:wrapNone/>
            <wp:docPr id="2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a logo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592" w:rsidRPr="00EC5592">
        <w:rPr>
          <w:rFonts w:ascii="Gill Sans MT" w:hAnsi="Gill Sans MT" w:cs="Arial"/>
          <w:szCs w:val="24"/>
        </w:rPr>
        <w:t>Iowa Department of Health and Human Services</w:t>
      </w:r>
    </w:p>
    <w:p w14:paraId="4A65CDC3" w14:textId="77777777" w:rsidR="000F3FFF" w:rsidRPr="00EC5592" w:rsidRDefault="00023E3D" w:rsidP="000F5568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EC5592">
        <w:rPr>
          <w:rFonts w:ascii="Gill Sans MT" w:hAnsi="Gill Sans MT" w:cs="Arial"/>
          <w:b/>
          <w:bCs/>
          <w:sz w:val="28"/>
          <w:szCs w:val="28"/>
        </w:rPr>
        <w:t>Preplacement Screening for</w:t>
      </w:r>
      <w:r w:rsidR="00476250" w:rsidRPr="00EC5592">
        <w:rPr>
          <w:rFonts w:ascii="Gill Sans MT" w:hAnsi="Gill Sans MT" w:cs="Arial"/>
          <w:b/>
          <w:bCs/>
          <w:sz w:val="28"/>
          <w:szCs w:val="28"/>
        </w:rPr>
        <w:br/>
      </w:r>
      <w:r w:rsidR="00C2389B" w:rsidRPr="00EC5592">
        <w:rPr>
          <w:rFonts w:ascii="Gill Sans MT" w:hAnsi="Gill Sans MT" w:cs="Arial"/>
          <w:b/>
          <w:bCs/>
          <w:sz w:val="28"/>
          <w:szCs w:val="28"/>
        </w:rPr>
        <w:t>Proble</w:t>
      </w:r>
      <w:r w:rsidR="00476250" w:rsidRPr="00EC5592">
        <w:rPr>
          <w:rFonts w:ascii="Gill Sans MT" w:hAnsi="Gill Sans MT" w:cs="Arial"/>
          <w:b/>
          <w:bCs/>
          <w:sz w:val="28"/>
          <w:szCs w:val="28"/>
        </w:rPr>
        <w:t>matic Sexualized Behavior (PSB)</w:t>
      </w:r>
      <w:r w:rsidR="00476250" w:rsidRPr="00EC5592">
        <w:rPr>
          <w:rFonts w:ascii="Gill Sans MT" w:hAnsi="Gill Sans MT" w:cs="Arial"/>
          <w:b/>
          <w:bCs/>
          <w:sz w:val="28"/>
          <w:szCs w:val="28"/>
        </w:rPr>
        <w:br/>
      </w:r>
      <w:r w:rsidR="00C2389B" w:rsidRPr="00EC5592">
        <w:rPr>
          <w:rFonts w:ascii="Gill Sans MT" w:hAnsi="Gill Sans MT" w:cs="Arial"/>
          <w:b/>
          <w:bCs/>
          <w:sz w:val="28"/>
          <w:szCs w:val="28"/>
        </w:rPr>
        <w:t>Foster Group Care</w:t>
      </w:r>
      <w:r w:rsidR="00FF379E" w:rsidRPr="00EC5592">
        <w:rPr>
          <w:rFonts w:ascii="Gill Sans MT" w:hAnsi="Gill Sans MT" w:cs="Arial"/>
          <w:b/>
          <w:bCs/>
          <w:sz w:val="28"/>
          <w:szCs w:val="28"/>
        </w:rPr>
        <w:t xml:space="preserve"> Services</w:t>
      </w:r>
      <w:r w:rsidR="00FC3E8C" w:rsidRPr="00EC5592">
        <w:rPr>
          <w:rFonts w:ascii="Gill Sans MT" w:hAnsi="Gill Sans MT" w:cs="Arial"/>
          <w:b/>
          <w:bCs/>
          <w:sz w:val="28"/>
          <w:szCs w:val="28"/>
        </w:rPr>
        <w:t>/QRTP</w:t>
      </w:r>
    </w:p>
    <w:p w14:paraId="3E9391F9" w14:textId="77777777" w:rsidR="000F3FFF" w:rsidRPr="00EC5592" w:rsidRDefault="00476250" w:rsidP="00EC5592">
      <w:pPr>
        <w:spacing w:before="240" w:after="120"/>
        <w:rPr>
          <w:rFonts w:ascii="Gill Sans MT" w:hAnsi="Gill Sans MT" w:cs="Arial"/>
        </w:rPr>
      </w:pPr>
      <w:r w:rsidRPr="00EC5592">
        <w:rPr>
          <w:rFonts w:ascii="Gill Sans MT" w:hAnsi="Gill Sans MT" w:cs="Arial"/>
        </w:rPr>
        <w:t>Date:</w:t>
      </w:r>
      <w:r w:rsidR="00D216CB" w:rsidRPr="00EC5592">
        <w:rPr>
          <w:rFonts w:ascii="Gill Sans MT" w:hAnsi="Gill Sans MT" w:cs="Arial"/>
        </w:rPr>
        <w:t xml:space="preserve"> </w:t>
      </w:r>
      <w:r w:rsidR="00A70044" w:rsidRPr="00EC5592">
        <w:rPr>
          <w:rFonts w:ascii="Gill Sans MT" w:hAnsi="Gill Sans MT" w:cs="Arial"/>
        </w:rPr>
        <w:t xml:space="preserve"> </w:t>
      </w:r>
      <w:r w:rsidR="00A70044" w:rsidRPr="00EC5592">
        <w:rPr>
          <w:rFonts w:ascii="Gill Sans MT" w:hAnsi="Gill Sans MT" w:cs="Arial"/>
          <w:sz w:val="22"/>
        </w:rPr>
        <w:fldChar w:fldCharType="begin">
          <w:ffData>
            <w:name w:val="Text12"/>
            <w:enabled/>
            <w:calcOnExit w:val="0"/>
            <w:textInput>
              <w:type w:val="date"/>
              <w:format w:val="MMMM d, yyyy"/>
            </w:textInput>
          </w:ffData>
        </w:fldChar>
      </w:r>
      <w:r w:rsidR="00A70044" w:rsidRPr="00EC5592">
        <w:rPr>
          <w:rFonts w:ascii="Gill Sans MT" w:hAnsi="Gill Sans MT" w:cs="Arial"/>
          <w:sz w:val="22"/>
        </w:rPr>
        <w:instrText xml:space="preserve"> FORMTEXT </w:instrText>
      </w:r>
      <w:r w:rsidR="00A70044" w:rsidRPr="00EC5592">
        <w:rPr>
          <w:rFonts w:ascii="Gill Sans MT" w:hAnsi="Gill Sans MT" w:cs="Arial"/>
          <w:sz w:val="22"/>
        </w:rPr>
      </w:r>
      <w:r w:rsidR="00A70044" w:rsidRPr="00EC5592">
        <w:rPr>
          <w:rFonts w:ascii="Gill Sans MT" w:hAnsi="Gill Sans MT" w:cs="Arial"/>
          <w:sz w:val="22"/>
        </w:rPr>
        <w:fldChar w:fldCharType="separate"/>
      </w:r>
      <w:r w:rsidR="00814DC0" w:rsidRPr="00EC5592">
        <w:rPr>
          <w:rFonts w:ascii="Gill Sans MT" w:hAnsi="Gill Sans MT" w:cs="Arial"/>
          <w:noProof/>
          <w:sz w:val="22"/>
        </w:rPr>
        <w:t> </w:t>
      </w:r>
      <w:r w:rsidR="00814DC0" w:rsidRPr="00EC5592">
        <w:rPr>
          <w:rFonts w:ascii="Gill Sans MT" w:hAnsi="Gill Sans MT" w:cs="Arial"/>
          <w:noProof/>
          <w:sz w:val="22"/>
        </w:rPr>
        <w:t> </w:t>
      </w:r>
      <w:r w:rsidR="00814DC0" w:rsidRPr="00EC5592">
        <w:rPr>
          <w:rFonts w:ascii="Gill Sans MT" w:hAnsi="Gill Sans MT" w:cs="Arial"/>
          <w:noProof/>
          <w:sz w:val="22"/>
        </w:rPr>
        <w:t> </w:t>
      </w:r>
      <w:r w:rsidR="00814DC0" w:rsidRPr="00EC5592">
        <w:rPr>
          <w:rFonts w:ascii="Gill Sans MT" w:hAnsi="Gill Sans MT" w:cs="Arial"/>
          <w:noProof/>
          <w:sz w:val="22"/>
        </w:rPr>
        <w:t> </w:t>
      </w:r>
      <w:r w:rsidR="00814DC0" w:rsidRPr="00EC5592">
        <w:rPr>
          <w:rFonts w:ascii="Gill Sans MT" w:hAnsi="Gill Sans MT" w:cs="Arial"/>
          <w:noProof/>
          <w:sz w:val="22"/>
        </w:rPr>
        <w:t> </w:t>
      </w:r>
      <w:r w:rsidR="00A70044" w:rsidRPr="00EC5592">
        <w:rPr>
          <w:rFonts w:ascii="Gill Sans MT" w:hAnsi="Gill Sans MT" w:cs="Arial"/>
          <w:sz w:val="22"/>
        </w:rPr>
        <w:fldChar w:fldCharType="end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76"/>
        <w:gridCol w:w="2448"/>
        <w:gridCol w:w="1800"/>
        <w:gridCol w:w="2016"/>
      </w:tblGrid>
      <w:tr w:rsidR="000F3FFF" w:rsidRPr="00EC5592" w14:paraId="1C31F093" w14:textId="77777777" w:rsidTr="00A70044">
        <w:trPr>
          <w:trHeight w:hRule="exact" w:val="547"/>
        </w:trPr>
        <w:tc>
          <w:tcPr>
            <w:tcW w:w="4176" w:type="dxa"/>
          </w:tcPr>
          <w:p w14:paraId="3E53D905" w14:textId="77777777" w:rsidR="000F3FFF" w:rsidRPr="00EC5592" w:rsidRDefault="000F3FFF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Client Name</w:t>
            </w:r>
          </w:p>
          <w:p w14:paraId="31B96D4F" w14:textId="77777777" w:rsidR="00A70044" w:rsidRPr="00EC5592" w:rsidRDefault="00A70044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2448" w:type="dxa"/>
          </w:tcPr>
          <w:p w14:paraId="31A33708" w14:textId="77777777" w:rsidR="000F3FFF" w:rsidRPr="00EC5592" w:rsidRDefault="000F3FFF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Date of Birth</w:t>
            </w:r>
          </w:p>
          <w:p w14:paraId="5D8304BF" w14:textId="77777777" w:rsidR="00D216CB" w:rsidRPr="00EC5592" w:rsidRDefault="00A70044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065A013C" w14:textId="77777777" w:rsidR="000F3FFF" w:rsidRPr="00EC5592" w:rsidRDefault="000F3FFF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FACS ID</w:t>
            </w:r>
          </w:p>
          <w:p w14:paraId="45EE1936" w14:textId="77777777" w:rsidR="00D216CB" w:rsidRPr="00EC5592" w:rsidRDefault="00A70044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2016" w:type="dxa"/>
          </w:tcPr>
          <w:p w14:paraId="5A4A1238" w14:textId="77777777" w:rsidR="000F3FFF" w:rsidRPr="00EC5592" w:rsidRDefault="000F3FFF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County</w:t>
            </w:r>
          </w:p>
          <w:p w14:paraId="66A9D3DF" w14:textId="77777777" w:rsidR="00D216CB" w:rsidRPr="00EC5592" w:rsidRDefault="00A70044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</w:tr>
      <w:tr w:rsidR="005A36E3" w:rsidRPr="00EC5592" w14:paraId="61AC5A71" w14:textId="77777777" w:rsidTr="00112B39">
        <w:trPr>
          <w:cantSplit/>
          <w:trHeight w:hRule="exact" w:val="806"/>
        </w:trPr>
        <w:tc>
          <w:tcPr>
            <w:tcW w:w="8424" w:type="dxa"/>
            <w:gridSpan w:val="3"/>
            <w:tcBorders>
              <w:bottom w:val="single" w:sz="4" w:space="0" w:color="auto"/>
            </w:tcBorders>
          </w:tcPr>
          <w:p w14:paraId="42E6F3B8" w14:textId="77777777" w:rsidR="005A36E3" w:rsidRPr="00EC5592" w:rsidRDefault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Current Living Arrangement</w:t>
            </w:r>
          </w:p>
          <w:p w14:paraId="3120BC27" w14:textId="77777777" w:rsidR="005A36E3" w:rsidRPr="00EC5592" w:rsidRDefault="005A36E3" w:rsidP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2016" w:type="dxa"/>
            <w:vMerge w:val="restart"/>
          </w:tcPr>
          <w:p w14:paraId="4FDEE3A2" w14:textId="77777777" w:rsidR="005A36E3" w:rsidRPr="00EC5592" w:rsidRDefault="005A36E3">
            <w:pPr>
              <w:spacing w:before="6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Legal Status:</w:t>
            </w:r>
          </w:p>
          <w:p w14:paraId="34CF91EC" w14:textId="77777777" w:rsidR="005A36E3" w:rsidRPr="00EC5592" w:rsidRDefault="005A36E3">
            <w:pPr>
              <w:spacing w:before="6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1"/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bookmarkEnd w:id="0"/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CINA</w:t>
            </w:r>
          </w:p>
          <w:p w14:paraId="1A1DDCEF" w14:textId="77777777" w:rsidR="005A36E3" w:rsidRPr="00EC5592" w:rsidRDefault="005A36E3">
            <w:pPr>
              <w:spacing w:before="6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Delinquent</w:t>
            </w:r>
          </w:p>
          <w:p w14:paraId="06B17A45" w14:textId="77777777" w:rsidR="005A36E3" w:rsidRPr="00EC5592" w:rsidRDefault="005A36E3">
            <w:pPr>
              <w:spacing w:before="60" w:after="6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Voluntary</w:t>
            </w:r>
          </w:p>
        </w:tc>
      </w:tr>
      <w:tr w:rsidR="005A36E3" w:rsidRPr="00EC5592" w14:paraId="5C903AD8" w14:textId="77777777" w:rsidTr="00112B39">
        <w:trPr>
          <w:cantSplit/>
          <w:trHeight w:hRule="exact" w:val="806"/>
        </w:trPr>
        <w:tc>
          <w:tcPr>
            <w:tcW w:w="8424" w:type="dxa"/>
            <w:gridSpan w:val="3"/>
            <w:tcBorders>
              <w:bottom w:val="single" w:sz="4" w:space="0" w:color="auto"/>
            </w:tcBorders>
          </w:tcPr>
          <w:p w14:paraId="2C1695CA" w14:textId="77777777" w:rsidR="005A36E3" w:rsidRPr="00EC5592" w:rsidRDefault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Referring Worker Name and Contact Information</w:t>
            </w:r>
          </w:p>
          <w:p w14:paraId="797D4012" w14:textId="77777777" w:rsidR="005A36E3" w:rsidRPr="00EC5592" w:rsidRDefault="005A36E3" w:rsidP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  <w:tc>
          <w:tcPr>
            <w:tcW w:w="2016" w:type="dxa"/>
            <w:vMerge/>
            <w:tcBorders>
              <w:bottom w:val="single" w:sz="4" w:space="0" w:color="auto"/>
            </w:tcBorders>
          </w:tcPr>
          <w:p w14:paraId="550FDCA3" w14:textId="77777777" w:rsidR="005A36E3" w:rsidRPr="00EC5592" w:rsidRDefault="005A36E3">
            <w:pPr>
              <w:spacing w:before="60" w:after="6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</w:p>
        </w:tc>
      </w:tr>
    </w:tbl>
    <w:p w14:paraId="242E644F" w14:textId="77777777" w:rsidR="00E248EB" w:rsidRPr="00EC5592" w:rsidRDefault="00E248EB" w:rsidP="00E248EB">
      <w:pPr>
        <w:rPr>
          <w:rFonts w:ascii="Gill Sans MT" w:hAnsi="Gill Sans MT" w:cs="Arial"/>
          <w:sz w:val="22"/>
          <w:szCs w:val="22"/>
        </w:rPr>
      </w:pPr>
    </w:p>
    <w:tbl>
      <w:tblPr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ED698C" w:rsidRPr="00EC5592" w14:paraId="606BBFF6" w14:textId="77777777" w:rsidTr="00D216CB">
        <w:trPr>
          <w:trHeight w:hRule="exact" w:val="435"/>
        </w:trPr>
        <w:tc>
          <w:tcPr>
            <w:tcW w:w="10440" w:type="dxa"/>
            <w:shd w:val="clear" w:color="auto" w:fill="auto"/>
            <w:vAlign w:val="center"/>
          </w:tcPr>
          <w:p w14:paraId="22CAFD7F" w14:textId="77777777" w:rsidR="00ED698C" w:rsidRPr="00EC5592" w:rsidRDefault="00ED698C" w:rsidP="00904A49">
            <w:pPr>
              <w:rPr>
                <w:rFonts w:ascii="Gill Sans MT" w:hAnsi="Gill Sans MT" w:cs="Arial"/>
                <w:b/>
              </w:rPr>
            </w:pPr>
            <w:r w:rsidRPr="00EC5592">
              <w:rPr>
                <w:rFonts w:ascii="Gill Sans MT" w:hAnsi="Gill Sans MT" w:cs="Arial"/>
                <w:b/>
              </w:rPr>
              <w:t xml:space="preserve">History of </w:t>
            </w:r>
            <w:r w:rsidR="00904A49" w:rsidRPr="00EC5592">
              <w:rPr>
                <w:rFonts w:ascii="Gill Sans MT" w:hAnsi="Gill Sans MT" w:cs="Arial"/>
                <w:b/>
              </w:rPr>
              <w:t>Problematic Sexualized Behavior (PSB)</w:t>
            </w:r>
          </w:p>
        </w:tc>
      </w:tr>
    </w:tbl>
    <w:p w14:paraId="20B01D81" w14:textId="77777777" w:rsidR="00ED698C" w:rsidRPr="00EC5592" w:rsidRDefault="00ED698C" w:rsidP="00E27515">
      <w:pPr>
        <w:rPr>
          <w:rFonts w:ascii="Gill Sans MT" w:hAnsi="Gill Sans MT" w:cs="Arial"/>
          <w:sz w:val="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ED698C" w:rsidRPr="00EC5592" w14:paraId="0E1774AE" w14:textId="77777777" w:rsidTr="00112B39">
        <w:trPr>
          <w:cantSplit/>
          <w:trHeight w:hRule="exact" w:val="360"/>
        </w:trPr>
        <w:tc>
          <w:tcPr>
            <w:tcW w:w="10440" w:type="dxa"/>
          </w:tcPr>
          <w:p w14:paraId="1F68AF3D" w14:textId="77777777" w:rsidR="00ED698C" w:rsidRPr="00EC5592" w:rsidRDefault="00B60614" w:rsidP="005A36E3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Date of last </w:t>
            </w:r>
            <w:r w:rsidR="00A8077B" w:rsidRPr="00EC5592">
              <w:rPr>
                <w:rFonts w:ascii="Gill Sans MT" w:hAnsi="Gill Sans MT" w:cs="Arial"/>
                <w:sz w:val="22"/>
                <w:szCs w:val="22"/>
              </w:rPr>
              <w:t>problematic sexualized behavior</w:t>
            </w:r>
            <w:r w:rsidR="00A70044" w:rsidRPr="00EC5592">
              <w:rPr>
                <w:rFonts w:ascii="Gill Sans MT" w:hAnsi="Gill Sans MT" w:cs="Arial"/>
                <w:sz w:val="22"/>
                <w:szCs w:val="22"/>
              </w:rPr>
              <w:t xml:space="preserve"> or behavior</w:t>
            </w:r>
            <w:r w:rsidR="00A8077B" w:rsidRPr="00EC5592">
              <w:rPr>
                <w:rFonts w:ascii="Gill Sans MT" w:hAnsi="Gill Sans MT" w:cs="Arial"/>
                <w:sz w:val="22"/>
                <w:szCs w:val="22"/>
              </w:rPr>
              <w:t>s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:  </w: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bookmarkStart w:id="1" w:name="Text9"/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A70044" w:rsidRPr="00EC5592" w14:paraId="276A0B34" w14:textId="77777777" w:rsidTr="00EC5592">
        <w:trPr>
          <w:cantSplit/>
          <w:trHeight w:val="1944"/>
        </w:trPr>
        <w:tc>
          <w:tcPr>
            <w:tcW w:w="10440" w:type="dxa"/>
          </w:tcPr>
          <w:p w14:paraId="34E3EF8F" w14:textId="77777777" w:rsidR="00A70044" w:rsidRPr="00EC5592" w:rsidRDefault="00A70044" w:rsidP="00C550A3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Describe history of problematic sexualized behavior or behaviors</w:t>
            </w:r>
            <w:r w:rsidRPr="00EC5592" w:rsidDel="00A8077B">
              <w:rPr>
                <w:rFonts w:ascii="Gill Sans MT" w:hAnsi="Gill Sans MT" w:cs="Arial"/>
                <w:sz w:val="22"/>
                <w:szCs w:val="22"/>
              </w:rPr>
              <w:t xml:space="preserve">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including frequency: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A36E80" w:rsidRPr="00EC5592" w14:paraId="736AAE37" w14:textId="77777777" w:rsidTr="00EC5592">
        <w:trPr>
          <w:cantSplit/>
          <w:trHeight w:val="1944"/>
        </w:trPr>
        <w:tc>
          <w:tcPr>
            <w:tcW w:w="10440" w:type="dxa"/>
          </w:tcPr>
          <w:p w14:paraId="2A3CA3F5" w14:textId="77777777" w:rsidR="00A36E80" w:rsidRPr="00EC5592" w:rsidRDefault="00A36E80" w:rsidP="005A36E3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Describe violence or coercion used during a sexual act: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582397" w:rsidRPr="00EC5592" w14:paraId="7278BD78" w14:textId="77777777" w:rsidTr="00EC5592">
        <w:trPr>
          <w:cantSplit/>
          <w:trHeight w:val="2592"/>
        </w:trPr>
        <w:tc>
          <w:tcPr>
            <w:tcW w:w="10440" w:type="dxa"/>
          </w:tcPr>
          <w:p w14:paraId="5EAA675E" w14:textId="77777777" w:rsidR="00E71AEF" w:rsidRPr="00EC5592" w:rsidRDefault="00E71AEF" w:rsidP="007D49F7">
            <w:pPr>
              <w:tabs>
                <w:tab w:val="left" w:pos="900"/>
                <w:tab w:val="left" w:pos="198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Did the </w:t>
            </w:r>
            <w:r w:rsidR="00A8077B" w:rsidRPr="00EC5592">
              <w:rPr>
                <w:rFonts w:ascii="Gill Sans MT" w:hAnsi="Gill Sans MT" w:cs="Arial"/>
                <w:sz w:val="22"/>
                <w:szCs w:val="22"/>
              </w:rPr>
              <w:t xml:space="preserve">sexualized behavior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occur between the youth and someone with a substantive developmental delay?</w:t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  <w:p w14:paraId="4A4C76DC" w14:textId="77777777" w:rsidR="00E71AEF" w:rsidRPr="00EC5592" w:rsidRDefault="00E71AEF" w:rsidP="005A36E3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If yes, explain</w:t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t xml:space="preserve">: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A36E80" w:rsidRPr="00EC5592" w14:paraId="70B3A050" w14:textId="77777777" w:rsidTr="00C550A3">
        <w:trPr>
          <w:cantSplit/>
          <w:trHeight w:hRule="exact" w:val="1224"/>
        </w:trPr>
        <w:tc>
          <w:tcPr>
            <w:tcW w:w="10440" w:type="dxa"/>
          </w:tcPr>
          <w:p w14:paraId="1D09A5D9" w14:textId="77777777" w:rsidR="00C550A3" w:rsidRPr="00EC5592" w:rsidRDefault="00C550A3" w:rsidP="00C550A3">
            <w:pPr>
              <w:spacing w:before="120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i/>
                <w:sz w:val="22"/>
                <w:szCs w:val="22"/>
              </w:rPr>
              <w:t>Check all that apply.</w:t>
            </w:r>
          </w:p>
          <w:p w14:paraId="162C360C" w14:textId="77777777" w:rsidR="00A36E80" w:rsidRPr="00EC5592" w:rsidRDefault="00A36E80" w:rsidP="00C550A3">
            <w:pPr>
              <w:tabs>
                <w:tab w:val="left" w:pos="7740"/>
                <w:tab w:val="left" w:pos="882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Did the sexualized behavior occur with someone</w:t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t xml:space="preserve"> five or more years younger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?</w:t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C550A3"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  <w:p w14:paraId="39223763" w14:textId="77777777" w:rsidR="00A36E80" w:rsidRPr="00EC5592" w:rsidRDefault="00C550A3" w:rsidP="00C550A3">
            <w:pPr>
              <w:tabs>
                <w:tab w:val="left" w:pos="7740"/>
                <w:tab w:val="left" w:pos="8820"/>
              </w:tabs>
              <w:spacing w:before="120" w:after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Did the sexualized behavior occur with someone u</w:t>
            </w:r>
            <w:r w:rsidR="00A36E80" w:rsidRPr="00EC5592">
              <w:rPr>
                <w:rFonts w:ascii="Gill Sans MT" w:hAnsi="Gill Sans MT" w:cs="Arial"/>
                <w:sz w:val="22"/>
                <w:szCs w:val="22"/>
              </w:rPr>
              <w:t>nder 12 years of age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?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</w:tc>
      </w:tr>
    </w:tbl>
    <w:p w14:paraId="361A049D" w14:textId="77777777" w:rsidR="00ED698C" w:rsidRPr="00EC5592" w:rsidRDefault="00ED698C" w:rsidP="00E27515">
      <w:pPr>
        <w:rPr>
          <w:rFonts w:ascii="Gill Sans MT" w:hAnsi="Gill Sans MT" w:cs="Arial"/>
          <w:sz w:val="12"/>
          <w:szCs w:val="12"/>
        </w:rPr>
      </w:pPr>
    </w:p>
    <w:tbl>
      <w:tblPr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E27515" w:rsidRPr="00EC5592" w14:paraId="093464FB" w14:textId="77777777" w:rsidTr="00A36E80">
        <w:trPr>
          <w:trHeight w:hRule="exact" w:val="432"/>
        </w:trPr>
        <w:tc>
          <w:tcPr>
            <w:tcW w:w="10440" w:type="dxa"/>
            <w:shd w:val="clear" w:color="auto" w:fill="auto"/>
            <w:vAlign w:val="center"/>
          </w:tcPr>
          <w:p w14:paraId="1F2FD613" w14:textId="77777777" w:rsidR="00E27515" w:rsidRPr="00EC5592" w:rsidRDefault="00C2389B" w:rsidP="00A36E80">
            <w:pPr>
              <w:pageBreakBefore/>
              <w:rPr>
                <w:rFonts w:ascii="Gill Sans MT" w:hAnsi="Gill Sans MT" w:cs="Arial"/>
                <w:b/>
              </w:rPr>
            </w:pPr>
            <w:r w:rsidRPr="00EC5592">
              <w:rPr>
                <w:rFonts w:ascii="Gill Sans MT" w:hAnsi="Gill Sans MT" w:cs="Arial"/>
                <w:b/>
              </w:rPr>
              <w:lastRenderedPageBreak/>
              <w:t xml:space="preserve">PSB </w:t>
            </w:r>
            <w:r w:rsidR="00ED698C" w:rsidRPr="00EC5592">
              <w:rPr>
                <w:rFonts w:ascii="Gill Sans MT" w:hAnsi="Gill Sans MT" w:cs="Arial"/>
                <w:b/>
              </w:rPr>
              <w:t>Services Provided in the Community</w:t>
            </w:r>
          </w:p>
        </w:tc>
      </w:tr>
    </w:tbl>
    <w:p w14:paraId="3A12AF00" w14:textId="77777777" w:rsidR="007D49F7" w:rsidRPr="00EC5592" w:rsidRDefault="007D49F7" w:rsidP="007D49F7">
      <w:pPr>
        <w:rPr>
          <w:rFonts w:ascii="Gill Sans MT" w:hAnsi="Gill Sans MT" w:cs="Arial"/>
          <w:sz w:val="2"/>
          <w:szCs w:val="1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0F3FFF" w:rsidRPr="00EC5592" w14:paraId="739CB6F4" w14:textId="77777777" w:rsidTr="007D49F7">
        <w:trPr>
          <w:cantSplit/>
        </w:trPr>
        <w:tc>
          <w:tcPr>
            <w:tcW w:w="10440" w:type="dxa"/>
            <w:tcBorders>
              <w:top w:val="single" w:sz="4" w:space="0" w:color="auto"/>
              <w:bottom w:val="nil"/>
            </w:tcBorders>
          </w:tcPr>
          <w:p w14:paraId="79D06737" w14:textId="77777777" w:rsidR="00A8077B" w:rsidRPr="00EC5592" w:rsidRDefault="00A8077B" w:rsidP="007D49F7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Was a PSB treatment program or intervention within the community accessed by the youth?  </w:t>
            </w:r>
          </w:p>
          <w:p w14:paraId="4B14AF7A" w14:textId="77777777" w:rsidR="00932A8F" w:rsidRPr="00EC5592" w:rsidRDefault="00A8077B" w:rsidP="007D49F7">
            <w:pPr>
              <w:tabs>
                <w:tab w:val="left" w:pos="1072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7D49F7" w:rsidRPr="00EC5592">
              <w:rPr>
                <w:rFonts w:ascii="Gill Sans MT" w:hAnsi="Gill Sans MT" w:cs="Arial"/>
                <w:sz w:val="22"/>
                <w:szCs w:val="22"/>
              </w:rPr>
              <w:t xml:space="preserve">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Yes</w:t>
            </w:r>
            <w:r w:rsidR="007D49F7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</w:tc>
      </w:tr>
      <w:tr w:rsidR="007D49F7" w:rsidRPr="00EC5592" w14:paraId="1ACEFC98" w14:textId="77777777" w:rsidTr="00EC5592">
        <w:trPr>
          <w:cantSplit/>
          <w:trHeight w:val="1728"/>
        </w:trPr>
        <w:tc>
          <w:tcPr>
            <w:tcW w:w="10440" w:type="dxa"/>
            <w:tcBorders>
              <w:top w:val="nil"/>
              <w:bottom w:val="nil"/>
            </w:tcBorders>
          </w:tcPr>
          <w:p w14:paraId="5E23B476" w14:textId="77777777" w:rsidR="007D49F7" w:rsidRPr="00EC5592" w:rsidRDefault="007D49F7" w:rsidP="005A36E3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If yes, list programs or individual treatment designed to address PSB, as well as dates of service, which were accessed by the youth: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7D49F7" w:rsidRPr="00EC5592" w14:paraId="71776CBC" w14:textId="77777777" w:rsidTr="00C550A3">
        <w:trPr>
          <w:cantSplit/>
          <w:trHeight w:hRule="exact" w:val="1512"/>
        </w:trPr>
        <w:tc>
          <w:tcPr>
            <w:tcW w:w="10440" w:type="dxa"/>
            <w:tcBorders>
              <w:top w:val="nil"/>
              <w:bottom w:val="nil"/>
            </w:tcBorders>
          </w:tcPr>
          <w:p w14:paraId="11BD1203" w14:textId="77777777" w:rsidR="007D49F7" w:rsidRPr="00EC5592" w:rsidRDefault="007D49F7" w:rsidP="007D49F7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Reason for unsuccessful service outcomes (most recent).  </w:t>
            </w:r>
            <w:r w:rsidRPr="00EC5592">
              <w:rPr>
                <w:rFonts w:ascii="Gill Sans MT" w:hAnsi="Gill Sans MT" w:cs="Arial"/>
                <w:i/>
                <w:sz w:val="22"/>
                <w:szCs w:val="22"/>
              </w:rPr>
              <w:t>Check all that apply.</w:t>
            </w:r>
          </w:p>
          <w:p w14:paraId="1D68B8CF" w14:textId="77777777" w:rsidR="007D49F7" w:rsidRPr="00EC5592" w:rsidRDefault="007D49F7" w:rsidP="007D49F7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Refused</w:t>
            </w:r>
          </w:p>
          <w:p w14:paraId="5586AE1F" w14:textId="77777777" w:rsidR="007D49F7" w:rsidRPr="00EC5592" w:rsidRDefault="007D49F7" w:rsidP="007D49F7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Engaged in additional problematic sexualized behavior after treatment began (repeat PSB)</w:t>
            </w:r>
          </w:p>
          <w:p w14:paraId="2AD2BBB2" w14:textId="77777777" w:rsidR="007D49F7" w:rsidRPr="00EC5592" w:rsidRDefault="007D49F7" w:rsidP="007D49F7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Other</w:t>
            </w:r>
          </w:p>
        </w:tc>
      </w:tr>
      <w:tr w:rsidR="007D49F7" w:rsidRPr="00EC5592" w14:paraId="6870A706" w14:textId="77777777" w:rsidTr="00EC5592">
        <w:trPr>
          <w:cantSplit/>
          <w:trHeight w:val="1728"/>
        </w:trPr>
        <w:tc>
          <w:tcPr>
            <w:tcW w:w="10440" w:type="dxa"/>
            <w:tcBorders>
              <w:top w:val="nil"/>
              <w:bottom w:val="single" w:sz="4" w:space="0" w:color="auto"/>
            </w:tcBorders>
          </w:tcPr>
          <w:p w14:paraId="0D9356AB" w14:textId="77777777" w:rsidR="007D49F7" w:rsidRPr="00EC5592" w:rsidRDefault="007D49F7" w:rsidP="005A36E3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Comments: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</w:tbl>
    <w:p w14:paraId="44C48744" w14:textId="77777777" w:rsidR="007D49F7" w:rsidRPr="00EC5592" w:rsidRDefault="007D49F7" w:rsidP="007D49F7">
      <w:pPr>
        <w:rPr>
          <w:rFonts w:ascii="Gill Sans MT" w:hAnsi="Gill Sans MT" w:cs="Arial"/>
          <w:sz w:val="22"/>
          <w:szCs w:val="22"/>
        </w:rPr>
      </w:pPr>
    </w:p>
    <w:tbl>
      <w:tblPr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7D49F7" w:rsidRPr="00EC5592" w14:paraId="2E7C3595" w14:textId="77777777" w:rsidTr="009B74DB">
        <w:trPr>
          <w:trHeight w:hRule="exact" w:val="435"/>
        </w:trPr>
        <w:tc>
          <w:tcPr>
            <w:tcW w:w="10440" w:type="dxa"/>
            <w:shd w:val="clear" w:color="auto" w:fill="auto"/>
            <w:vAlign w:val="center"/>
          </w:tcPr>
          <w:p w14:paraId="42861FBC" w14:textId="77777777" w:rsidR="007D49F7" w:rsidRPr="00EC5592" w:rsidRDefault="007D49F7" w:rsidP="007D49F7">
            <w:pPr>
              <w:rPr>
                <w:rFonts w:ascii="Gill Sans MT" w:hAnsi="Gill Sans MT" w:cs="Arial"/>
                <w:b/>
              </w:rPr>
            </w:pPr>
            <w:r w:rsidRPr="00EC5592">
              <w:rPr>
                <w:rFonts w:ascii="Gill Sans MT" w:hAnsi="Gill Sans MT" w:cs="Arial"/>
                <w:b/>
              </w:rPr>
              <w:t>Criminal History</w:t>
            </w:r>
          </w:p>
        </w:tc>
      </w:tr>
    </w:tbl>
    <w:p w14:paraId="6E205723" w14:textId="77777777" w:rsidR="007D49F7" w:rsidRPr="00EC5592" w:rsidRDefault="007D49F7" w:rsidP="007D49F7">
      <w:pPr>
        <w:rPr>
          <w:rFonts w:ascii="Gill Sans MT" w:hAnsi="Gill Sans MT" w:cs="Arial"/>
          <w:sz w:val="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7D49F7" w:rsidRPr="00EC5592" w14:paraId="66C93C5C" w14:textId="77777777" w:rsidTr="00981CE5">
        <w:trPr>
          <w:cantSplit/>
        </w:trPr>
        <w:tc>
          <w:tcPr>
            <w:tcW w:w="10440" w:type="dxa"/>
          </w:tcPr>
          <w:p w14:paraId="69BBDAE4" w14:textId="77777777" w:rsidR="007D49F7" w:rsidRPr="00EC5592" w:rsidRDefault="007D49F7" w:rsidP="00981CE5">
            <w:pPr>
              <w:tabs>
                <w:tab w:val="left" w:pos="900"/>
                <w:tab w:val="left" w:pos="1980"/>
                <w:tab w:val="left" w:pos="6660"/>
                <w:tab w:val="left" w:pos="774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Does the youth have criminal charges related to sexual behavior?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</w:tc>
      </w:tr>
      <w:tr w:rsidR="00981CE5" w:rsidRPr="00EC5592" w14:paraId="74A927D3" w14:textId="77777777" w:rsidTr="00EC5592">
        <w:trPr>
          <w:cantSplit/>
          <w:trHeight w:val="1728"/>
        </w:trPr>
        <w:tc>
          <w:tcPr>
            <w:tcW w:w="10440" w:type="dxa"/>
          </w:tcPr>
          <w:p w14:paraId="511D85F7" w14:textId="77777777" w:rsidR="00981CE5" w:rsidRPr="00EC5592" w:rsidRDefault="00981CE5" w:rsidP="005A36E3">
            <w:pPr>
              <w:tabs>
                <w:tab w:val="left" w:pos="900"/>
                <w:tab w:val="left" w:pos="1980"/>
                <w:tab w:val="left" w:pos="6660"/>
                <w:tab w:val="left" w:pos="774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If yes, describe: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981CE5" w:rsidRPr="00EC5592" w14:paraId="2A38AD59" w14:textId="77777777" w:rsidTr="00EC5592">
        <w:trPr>
          <w:cantSplit/>
          <w:trHeight w:val="1728"/>
        </w:trPr>
        <w:tc>
          <w:tcPr>
            <w:tcW w:w="10440" w:type="dxa"/>
          </w:tcPr>
          <w:p w14:paraId="1869B45A" w14:textId="77777777" w:rsidR="00981CE5" w:rsidRPr="00EC5592" w:rsidRDefault="00981CE5" w:rsidP="005A36E3">
            <w:pPr>
              <w:tabs>
                <w:tab w:val="left" w:pos="900"/>
                <w:tab w:val="left" w:pos="1980"/>
                <w:tab w:val="left" w:pos="6660"/>
                <w:tab w:val="left" w:pos="774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Most recent charge:  </w: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bookmarkStart w:id="2" w:name="Text11"/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5A36E3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981CE5" w:rsidRPr="00EC5592" w14:paraId="66E45AAE" w14:textId="77777777" w:rsidTr="00981CE5">
        <w:trPr>
          <w:cantSplit/>
        </w:trPr>
        <w:tc>
          <w:tcPr>
            <w:tcW w:w="10440" w:type="dxa"/>
          </w:tcPr>
          <w:p w14:paraId="5B5F0234" w14:textId="77777777" w:rsidR="00981CE5" w:rsidRPr="00EC5592" w:rsidRDefault="00981CE5" w:rsidP="005A36E3">
            <w:pPr>
              <w:tabs>
                <w:tab w:val="left" w:pos="900"/>
                <w:tab w:val="left" w:pos="1980"/>
                <w:tab w:val="left" w:pos="6660"/>
                <w:tab w:val="left" w:pos="774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Date: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981CE5" w:rsidRPr="00EC5592" w14:paraId="4ABDA69A" w14:textId="77777777" w:rsidTr="00981CE5">
        <w:trPr>
          <w:cantSplit/>
        </w:trPr>
        <w:tc>
          <w:tcPr>
            <w:tcW w:w="10440" w:type="dxa"/>
          </w:tcPr>
          <w:p w14:paraId="6177C496" w14:textId="77777777" w:rsidR="00981CE5" w:rsidRPr="00EC5592" w:rsidRDefault="00981CE5" w:rsidP="00C550A3">
            <w:pPr>
              <w:tabs>
                <w:tab w:val="left" w:pos="900"/>
                <w:tab w:val="left" w:pos="1980"/>
                <w:tab w:val="left" w:pos="6660"/>
                <w:tab w:val="left" w:pos="7740"/>
              </w:tabs>
              <w:spacing w:before="120" w:after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Is the youth on the Sex Offender Registry?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</w:p>
        </w:tc>
      </w:tr>
    </w:tbl>
    <w:p w14:paraId="68AD424D" w14:textId="77777777" w:rsidR="00A36E80" w:rsidRPr="00EC5592" w:rsidRDefault="00A36E80">
      <w:pPr>
        <w:rPr>
          <w:rFonts w:ascii="Gill Sans MT" w:hAnsi="Gill Sans MT" w:cs="Arial"/>
          <w:sz w:val="22"/>
        </w:rPr>
      </w:pPr>
    </w:p>
    <w:tbl>
      <w:tblPr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981CE5" w:rsidRPr="00EC5592" w14:paraId="6CE0DF2D" w14:textId="77777777" w:rsidTr="009B74DB">
        <w:trPr>
          <w:trHeight w:hRule="exact" w:val="435"/>
        </w:trPr>
        <w:tc>
          <w:tcPr>
            <w:tcW w:w="10440" w:type="dxa"/>
            <w:shd w:val="clear" w:color="auto" w:fill="auto"/>
            <w:vAlign w:val="center"/>
          </w:tcPr>
          <w:p w14:paraId="59D57470" w14:textId="77777777" w:rsidR="00981CE5" w:rsidRPr="00EC5592" w:rsidRDefault="00981CE5" w:rsidP="009B74DB">
            <w:pPr>
              <w:rPr>
                <w:rFonts w:ascii="Gill Sans MT" w:hAnsi="Gill Sans MT" w:cs="Arial"/>
                <w:b/>
              </w:rPr>
            </w:pPr>
            <w:r w:rsidRPr="00EC5592">
              <w:rPr>
                <w:rFonts w:ascii="Gill Sans MT" w:hAnsi="Gill Sans MT" w:cs="Arial"/>
                <w:b/>
              </w:rPr>
              <w:t>Intellectual Functioning</w:t>
            </w:r>
          </w:p>
        </w:tc>
      </w:tr>
    </w:tbl>
    <w:p w14:paraId="09DEB02C" w14:textId="77777777" w:rsidR="00981CE5" w:rsidRPr="00EC5592" w:rsidRDefault="00981CE5" w:rsidP="00981CE5">
      <w:pPr>
        <w:rPr>
          <w:rFonts w:ascii="Gill Sans MT" w:hAnsi="Gill Sans MT" w:cs="Arial"/>
          <w:sz w:val="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981CE5" w:rsidRPr="00EC5592" w14:paraId="440586D1" w14:textId="77777777" w:rsidTr="009B74DB">
        <w:trPr>
          <w:cantSplit/>
        </w:trPr>
        <w:tc>
          <w:tcPr>
            <w:tcW w:w="10440" w:type="dxa"/>
          </w:tcPr>
          <w:p w14:paraId="3F192DF9" w14:textId="77777777" w:rsidR="00981CE5" w:rsidRPr="00EC5592" w:rsidRDefault="00981CE5" w:rsidP="00981CE5">
            <w:pPr>
              <w:tabs>
                <w:tab w:val="left" w:pos="900"/>
                <w:tab w:val="left" w:pos="1980"/>
                <w:tab w:val="left" w:pos="6660"/>
                <w:tab w:val="left" w:pos="7740"/>
                <w:tab w:val="left" w:pos="8838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Does the youth have an intellectual disability?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Yes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No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 Unknown</w:t>
            </w:r>
          </w:p>
        </w:tc>
      </w:tr>
      <w:tr w:rsidR="00981CE5" w:rsidRPr="00EC5592" w14:paraId="00B93069" w14:textId="77777777" w:rsidTr="005A36E3">
        <w:trPr>
          <w:cantSplit/>
          <w:trHeight w:hRule="exact" w:val="648"/>
        </w:trPr>
        <w:tc>
          <w:tcPr>
            <w:tcW w:w="10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E634" w14:textId="77777777" w:rsidR="00981CE5" w:rsidRPr="00EC5592" w:rsidRDefault="00981CE5" w:rsidP="005A36E3">
            <w:pPr>
              <w:tabs>
                <w:tab w:val="left" w:pos="900"/>
                <w:tab w:val="left" w:pos="1980"/>
                <w:tab w:val="left" w:pos="6660"/>
                <w:tab w:val="left" w:pos="7740"/>
                <w:tab w:val="left" w:pos="8838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If yes, what was the IQ and date of most recent test?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</w:tbl>
    <w:p w14:paraId="5B82E59D" w14:textId="77777777" w:rsidR="007D49F7" w:rsidRPr="00EC5592" w:rsidRDefault="007D49F7">
      <w:pPr>
        <w:rPr>
          <w:rFonts w:ascii="Gill Sans MT" w:hAnsi="Gill Sans MT" w:cs="Arial"/>
          <w:sz w:val="6"/>
        </w:rPr>
      </w:pPr>
    </w:p>
    <w:tbl>
      <w:tblPr>
        <w:tblW w:w="104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0F3FFF" w:rsidRPr="00EC5592" w14:paraId="3F329CFC" w14:textId="77777777" w:rsidTr="00981CE5">
        <w:trPr>
          <w:cantSplit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AF9E17" w14:textId="77777777" w:rsidR="000F3FFF" w:rsidRPr="00EC5592" w:rsidRDefault="00ED698C" w:rsidP="00981CE5">
            <w:pPr>
              <w:pageBreakBefore/>
              <w:spacing w:before="120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lastRenderedPageBreak/>
              <w:t xml:space="preserve">Contact information for </w:t>
            </w:r>
            <w:r w:rsidR="00966744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a </w:t>
            </w:r>
            <w:r w:rsidR="00981CE5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licensed pra</w:t>
            </w: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ctitioner</w:t>
            </w:r>
            <w:r w:rsidR="00624EE2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 </w:t>
            </w: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recommending </w:t>
            </w:r>
            <w:r w:rsidR="00A8077B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PSB residential </w:t>
            </w:r>
            <w:r w:rsidR="000F3FFF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placement:</w:t>
            </w:r>
          </w:p>
          <w:p w14:paraId="3750A66E" w14:textId="77777777" w:rsidR="00981CE5" w:rsidRPr="00EC5592" w:rsidRDefault="00966744" w:rsidP="00981CE5">
            <w:pPr>
              <w:pageBreakBefore/>
              <w:spacing w:before="120"/>
              <w:rPr>
                <w:rFonts w:ascii="Gill Sans MT" w:hAnsi="Gill Sans MT" w:cs="Arial"/>
                <w:bCs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bCs/>
                <w:sz w:val="22"/>
                <w:szCs w:val="22"/>
              </w:rPr>
              <w:t xml:space="preserve">For this purpose, </w:t>
            </w:r>
            <w:r w:rsidR="00981CE5" w:rsidRPr="00EC5592">
              <w:rPr>
                <w:rFonts w:ascii="Gill Sans MT" w:hAnsi="Gill Sans MT" w:cs="Arial"/>
                <w:bCs/>
                <w:sz w:val="22"/>
                <w:szCs w:val="22"/>
              </w:rPr>
              <w:t>licensed practitio</w:t>
            </w:r>
            <w:r w:rsidRPr="00EC5592">
              <w:rPr>
                <w:rFonts w:ascii="Gill Sans MT" w:hAnsi="Gill Sans MT" w:cs="Arial"/>
                <w:bCs/>
                <w:sz w:val="22"/>
                <w:szCs w:val="22"/>
              </w:rPr>
              <w:t>ners</w:t>
            </w:r>
            <w:r w:rsidR="00A8077B" w:rsidRPr="00EC5592">
              <w:rPr>
                <w:rFonts w:ascii="Gill Sans MT" w:hAnsi="Gill Sans MT" w:cs="Arial"/>
                <w:bCs/>
                <w:sz w:val="22"/>
                <w:szCs w:val="22"/>
              </w:rPr>
              <w:t xml:space="preserve"> are </w:t>
            </w:r>
            <w:r w:rsidRPr="00EC5592">
              <w:rPr>
                <w:rFonts w:ascii="Gill Sans MT" w:hAnsi="Gill Sans MT" w:cs="Arial"/>
                <w:bCs/>
                <w:sz w:val="22"/>
                <w:szCs w:val="22"/>
              </w:rPr>
              <w:t>a</w:t>
            </w:r>
            <w:r w:rsidR="00981CE5" w:rsidRPr="00EC5592">
              <w:rPr>
                <w:rFonts w:ascii="Gill Sans MT" w:hAnsi="Gill Sans MT" w:cs="Arial"/>
                <w:bCs/>
                <w:sz w:val="22"/>
                <w:szCs w:val="22"/>
              </w:rPr>
              <w:t>:</w:t>
            </w:r>
          </w:p>
          <w:p w14:paraId="2C0DAE24" w14:textId="77777777" w:rsidR="00981CE5" w:rsidRPr="00EC5592" w:rsidRDefault="00981CE5" w:rsidP="00EC5592">
            <w:pPr>
              <w:pStyle w:val="sublist3"/>
              <w:tabs>
                <w:tab w:val="left" w:pos="333"/>
              </w:tabs>
              <w:ind w:left="333" w:hanging="333"/>
              <w:rPr>
                <w:rFonts w:ascii="Gill Sans MT" w:hAnsi="Gill Sans MT"/>
                <w:bCs/>
              </w:rPr>
            </w:pPr>
            <w:r w:rsidRPr="00EC5592">
              <w:rPr>
                <w:rFonts w:ascii="Gill Sans MT" w:hAnsi="Gill Sans MT"/>
                <w:u w:color="000000"/>
              </w:rPr>
              <w:t>Psychologist,</w:t>
            </w:r>
          </w:p>
          <w:p w14:paraId="23DE6F4D" w14:textId="77777777" w:rsidR="00981CE5" w:rsidRPr="00EC5592" w:rsidRDefault="00981CE5" w:rsidP="00EC5592">
            <w:pPr>
              <w:pStyle w:val="sublist3"/>
              <w:tabs>
                <w:tab w:val="left" w:pos="333"/>
              </w:tabs>
              <w:spacing w:before="20"/>
              <w:ind w:left="333" w:hanging="333"/>
              <w:rPr>
                <w:rFonts w:ascii="Gill Sans MT" w:hAnsi="Gill Sans MT" w:cs="Arial"/>
                <w:bCs/>
              </w:rPr>
            </w:pPr>
            <w:r w:rsidRPr="00EC5592">
              <w:rPr>
                <w:rFonts w:ascii="Gill Sans MT" w:hAnsi="Gill Sans MT" w:cs="Arial"/>
                <w:sz w:val="22"/>
                <w:u w:color="000000"/>
              </w:rPr>
              <w:t>Social worker (LMSW or LISW),</w:t>
            </w:r>
          </w:p>
          <w:p w14:paraId="276096BF" w14:textId="77777777" w:rsidR="00981CE5" w:rsidRPr="00EC5592" w:rsidRDefault="00981CE5" w:rsidP="00EC5592">
            <w:pPr>
              <w:pStyle w:val="sublist3"/>
              <w:tabs>
                <w:tab w:val="left" w:pos="333"/>
              </w:tabs>
              <w:spacing w:before="20"/>
              <w:ind w:left="333" w:hanging="333"/>
              <w:rPr>
                <w:rFonts w:ascii="Gill Sans MT" w:hAnsi="Gill Sans MT" w:cs="Arial"/>
                <w:bCs/>
              </w:rPr>
            </w:pPr>
            <w:r w:rsidRPr="00EC5592">
              <w:rPr>
                <w:rFonts w:ascii="Gill Sans MT" w:hAnsi="Gill Sans MT" w:cs="Arial"/>
                <w:sz w:val="22"/>
                <w:u w:color="000000"/>
              </w:rPr>
              <w:t>M</w:t>
            </w:r>
            <w:r w:rsidR="00966744" w:rsidRPr="00EC5592">
              <w:rPr>
                <w:rFonts w:ascii="Gill Sans MT" w:hAnsi="Gill Sans MT" w:cs="Arial"/>
                <w:sz w:val="22"/>
                <w:u w:color="000000"/>
              </w:rPr>
              <w:t xml:space="preserve">arital and family therapist (LMFT), or </w:t>
            </w:r>
          </w:p>
          <w:p w14:paraId="3F83D296" w14:textId="77777777" w:rsidR="00A8077B" w:rsidRPr="00EC5592" w:rsidRDefault="00981CE5" w:rsidP="00EC5592">
            <w:pPr>
              <w:pStyle w:val="sublist3"/>
              <w:tabs>
                <w:tab w:val="left" w:pos="333"/>
              </w:tabs>
              <w:spacing w:before="20" w:after="60"/>
              <w:ind w:left="333" w:hanging="333"/>
              <w:rPr>
                <w:rFonts w:ascii="Gill Sans MT" w:hAnsi="Gill Sans MT" w:cs="Arial"/>
                <w:b/>
                <w:bCs/>
              </w:rPr>
            </w:pPr>
            <w:r w:rsidRPr="00EC5592">
              <w:rPr>
                <w:rFonts w:ascii="Gill Sans MT" w:hAnsi="Gill Sans MT" w:cs="Arial"/>
                <w:sz w:val="22"/>
                <w:u w:color="000000"/>
              </w:rPr>
              <w:t>Mental health counselor (LMHC).</w:t>
            </w:r>
          </w:p>
        </w:tc>
      </w:tr>
    </w:tbl>
    <w:p w14:paraId="13BD36E2" w14:textId="77777777" w:rsidR="007A78F1" w:rsidRPr="00EC5592" w:rsidRDefault="007A78F1">
      <w:pPr>
        <w:rPr>
          <w:rFonts w:ascii="Gill Sans MT" w:hAnsi="Gill Sans MT" w:cs="Arial"/>
          <w:sz w:val="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36"/>
        <w:gridCol w:w="2952"/>
        <w:gridCol w:w="4752"/>
      </w:tblGrid>
      <w:tr w:rsidR="007A78F1" w:rsidRPr="00EC5592" w14:paraId="4F1D0BC4" w14:textId="77777777" w:rsidTr="0087101B">
        <w:trPr>
          <w:trHeight w:hRule="exact" w:val="547"/>
        </w:trPr>
        <w:tc>
          <w:tcPr>
            <w:tcW w:w="5688" w:type="dxa"/>
            <w:gridSpan w:val="2"/>
          </w:tcPr>
          <w:p w14:paraId="5CEF2C94" w14:textId="77777777" w:rsidR="007A78F1" w:rsidRPr="00EC5592" w:rsidRDefault="007A78F1" w:rsidP="009B74DB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Name</w:t>
            </w:r>
          </w:p>
          <w:p w14:paraId="5E8E179C" w14:textId="77777777" w:rsidR="007A78F1" w:rsidRPr="00EC5592" w:rsidRDefault="007A78F1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4752" w:type="dxa"/>
          </w:tcPr>
          <w:p w14:paraId="0C2CA074" w14:textId="77777777" w:rsidR="007A78F1" w:rsidRPr="00EC5592" w:rsidRDefault="007A78F1" w:rsidP="009B74DB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t>Credential</w:t>
            </w:r>
          </w:p>
          <w:p w14:paraId="27144162" w14:textId="77777777" w:rsidR="007A78F1" w:rsidRPr="00EC5592" w:rsidRDefault="007A78F1" w:rsidP="005A36E3">
            <w:pPr>
              <w:rPr>
                <w:rFonts w:ascii="Gill Sans MT" w:hAnsi="Gill Sans MT" w:cs="Arial"/>
                <w:sz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</w:tr>
      <w:tr w:rsidR="007A78F1" w:rsidRPr="00EC5592" w14:paraId="0CCABBA0" w14:textId="77777777" w:rsidTr="007A78F1">
        <w:trPr>
          <w:trHeight w:hRule="exact" w:val="547"/>
        </w:trPr>
        <w:tc>
          <w:tcPr>
            <w:tcW w:w="10440" w:type="dxa"/>
            <w:gridSpan w:val="3"/>
            <w:tcBorders>
              <w:bottom w:val="single" w:sz="4" w:space="0" w:color="auto"/>
            </w:tcBorders>
          </w:tcPr>
          <w:p w14:paraId="28593CC4" w14:textId="77777777" w:rsidR="007A78F1" w:rsidRPr="00EC5592" w:rsidRDefault="007A78F1" w:rsidP="009B74D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Clinic Name</w:t>
            </w:r>
          </w:p>
          <w:p w14:paraId="027CE786" w14:textId="77777777" w:rsidR="007A78F1" w:rsidRPr="00EC5592" w:rsidRDefault="007A78F1" w:rsidP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7A78F1" w:rsidRPr="00EC5592" w14:paraId="74337E93" w14:textId="77777777" w:rsidTr="007A78F1">
        <w:trPr>
          <w:trHeight w:hRule="exact" w:val="547"/>
        </w:trPr>
        <w:tc>
          <w:tcPr>
            <w:tcW w:w="10440" w:type="dxa"/>
            <w:gridSpan w:val="3"/>
          </w:tcPr>
          <w:p w14:paraId="588CA897" w14:textId="77777777" w:rsidR="007A78F1" w:rsidRPr="00EC5592" w:rsidRDefault="007A78F1" w:rsidP="009B74D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Address</w:t>
            </w:r>
          </w:p>
          <w:p w14:paraId="272C93EC" w14:textId="77777777" w:rsidR="007A78F1" w:rsidRPr="00EC5592" w:rsidRDefault="007A78F1" w:rsidP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</w:tr>
      <w:tr w:rsidR="007A78F1" w:rsidRPr="00EC5592" w14:paraId="43C988C7" w14:textId="77777777" w:rsidTr="00112B39">
        <w:trPr>
          <w:trHeight w:hRule="exact" w:val="547"/>
        </w:trPr>
        <w:tc>
          <w:tcPr>
            <w:tcW w:w="2736" w:type="dxa"/>
          </w:tcPr>
          <w:p w14:paraId="768BD64B" w14:textId="77777777" w:rsidR="007A78F1" w:rsidRPr="00EC5592" w:rsidRDefault="007A78F1" w:rsidP="007A78F1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Phone Number</w:t>
            </w:r>
          </w:p>
          <w:p w14:paraId="6DA8F60D" w14:textId="77777777" w:rsidR="007A78F1" w:rsidRPr="00EC5592" w:rsidRDefault="007A78F1" w:rsidP="005A36E3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2952" w:type="dxa"/>
          </w:tcPr>
          <w:p w14:paraId="05F445D7" w14:textId="77777777" w:rsidR="007A78F1" w:rsidRPr="00EC5592" w:rsidRDefault="007A78F1" w:rsidP="007A78F1">
            <w:pPr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Email Address</w:t>
            </w:r>
          </w:p>
          <w:p w14:paraId="0727F8FD" w14:textId="77777777" w:rsidR="007A78F1" w:rsidRPr="00EC5592" w:rsidRDefault="007A78F1" w:rsidP="00112B39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</w:rPr>
            </w:r>
            <w:r w:rsidRPr="00EC5592">
              <w:rPr>
                <w:rFonts w:ascii="Gill Sans MT" w:hAnsi="Gill Sans MT" w:cs="Arial"/>
                <w:sz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</w:rPr>
              <w:fldChar w:fldCharType="end"/>
            </w:r>
          </w:p>
        </w:tc>
        <w:tc>
          <w:tcPr>
            <w:tcW w:w="4752" w:type="dxa"/>
          </w:tcPr>
          <w:p w14:paraId="2387B803" w14:textId="77777777" w:rsidR="007A78F1" w:rsidRPr="00EC5592" w:rsidRDefault="007A78F1" w:rsidP="007A78F1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Date TOP Completed by Licensed Practitioner</w:t>
            </w:r>
          </w:p>
          <w:p w14:paraId="28AB041D" w14:textId="77777777" w:rsidR="007A78F1" w:rsidRPr="00EC5592" w:rsidRDefault="005A36E3" w:rsidP="00112B39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</w:tbl>
    <w:p w14:paraId="259115A2" w14:textId="77777777" w:rsidR="007A78F1" w:rsidRPr="00EC5592" w:rsidRDefault="0087101B" w:rsidP="0087101B">
      <w:pPr>
        <w:spacing w:before="180" w:after="120"/>
        <w:rPr>
          <w:rFonts w:ascii="Gill Sans MT" w:hAnsi="Gill Sans MT"/>
          <w:b/>
        </w:rPr>
      </w:pPr>
      <w:r w:rsidRPr="00EC5592">
        <w:rPr>
          <w:rFonts w:ascii="Gill Sans MT" w:hAnsi="Gill Sans MT" w:cs="Arial"/>
          <w:b/>
          <w:sz w:val="22"/>
          <w:szCs w:val="22"/>
        </w:rPr>
        <w:t>Attach assessment and written recommendation for residential treatment.</w:t>
      </w:r>
    </w:p>
    <w:tbl>
      <w:tblPr>
        <w:tblW w:w="104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87101B" w:rsidRPr="00EC5592" w14:paraId="3D78BB62" w14:textId="77777777" w:rsidTr="009B74DB">
        <w:trPr>
          <w:cantSplit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F7AB70" w14:textId="77777777" w:rsidR="0087101B" w:rsidRPr="00EC5592" w:rsidRDefault="0087101B" w:rsidP="0087101B">
            <w:pPr>
              <w:spacing w:before="120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Other comments:</w:t>
            </w:r>
          </w:p>
        </w:tc>
      </w:tr>
    </w:tbl>
    <w:p w14:paraId="5BB97451" w14:textId="77777777" w:rsidR="00981CE5" w:rsidRPr="00EC5592" w:rsidRDefault="00981CE5">
      <w:pPr>
        <w:rPr>
          <w:rFonts w:ascii="Gill Sans MT" w:hAnsi="Gill Sans MT" w:cs="Arial"/>
          <w:sz w:val="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8"/>
        <w:gridCol w:w="4752"/>
      </w:tblGrid>
      <w:tr w:rsidR="0087101B" w:rsidRPr="00EC5592" w14:paraId="288DCA9D" w14:textId="77777777" w:rsidTr="00000FA3">
        <w:trPr>
          <w:trHeight w:val="720"/>
        </w:trPr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14:paraId="74B03FD5" w14:textId="77777777" w:rsidR="0087101B" w:rsidRPr="00EC5592" w:rsidRDefault="0087101B" w:rsidP="00112B39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87101B" w:rsidRPr="00EC5592" w14:paraId="5AB575A4" w14:textId="77777777" w:rsidTr="009B74DB">
        <w:trPr>
          <w:trHeight w:hRule="exact" w:val="547"/>
        </w:trPr>
        <w:tc>
          <w:tcPr>
            <w:tcW w:w="5688" w:type="dxa"/>
          </w:tcPr>
          <w:p w14:paraId="62A2A2CE" w14:textId="77777777" w:rsidR="0087101B" w:rsidRPr="00EC5592" w:rsidRDefault="0087101B" w:rsidP="0087101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Case Manager/JCO</w:t>
            </w:r>
          </w:p>
          <w:p w14:paraId="144C9467" w14:textId="77777777" w:rsidR="0087101B" w:rsidRPr="00EC5592" w:rsidRDefault="0087101B" w:rsidP="009B74DB">
            <w:pPr>
              <w:rPr>
                <w:rFonts w:ascii="Gill Sans MT" w:hAnsi="Gill Sans MT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14:paraId="58E5E58B" w14:textId="77777777" w:rsidR="0087101B" w:rsidRPr="00EC5592" w:rsidRDefault="0087101B" w:rsidP="009B74D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Date</w:t>
            </w:r>
          </w:p>
          <w:p w14:paraId="06A3F332" w14:textId="77777777" w:rsidR="0087101B" w:rsidRPr="00EC5592" w:rsidRDefault="00112B39" w:rsidP="00112B39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</w:tbl>
    <w:p w14:paraId="7E6F026B" w14:textId="77777777" w:rsidR="0087101B" w:rsidRPr="00EC5592" w:rsidRDefault="0087101B" w:rsidP="0087101B">
      <w:pPr>
        <w:rPr>
          <w:rFonts w:ascii="Gill Sans MT" w:hAnsi="Gill Sans MT" w:cs="Arial"/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40"/>
      </w:tblGrid>
      <w:tr w:rsidR="0087101B" w:rsidRPr="00EC5592" w14:paraId="7D382EC4" w14:textId="77777777" w:rsidTr="000C1CCB">
        <w:trPr>
          <w:trHeight w:hRule="exact" w:val="435"/>
        </w:trPr>
        <w:tc>
          <w:tcPr>
            <w:tcW w:w="10440" w:type="dxa"/>
            <w:shd w:val="clear" w:color="auto" w:fill="auto"/>
            <w:vAlign w:val="center"/>
          </w:tcPr>
          <w:p w14:paraId="03BCCE04" w14:textId="77777777" w:rsidR="0087101B" w:rsidRPr="00EC5592" w:rsidRDefault="0087101B" w:rsidP="009B74DB">
            <w:pPr>
              <w:rPr>
                <w:rFonts w:ascii="Gill Sans MT" w:hAnsi="Gill Sans MT" w:cs="Arial"/>
                <w:b/>
                <w:sz w:val="26"/>
                <w:szCs w:val="26"/>
              </w:rPr>
            </w:pPr>
            <w:r w:rsidRPr="00EC5592">
              <w:rPr>
                <w:rFonts w:ascii="Gill Sans MT" w:hAnsi="Gill Sans MT" w:cs="Arial"/>
                <w:b/>
                <w:sz w:val="28"/>
                <w:szCs w:val="28"/>
              </w:rPr>
              <w:t>STOP</w:t>
            </w:r>
            <w:r w:rsidRPr="00EC5592">
              <w:rPr>
                <w:rFonts w:ascii="Gill Sans MT" w:hAnsi="Gill Sans MT" w:cs="Arial"/>
                <w:sz w:val="28"/>
                <w:szCs w:val="28"/>
              </w:rPr>
              <w:t>:</w:t>
            </w:r>
            <w:r w:rsidRPr="00EC5592">
              <w:rPr>
                <w:rFonts w:ascii="Gill Sans MT" w:hAnsi="Gill Sans MT" w:cs="Arial"/>
                <w:sz w:val="26"/>
                <w:szCs w:val="26"/>
              </w:rPr>
              <w:t xml:space="preserve"> </w:t>
            </w:r>
            <w:r w:rsidR="000C1CCB" w:rsidRPr="00EC5592">
              <w:rPr>
                <w:rFonts w:ascii="Gill Sans MT" w:hAnsi="Gill Sans MT" w:cs="Arial"/>
                <w:sz w:val="26"/>
                <w:szCs w:val="26"/>
              </w:rPr>
              <w:t xml:space="preserve"> </w:t>
            </w:r>
            <w:r w:rsidRPr="00EC5592">
              <w:rPr>
                <w:rFonts w:ascii="Gill Sans MT" w:hAnsi="Gill Sans MT" w:cs="Arial"/>
                <w:szCs w:val="24"/>
              </w:rPr>
              <w:t>SAM/Chief completes final Review of Placement Criteria, suitability</w:t>
            </w:r>
            <w:r w:rsidR="000C1CCB" w:rsidRPr="00EC5592">
              <w:rPr>
                <w:rFonts w:ascii="Gill Sans MT" w:hAnsi="Gill Sans MT" w:cs="Arial"/>
                <w:szCs w:val="24"/>
              </w:rPr>
              <w:t>,</w:t>
            </w:r>
            <w:r w:rsidRPr="00EC5592">
              <w:rPr>
                <w:rFonts w:ascii="Gill Sans MT" w:hAnsi="Gill Sans MT" w:cs="Arial"/>
                <w:szCs w:val="24"/>
              </w:rPr>
              <w:t xml:space="preserve"> and approval.</w:t>
            </w:r>
          </w:p>
        </w:tc>
      </w:tr>
    </w:tbl>
    <w:p w14:paraId="6F6701B2" w14:textId="77777777" w:rsidR="0087101B" w:rsidRPr="00EC5592" w:rsidRDefault="0087101B" w:rsidP="0087101B">
      <w:pPr>
        <w:rPr>
          <w:rFonts w:ascii="Gill Sans MT" w:hAnsi="Gill Sans MT" w:cs="Arial"/>
          <w:sz w:val="6"/>
          <w:szCs w:val="12"/>
        </w:rPr>
      </w:pPr>
    </w:p>
    <w:tbl>
      <w:tblPr>
        <w:tblW w:w="104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440"/>
      </w:tblGrid>
      <w:tr w:rsidR="000F3FFF" w:rsidRPr="00EC5592" w14:paraId="1ED35A5D" w14:textId="77777777" w:rsidTr="00AF49D1">
        <w:trPr>
          <w:cantSplit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B90A77" w14:textId="77777777" w:rsidR="000F3FFF" w:rsidRPr="00EC5592" w:rsidRDefault="00C2389B" w:rsidP="00AF49D1">
            <w:pPr>
              <w:spacing w:before="60" w:after="60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Review</w:t>
            </w:r>
            <w:r w:rsidR="004C7457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 </w:t>
            </w: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of Placement </w:t>
            </w:r>
            <w:r w:rsidR="004C7457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Criteri</w:t>
            </w:r>
            <w:r w:rsidR="00A8077B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a</w:t>
            </w:r>
            <w:r w:rsidR="000C1CCB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 </w:t>
            </w:r>
            <w:r w:rsidR="000C1CCB" w:rsidRPr="00EC5592">
              <w:rPr>
                <w:rFonts w:ascii="Gill Sans MT" w:hAnsi="Gill Sans MT" w:cs="Arial"/>
                <w:bCs/>
                <w:i/>
                <w:sz w:val="22"/>
                <w:szCs w:val="22"/>
              </w:rPr>
              <w:t>(Check all that apply.)</w:t>
            </w:r>
          </w:p>
        </w:tc>
      </w:tr>
      <w:tr w:rsidR="000F3FFF" w:rsidRPr="00EC5592" w14:paraId="61A00E26" w14:textId="77777777" w:rsidTr="00AF49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40" w:type="dxa"/>
            <w:tcBorders>
              <w:top w:val="single" w:sz="4" w:space="0" w:color="auto"/>
              <w:bottom w:val="nil"/>
            </w:tcBorders>
          </w:tcPr>
          <w:p w14:paraId="2D3E612D" w14:textId="77777777" w:rsidR="00C2389B" w:rsidRPr="00EC5592" w:rsidRDefault="0035325A" w:rsidP="00AF49D1">
            <w:pPr>
              <w:spacing w:before="120"/>
              <w:rPr>
                <w:rFonts w:ascii="Gill Sans MT" w:hAnsi="Gill Sans MT" w:cs="Arial"/>
                <w:sz w:val="22"/>
                <w:szCs w:val="22"/>
                <w:u w:val="single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  <w:u w:val="single"/>
              </w:rPr>
              <w:t xml:space="preserve">Required for </w:t>
            </w:r>
            <w:r w:rsidR="00AF49D1" w:rsidRPr="00EC5592">
              <w:rPr>
                <w:rFonts w:ascii="Gill Sans MT" w:hAnsi="Gill Sans MT" w:cs="Arial"/>
                <w:sz w:val="22"/>
                <w:szCs w:val="22"/>
                <w:u w:val="single"/>
              </w:rPr>
              <w:t>r</w:t>
            </w:r>
            <w:r w:rsidRPr="00EC5592">
              <w:rPr>
                <w:rFonts w:ascii="Gill Sans MT" w:hAnsi="Gill Sans MT" w:cs="Arial"/>
                <w:sz w:val="22"/>
                <w:szCs w:val="22"/>
                <w:u w:val="single"/>
              </w:rPr>
              <w:t>eferral</w:t>
            </w:r>
            <w:r w:rsidRPr="00EC5592">
              <w:rPr>
                <w:rFonts w:ascii="Gill Sans MT" w:hAnsi="Gill Sans MT" w:cs="Arial"/>
                <w:i/>
                <w:sz w:val="22"/>
                <w:szCs w:val="22"/>
                <w:u w:val="single"/>
              </w:rPr>
              <w:t>:</w:t>
            </w:r>
          </w:p>
          <w:p w14:paraId="4D22C873" w14:textId="77777777" w:rsidR="004C7457" w:rsidRPr="00EC5592" w:rsidRDefault="004C7457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35325A" w:rsidRPr="00EC5592">
              <w:rPr>
                <w:rFonts w:ascii="Gill Sans MT" w:hAnsi="Gill Sans MT" w:cs="Arial"/>
                <w:sz w:val="22"/>
                <w:szCs w:val="22"/>
              </w:rPr>
              <w:t xml:space="preserve">TOP has been completed by </w:t>
            </w:r>
            <w:r w:rsidR="00973B63" w:rsidRPr="00EC5592">
              <w:rPr>
                <w:rFonts w:ascii="Gill Sans MT" w:hAnsi="Gill Sans MT" w:cs="Arial"/>
                <w:sz w:val="22"/>
                <w:szCs w:val="22"/>
              </w:rPr>
              <w:t xml:space="preserve">a </w:t>
            </w:r>
            <w:r w:rsidR="00AF49D1" w:rsidRPr="00EC5592">
              <w:rPr>
                <w:rFonts w:ascii="Gill Sans MT" w:hAnsi="Gill Sans MT" w:cs="Arial"/>
                <w:sz w:val="22"/>
                <w:szCs w:val="22"/>
              </w:rPr>
              <w:t>licensed pr</w:t>
            </w:r>
            <w:r w:rsidR="00973B63" w:rsidRPr="00EC5592">
              <w:rPr>
                <w:rFonts w:ascii="Gill Sans MT" w:hAnsi="Gill Sans MT" w:cs="Arial"/>
                <w:sz w:val="22"/>
                <w:szCs w:val="22"/>
              </w:rPr>
              <w:t>actitioner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.</w:t>
            </w:r>
          </w:p>
          <w:p w14:paraId="4A70BA18" w14:textId="77777777" w:rsidR="00A95F83" w:rsidRPr="00EC5592" w:rsidRDefault="0035325A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F93C68" w:rsidRPr="00EC5592">
              <w:rPr>
                <w:rFonts w:ascii="Gill Sans MT" w:hAnsi="Gill Sans MT" w:cs="Arial"/>
                <w:sz w:val="22"/>
                <w:szCs w:val="22"/>
              </w:rPr>
              <w:t>L</w:t>
            </w:r>
            <w:r w:rsidR="00DA7020" w:rsidRPr="00EC5592">
              <w:rPr>
                <w:rFonts w:ascii="Gill Sans MT" w:hAnsi="Gill Sans MT" w:cs="Arial"/>
                <w:sz w:val="22"/>
                <w:szCs w:val="22"/>
              </w:rPr>
              <w:t xml:space="preserve">icensed </w:t>
            </w:r>
            <w:r w:rsidR="00AF49D1" w:rsidRPr="00EC5592">
              <w:rPr>
                <w:rFonts w:ascii="Gill Sans MT" w:hAnsi="Gill Sans MT" w:cs="Arial"/>
                <w:sz w:val="22"/>
                <w:szCs w:val="22"/>
              </w:rPr>
              <w:t>prac</w:t>
            </w:r>
            <w:r w:rsidR="00DA7020" w:rsidRPr="00EC5592">
              <w:rPr>
                <w:rFonts w:ascii="Gill Sans MT" w:hAnsi="Gill Sans MT" w:cs="Arial"/>
                <w:sz w:val="22"/>
                <w:szCs w:val="22"/>
              </w:rPr>
              <w:t>titioner</w:t>
            </w:r>
            <w:r w:rsidR="00F93C68" w:rsidRPr="00EC5592">
              <w:rPr>
                <w:rFonts w:ascii="Gill Sans MT" w:hAnsi="Gill Sans MT" w:cs="Arial"/>
                <w:sz w:val="22"/>
                <w:szCs w:val="22"/>
              </w:rPr>
              <w:t xml:space="preserve">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is recommending residential treatment.</w:t>
            </w:r>
          </w:p>
        </w:tc>
      </w:tr>
      <w:tr w:rsidR="00AF49D1" w:rsidRPr="00EC5592" w14:paraId="14D2BDFC" w14:textId="77777777" w:rsidTr="00AF49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40" w:type="dxa"/>
            <w:tcBorders>
              <w:top w:val="nil"/>
              <w:bottom w:val="single" w:sz="4" w:space="0" w:color="auto"/>
            </w:tcBorders>
          </w:tcPr>
          <w:p w14:paraId="544BA311" w14:textId="77777777" w:rsidR="00AF49D1" w:rsidRPr="00EC5592" w:rsidRDefault="00AF49D1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  <w:u w:val="single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  <w:u w:val="single"/>
              </w:rPr>
              <w:t>Two or more of the following must apply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:</w:t>
            </w:r>
          </w:p>
          <w:p w14:paraId="74BBA627" w14:textId="77777777" w:rsidR="00AF49D1" w:rsidRPr="00EC5592" w:rsidRDefault="00AF49D1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Has been served in the community and determined unsuccessful.</w:t>
            </w:r>
          </w:p>
          <w:p w14:paraId="5DE22459" w14:textId="77777777" w:rsidR="00AF49D1" w:rsidRPr="00EC5592" w:rsidRDefault="00AF49D1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Individual has been involved in violence during a sexualized behavior, who cannot at this time be served in the community.</w:t>
            </w:r>
          </w:p>
          <w:p w14:paraId="47993FAD" w14:textId="77777777" w:rsidR="00AF49D1" w:rsidRPr="00EC5592" w:rsidRDefault="00AF49D1" w:rsidP="00AF49D1">
            <w:pPr>
              <w:spacing w:before="120"/>
              <w:ind w:left="432" w:hanging="432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Individual repeatedly engaged in a PSB, who cannot at this time be served in the community.</w:t>
            </w:r>
          </w:p>
          <w:p w14:paraId="5D2CA56A" w14:textId="77777777" w:rsidR="00AF49D1" w:rsidRPr="00EC5592" w:rsidRDefault="00AF49D1" w:rsidP="00AF49D1">
            <w:pPr>
              <w:spacing w:before="120" w:after="120"/>
              <w:ind w:left="432" w:hanging="432"/>
              <w:rPr>
                <w:rFonts w:ascii="Gill Sans MT" w:hAnsi="Gill Sans MT" w:cs="Arial"/>
                <w:sz w:val="22"/>
                <w:szCs w:val="22"/>
                <w:u w:val="single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ab/>
              <w:t>Sexual act involved a much younger or developmentally younger child (chronological or developmental equivalent of at least five years).</w:t>
            </w:r>
          </w:p>
        </w:tc>
      </w:tr>
    </w:tbl>
    <w:p w14:paraId="73CF244A" w14:textId="77777777" w:rsidR="00AF49D1" w:rsidRPr="00EC5592" w:rsidRDefault="00AF49D1">
      <w:pPr>
        <w:rPr>
          <w:rFonts w:ascii="Gill Sans MT" w:hAnsi="Gill Sans MT" w:cs="Arial"/>
          <w:sz w:val="6"/>
          <w:szCs w:val="12"/>
        </w:rPr>
      </w:pPr>
    </w:p>
    <w:tbl>
      <w:tblPr>
        <w:tblW w:w="104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8"/>
        <w:gridCol w:w="4752"/>
      </w:tblGrid>
      <w:tr w:rsidR="000F3FFF" w:rsidRPr="00EC5592" w14:paraId="3E40B36E" w14:textId="77777777" w:rsidTr="00854A2A">
        <w:trPr>
          <w:cantSplit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B0307A" w14:textId="77777777" w:rsidR="000F3FFF" w:rsidRPr="00EC5592" w:rsidRDefault="000F3FFF" w:rsidP="00AF49D1">
            <w:pPr>
              <w:spacing w:before="60" w:after="60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Overall </w:t>
            </w:r>
            <w:r w:rsidR="00854A2A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As</w:t>
            </w: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sessment of </w:t>
            </w:r>
            <w:r w:rsidR="00854A2A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Su</w:t>
            </w:r>
            <w:r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itability for </w:t>
            </w:r>
            <w:r w:rsidR="00854A2A" w:rsidRPr="00EC5592">
              <w:rPr>
                <w:rFonts w:ascii="Gill Sans MT" w:hAnsi="Gill Sans MT" w:cs="Arial"/>
                <w:b/>
                <w:bCs/>
                <w:sz w:val="22"/>
                <w:szCs w:val="22"/>
              </w:rPr>
              <w:t>PSB Foster Group Care</w:t>
            </w:r>
          </w:p>
        </w:tc>
      </w:tr>
      <w:tr w:rsidR="00A95F83" w:rsidRPr="00EC5592" w14:paraId="7E291B63" w14:textId="77777777" w:rsidTr="00854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1"/>
        </w:trPr>
        <w:tc>
          <w:tcPr>
            <w:tcW w:w="10440" w:type="dxa"/>
            <w:gridSpan w:val="2"/>
            <w:tcBorders>
              <w:top w:val="single" w:sz="4" w:space="0" w:color="auto"/>
              <w:bottom w:val="nil"/>
            </w:tcBorders>
          </w:tcPr>
          <w:p w14:paraId="53304738" w14:textId="77777777" w:rsidR="00A95F83" w:rsidRPr="00EC5592" w:rsidRDefault="00582397" w:rsidP="00854A2A">
            <w:pPr>
              <w:tabs>
                <w:tab w:val="left" w:pos="3600"/>
                <w:tab w:val="left" w:pos="5760"/>
              </w:tabs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SAM</w:t>
            </w:r>
            <w:r w:rsidR="00637039" w:rsidRPr="00EC5592">
              <w:rPr>
                <w:rFonts w:ascii="Gill Sans MT" w:hAnsi="Gill Sans MT" w:cs="Arial"/>
                <w:sz w:val="22"/>
                <w:szCs w:val="22"/>
              </w:rPr>
              <w:t>/Chief</w:t>
            </w:r>
            <w:r w:rsidR="00624EE2" w:rsidRPr="00EC5592">
              <w:rPr>
                <w:rFonts w:ascii="Gill Sans MT" w:hAnsi="Gill Sans MT" w:cs="Arial"/>
                <w:sz w:val="22"/>
                <w:szCs w:val="22"/>
              </w:rPr>
              <w:t xml:space="preserve"> (or designee)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 </w:t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t>d</w:t>
            </w:r>
            <w:r w:rsidR="004C7457" w:rsidRPr="00EC5592">
              <w:rPr>
                <w:rFonts w:ascii="Gill Sans MT" w:hAnsi="Gill Sans MT" w:cs="Arial"/>
                <w:sz w:val="22"/>
                <w:szCs w:val="22"/>
              </w:rPr>
              <w:t>ecision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t>:</w:t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637039" w:rsidRPr="00EC5592">
              <w:rPr>
                <w:rFonts w:ascii="Gill Sans MT" w:hAnsi="Gill Sans MT" w:cs="Arial"/>
                <w:sz w:val="22"/>
                <w:szCs w:val="22"/>
              </w:rPr>
              <w:t xml:space="preserve">  </w:t>
            </w:r>
            <w:r w:rsidR="00ED698C" w:rsidRPr="00EC5592">
              <w:rPr>
                <w:rFonts w:ascii="Gill Sans MT" w:hAnsi="Gill Sans MT" w:cs="Arial"/>
                <w:sz w:val="22"/>
                <w:szCs w:val="22"/>
              </w:rPr>
              <w:t>Not appropriate</w:t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tab/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FORMCHECKBOX </w:instrText>
            </w:r>
            <w:r w:rsidR="00103847">
              <w:rPr>
                <w:rFonts w:ascii="Gill Sans MT" w:hAnsi="Gill Sans MT" w:cs="Arial"/>
                <w:sz w:val="22"/>
                <w:szCs w:val="22"/>
              </w:rPr>
            </w:r>
            <w:r w:rsidR="00103847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  <w:r w:rsidR="00854A2A" w:rsidRPr="00EC5592">
              <w:rPr>
                <w:rFonts w:ascii="Gill Sans MT" w:hAnsi="Gill Sans MT" w:cs="Arial"/>
                <w:sz w:val="22"/>
                <w:szCs w:val="22"/>
              </w:rPr>
              <w:t xml:space="preserve">  Appropriate</w:t>
            </w:r>
          </w:p>
        </w:tc>
      </w:tr>
      <w:tr w:rsidR="00A95F83" w:rsidRPr="00EC5592" w14:paraId="21BBF949" w14:textId="77777777" w:rsidTr="00000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4"/>
        </w:trPr>
        <w:tc>
          <w:tcPr>
            <w:tcW w:w="10440" w:type="dxa"/>
            <w:gridSpan w:val="2"/>
            <w:tcBorders>
              <w:top w:val="nil"/>
              <w:bottom w:val="single" w:sz="4" w:space="0" w:color="auto"/>
            </w:tcBorders>
          </w:tcPr>
          <w:p w14:paraId="0A0CA253" w14:textId="77777777" w:rsidR="004C7457" w:rsidRPr="00EC5592" w:rsidRDefault="004C7457" w:rsidP="00112B39">
            <w:pPr>
              <w:spacing w:before="120"/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 xml:space="preserve">Comments:  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00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  <w:tr w:rsidR="00854A2A" w:rsidRPr="00EC5592" w14:paraId="03EAE1F3" w14:textId="77777777" w:rsidTr="009B7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47"/>
        </w:trPr>
        <w:tc>
          <w:tcPr>
            <w:tcW w:w="5688" w:type="dxa"/>
          </w:tcPr>
          <w:p w14:paraId="435722A9" w14:textId="77777777" w:rsidR="00854A2A" w:rsidRPr="00EC5592" w:rsidRDefault="00854A2A" w:rsidP="009B74D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SAM/Chief (or designee) Signature</w:t>
            </w:r>
          </w:p>
          <w:p w14:paraId="00D98FA1" w14:textId="77777777" w:rsidR="00854A2A" w:rsidRPr="00EC5592" w:rsidRDefault="00854A2A" w:rsidP="009B74DB">
            <w:pPr>
              <w:rPr>
                <w:rFonts w:ascii="Gill Sans MT" w:hAnsi="Gill Sans MT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14:paraId="3567CBFC" w14:textId="77777777" w:rsidR="00854A2A" w:rsidRPr="00EC5592" w:rsidRDefault="00854A2A" w:rsidP="009B74DB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t>Date</w:t>
            </w:r>
          </w:p>
          <w:p w14:paraId="6A095ABD" w14:textId="77777777" w:rsidR="00854A2A" w:rsidRPr="00EC5592" w:rsidRDefault="00112B39" w:rsidP="00112B39">
            <w:pPr>
              <w:rPr>
                <w:rFonts w:ascii="Gill Sans MT" w:hAnsi="Gill Sans MT" w:cs="Arial"/>
                <w:sz w:val="22"/>
                <w:szCs w:val="22"/>
              </w:rPr>
            </w:pP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MM d, yyyy"/>
                  </w:textInput>
                </w:ffData>
              </w:fldCha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instrText xml:space="preserve"> FORMTEXT </w:instrText>
            </w:r>
            <w:r w:rsidRPr="00EC5592">
              <w:rPr>
                <w:rFonts w:ascii="Gill Sans MT" w:hAnsi="Gill Sans MT" w:cs="Arial"/>
                <w:sz w:val="22"/>
                <w:szCs w:val="22"/>
              </w:rPr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separate"/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="00814DC0" w:rsidRPr="00EC5592">
              <w:rPr>
                <w:rFonts w:ascii="Gill Sans MT" w:hAnsi="Gill Sans MT" w:cs="Arial"/>
                <w:noProof/>
                <w:sz w:val="22"/>
                <w:szCs w:val="22"/>
              </w:rPr>
              <w:t> </w:t>
            </w:r>
            <w:r w:rsidRPr="00EC5592">
              <w:rPr>
                <w:rFonts w:ascii="Gill Sans MT" w:hAnsi="Gill Sans MT" w:cs="Arial"/>
                <w:sz w:val="22"/>
                <w:szCs w:val="22"/>
              </w:rPr>
              <w:fldChar w:fldCharType="end"/>
            </w:r>
          </w:p>
        </w:tc>
      </w:tr>
    </w:tbl>
    <w:p w14:paraId="64EAE039" w14:textId="77777777" w:rsidR="002A724D" w:rsidRPr="00EC5592" w:rsidRDefault="002A724D" w:rsidP="0070029C">
      <w:pPr>
        <w:rPr>
          <w:rFonts w:ascii="Gill Sans MT" w:hAnsi="Gill Sans MT" w:cs="Arial"/>
          <w:sz w:val="10"/>
          <w:szCs w:val="16"/>
        </w:rPr>
      </w:pPr>
    </w:p>
    <w:sectPr w:rsidR="002A724D" w:rsidRPr="00EC5592" w:rsidSect="00476250">
      <w:footerReference w:type="default" r:id="rId9"/>
      <w:pgSz w:w="12240" w:h="15840" w:code="1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005E" w14:textId="77777777" w:rsidR="002F38AF" w:rsidRDefault="002F38AF">
      <w:r>
        <w:separator/>
      </w:r>
    </w:p>
  </w:endnote>
  <w:endnote w:type="continuationSeparator" w:id="0">
    <w:p w14:paraId="6CE7B70B" w14:textId="77777777" w:rsidR="002F38AF" w:rsidRDefault="002F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9885" w14:textId="77777777" w:rsidR="000F3FFF" w:rsidRPr="00000FA3" w:rsidRDefault="00A36E80" w:rsidP="00A36E80">
    <w:pPr>
      <w:pStyle w:val="Footer"/>
      <w:tabs>
        <w:tab w:val="clear" w:pos="4320"/>
        <w:tab w:val="clear" w:pos="8640"/>
        <w:tab w:val="left" w:pos="9720"/>
      </w:tabs>
      <w:rPr>
        <w:rFonts w:ascii="Gill Sans MT" w:hAnsi="Gill Sans MT" w:cs="Arial"/>
        <w:sz w:val="20"/>
      </w:rPr>
    </w:pPr>
    <w:r w:rsidRPr="00000FA3">
      <w:rPr>
        <w:rFonts w:ascii="Gill Sans MT" w:hAnsi="Gill Sans MT" w:cs="Arial"/>
        <w:sz w:val="20"/>
      </w:rPr>
      <w:t>470-55</w:t>
    </w:r>
    <w:r w:rsidR="00B45304" w:rsidRPr="00000FA3">
      <w:rPr>
        <w:rFonts w:ascii="Gill Sans MT" w:hAnsi="Gill Sans MT" w:cs="Arial"/>
        <w:sz w:val="20"/>
      </w:rPr>
      <w:t>53</w:t>
    </w:r>
    <w:r w:rsidRPr="00000FA3">
      <w:rPr>
        <w:rFonts w:ascii="Gill Sans MT" w:hAnsi="Gill Sans MT" w:cs="Arial"/>
        <w:sz w:val="20"/>
      </w:rPr>
      <w:t xml:space="preserve"> (</w:t>
    </w:r>
    <w:r w:rsidR="000F5568" w:rsidRPr="00000FA3">
      <w:rPr>
        <w:rFonts w:ascii="Gill Sans MT" w:hAnsi="Gill Sans MT" w:cs="Arial"/>
        <w:sz w:val="20"/>
      </w:rPr>
      <w:t xml:space="preserve">Rev. </w:t>
    </w:r>
    <w:r w:rsidR="00B2394B">
      <w:rPr>
        <w:rFonts w:ascii="Gill Sans MT" w:hAnsi="Gill Sans MT" w:cs="Arial"/>
        <w:sz w:val="20"/>
      </w:rPr>
      <w:t>06</w:t>
    </w:r>
    <w:r w:rsidRPr="00000FA3">
      <w:rPr>
        <w:rFonts w:ascii="Gill Sans MT" w:hAnsi="Gill Sans MT" w:cs="Arial"/>
        <w:sz w:val="20"/>
      </w:rPr>
      <w:t>/</w:t>
    </w:r>
    <w:r w:rsidR="00000FA3">
      <w:rPr>
        <w:rFonts w:ascii="Gill Sans MT" w:hAnsi="Gill Sans MT" w:cs="Arial"/>
        <w:sz w:val="20"/>
      </w:rPr>
      <w:t>23</w:t>
    </w:r>
    <w:r w:rsidRPr="00000FA3">
      <w:rPr>
        <w:rFonts w:ascii="Gill Sans MT" w:hAnsi="Gill Sans MT" w:cs="Arial"/>
        <w:sz w:val="20"/>
      </w:rPr>
      <w:t>)</w:t>
    </w:r>
    <w:r w:rsidRPr="00000FA3">
      <w:rPr>
        <w:rFonts w:ascii="Gill Sans MT" w:hAnsi="Gill Sans MT" w:cs="Arial"/>
        <w:sz w:val="20"/>
      </w:rPr>
      <w:tab/>
    </w:r>
    <w:r w:rsidR="00966744" w:rsidRPr="00000FA3">
      <w:rPr>
        <w:rFonts w:ascii="Gill Sans MT" w:hAnsi="Gill Sans MT" w:cs="Arial"/>
        <w:sz w:val="20"/>
      </w:rPr>
      <w:fldChar w:fldCharType="begin"/>
    </w:r>
    <w:r w:rsidR="00966744" w:rsidRPr="00000FA3">
      <w:rPr>
        <w:rFonts w:ascii="Gill Sans MT" w:hAnsi="Gill Sans MT" w:cs="Arial"/>
        <w:sz w:val="20"/>
      </w:rPr>
      <w:instrText xml:space="preserve"> PAGE   \* MERGEFORMAT </w:instrText>
    </w:r>
    <w:r w:rsidR="00966744" w:rsidRPr="00000FA3">
      <w:rPr>
        <w:rFonts w:ascii="Gill Sans MT" w:hAnsi="Gill Sans MT" w:cs="Arial"/>
        <w:sz w:val="20"/>
      </w:rPr>
      <w:fldChar w:fldCharType="separate"/>
    </w:r>
    <w:r w:rsidR="00814DC0" w:rsidRPr="00000FA3">
      <w:rPr>
        <w:rFonts w:ascii="Gill Sans MT" w:hAnsi="Gill Sans MT" w:cs="Arial"/>
        <w:noProof/>
        <w:sz w:val="20"/>
      </w:rPr>
      <w:t>1</w:t>
    </w:r>
    <w:r w:rsidR="00966744" w:rsidRPr="00000FA3">
      <w:rPr>
        <w:rFonts w:ascii="Gill Sans MT" w:hAnsi="Gill Sans MT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FD6D" w14:textId="77777777" w:rsidR="002F38AF" w:rsidRDefault="002F38AF">
      <w:r>
        <w:separator/>
      </w:r>
    </w:p>
  </w:footnote>
  <w:footnote w:type="continuationSeparator" w:id="0">
    <w:p w14:paraId="3691F734" w14:textId="77777777" w:rsidR="002F38AF" w:rsidRDefault="002F3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8697E"/>
    <w:multiLevelType w:val="hybridMultilevel"/>
    <w:tmpl w:val="EA1A87E4"/>
    <w:lvl w:ilvl="0" w:tplc="1E62E11C">
      <w:start w:val="1"/>
      <w:numFmt w:val="bullet"/>
      <w:pStyle w:val="sublist3"/>
      <w:lvlText w:val=""/>
      <w:lvlJc w:val="left"/>
      <w:pPr>
        <w:ind w:left="780" w:hanging="360"/>
      </w:pPr>
      <w:rPr>
        <w:rFonts w:ascii="Wingdings" w:hAnsi="Wingdings" w:cs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3642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revisionView w:comments="0" w:insDel="0" w:formatting="0"/>
  <w:documentProtection w:edit="forms" w:enforcement="1" w:cryptProviderType="rsaAES" w:cryptAlgorithmClass="hash" w:cryptAlgorithmType="typeAny" w:cryptAlgorithmSid="14" w:cryptSpinCount="100000" w:hash="4lbg+LjDF4jEtKMt39+PxmuqTSKcpbge7s8lKO/ppR64p8a+VXO/FpCIF6VvkTyrYx8qy3ErvKSdHMo/iBq0Ag==" w:salt="B+YSddN8yXETZUT3bv7KP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AF"/>
    <w:rsid w:val="00000FA3"/>
    <w:rsid w:val="0001229F"/>
    <w:rsid w:val="00023E3D"/>
    <w:rsid w:val="00035F58"/>
    <w:rsid w:val="000626CB"/>
    <w:rsid w:val="0009258B"/>
    <w:rsid w:val="000A03AE"/>
    <w:rsid w:val="000A4B38"/>
    <w:rsid w:val="000C1CCB"/>
    <w:rsid w:val="000F3FFF"/>
    <w:rsid w:val="000F5568"/>
    <w:rsid w:val="00103847"/>
    <w:rsid w:val="00112B39"/>
    <w:rsid w:val="00183EE6"/>
    <w:rsid w:val="00197B6E"/>
    <w:rsid w:val="001B3C33"/>
    <w:rsid w:val="001D60EC"/>
    <w:rsid w:val="001F2787"/>
    <w:rsid w:val="001F7CA4"/>
    <w:rsid w:val="002A724D"/>
    <w:rsid w:val="002B00F5"/>
    <w:rsid w:val="002D5FF1"/>
    <w:rsid w:val="002F14FD"/>
    <w:rsid w:val="002F38AF"/>
    <w:rsid w:val="002F3F53"/>
    <w:rsid w:val="0035325A"/>
    <w:rsid w:val="00395DC2"/>
    <w:rsid w:val="003C2596"/>
    <w:rsid w:val="00470342"/>
    <w:rsid w:val="004715B9"/>
    <w:rsid w:val="0047432C"/>
    <w:rsid w:val="00476250"/>
    <w:rsid w:val="004B6893"/>
    <w:rsid w:val="004C7457"/>
    <w:rsid w:val="00524EDB"/>
    <w:rsid w:val="00582397"/>
    <w:rsid w:val="005A36E3"/>
    <w:rsid w:val="005B3D72"/>
    <w:rsid w:val="005D5CCC"/>
    <w:rsid w:val="00624EE2"/>
    <w:rsid w:val="00637039"/>
    <w:rsid w:val="00656365"/>
    <w:rsid w:val="00671D41"/>
    <w:rsid w:val="0070029C"/>
    <w:rsid w:val="00735C89"/>
    <w:rsid w:val="007A78F1"/>
    <w:rsid w:val="007D49F7"/>
    <w:rsid w:val="00805D8E"/>
    <w:rsid w:val="00814DC0"/>
    <w:rsid w:val="00854A2A"/>
    <w:rsid w:val="0087101B"/>
    <w:rsid w:val="008D5675"/>
    <w:rsid w:val="00904A49"/>
    <w:rsid w:val="0090507A"/>
    <w:rsid w:val="00932A8F"/>
    <w:rsid w:val="00966744"/>
    <w:rsid w:val="00970ADC"/>
    <w:rsid w:val="00973B63"/>
    <w:rsid w:val="00981CE5"/>
    <w:rsid w:val="00991DD9"/>
    <w:rsid w:val="009B74DB"/>
    <w:rsid w:val="00A27F5E"/>
    <w:rsid w:val="00A36E80"/>
    <w:rsid w:val="00A40CCC"/>
    <w:rsid w:val="00A70044"/>
    <w:rsid w:val="00A8077B"/>
    <w:rsid w:val="00A95F83"/>
    <w:rsid w:val="00A9762C"/>
    <w:rsid w:val="00AF49D1"/>
    <w:rsid w:val="00B2394B"/>
    <w:rsid w:val="00B33158"/>
    <w:rsid w:val="00B45304"/>
    <w:rsid w:val="00B57B2D"/>
    <w:rsid w:val="00B60614"/>
    <w:rsid w:val="00B6335E"/>
    <w:rsid w:val="00B81423"/>
    <w:rsid w:val="00B9599A"/>
    <w:rsid w:val="00C2389B"/>
    <w:rsid w:val="00C550A3"/>
    <w:rsid w:val="00CE51A3"/>
    <w:rsid w:val="00D216CB"/>
    <w:rsid w:val="00D33A5E"/>
    <w:rsid w:val="00D727AC"/>
    <w:rsid w:val="00DA7020"/>
    <w:rsid w:val="00DB51B5"/>
    <w:rsid w:val="00E248EB"/>
    <w:rsid w:val="00E27515"/>
    <w:rsid w:val="00E71AEF"/>
    <w:rsid w:val="00EB602A"/>
    <w:rsid w:val="00EC5592"/>
    <w:rsid w:val="00ED49CD"/>
    <w:rsid w:val="00ED698C"/>
    <w:rsid w:val="00F23830"/>
    <w:rsid w:val="00F275ED"/>
    <w:rsid w:val="00F93C68"/>
    <w:rsid w:val="00FB6AFA"/>
    <w:rsid w:val="00FC3E8C"/>
    <w:rsid w:val="00FE5B37"/>
    <w:rsid w:val="00FF2CB6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89B789"/>
  <w15:chartTrackingRefBased/>
  <w15:docId w15:val="{CB754EE9-1025-49AC-88BA-E63CF413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53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semiHidden/>
    <w:rPr>
      <w:b/>
      <w:bCs/>
      <w:u w:val="single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u w:val="single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023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389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B3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C3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C3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B3C3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674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6744"/>
  </w:style>
  <w:style w:type="character" w:styleId="FootnoteReference">
    <w:name w:val="footnote reference"/>
    <w:uiPriority w:val="99"/>
    <w:semiHidden/>
    <w:unhideWhenUsed/>
    <w:rsid w:val="00966744"/>
    <w:rPr>
      <w:vertAlign w:val="superscript"/>
    </w:rPr>
  </w:style>
  <w:style w:type="character" w:customStyle="1" w:styleId="FooterChar">
    <w:name w:val="Footer Char"/>
    <w:link w:val="Footer"/>
    <w:uiPriority w:val="99"/>
    <w:rsid w:val="00966744"/>
    <w:rPr>
      <w:sz w:val="24"/>
    </w:rPr>
  </w:style>
  <w:style w:type="paragraph" w:customStyle="1" w:styleId="sublist3">
    <w:name w:val="sublist 3"/>
    <w:basedOn w:val="Normal"/>
    <w:rsid w:val="00981CE5"/>
    <w:pPr>
      <w:numPr>
        <w:numId w:val="1"/>
      </w:numPr>
    </w:pPr>
  </w:style>
  <w:style w:type="paragraph" w:styleId="Revision">
    <w:name w:val="Revision"/>
    <w:hidden/>
    <w:uiPriority w:val="99"/>
    <w:semiHidden/>
    <w:rsid w:val="000626C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isnie\OneDrive%20-%20State%20of%20Iowa%20HHS\Documents\FWBP\Website\Child%20Protective%20Services\RRTS-CISR\CISR\Forms\470-555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CB49-3689-45A7-86D7-BF051EEF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470-5553</Template>
  <TotalTime>2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470-5553 Preplacement Screening for Problematic Sexualized Behavior (PSB) Foster Group Care</vt:lpstr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470-5553 Preplacement Screening for Problematic Sexualized Behavior (PSB) Foster Group Care</dc:title>
  <dc:subject/>
  <dc:creator>Wisniewski, Klaire</dc:creator>
  <cp:keywords>18-Appendix</cp:keywords>
  <dc:description>Rev. 1/19</dc:description>
  <cp:lastModifiedBy>Wisniewski, Klaire</cp:lastModifiedBy>
  <cp:revision>1</cp:revision>
  <cp:lastPrinted>2023-06-28T20:38:00Z</cp:lastPrinted>
  <dcterms:created xsi:type="dcterms:W3CDTF">2023-07-03T13:36:00Z</dcterms:created>
  <dcterms:modified xsi:type="dcterms:W3CDTF">2023-07-03T13:38:00Z</dcterms:modified>
  <cp:category/>
</cp:coreProperties>
</file>